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CF2" w:rsidRPr="00F24F66" w:rsidRDefault="00672CF2" w:rsidP="00AE5E5D">
      <w:pPr>
        <w:snapToGrid w:val="0"/>
        <w:spacing w:line="400" w:lineRule="exact"/>
        <w:jc w:val="center"/>
        <w:rPr>
          <w:rFonts w:eastAsia="標楷體"/>
          <w:b/>
          <w:sz w:val="28"/>
          <w:szCs w:val="32"/>
        </w:rPr>
      </w:pPr>
      <w:r w:rsidRPr="00F24F66">
        <w:rPr>
          <w:rFonts w:eastAsia="標楷體"/>
          <w:b/>
          <w:sz w:val="28"/>
          <w:szCs w:val="32"/>
        </w:rPr>
        <w:t>新北市</w:t>
      </w:r>
      <w:r w:rsidRPr="00F24F66">
        <w:rPr>
          <w:rFonts w:eastAsia="標楷體"/>
          <w:b/>
          <w:color w:val="000000"/>
          <w:sz w:val="28"/>
          <w:szCs w:val="32"/>
        </w:rPr>
        <w:t>1</w:t>
      </w:r>
      <w:r w:rsidR="000D6B88" w:rsidRPr="00F24F66">
        <w:rPr>
          <w:rFonts w:eastAsia="標楷體"/>
          <w:b/>
          <w:color w:val="000000"/>
          <w:sz w:val="28"/>
          <w:szCs w:val="32"/>
        </w:rPr>
        <w:t>1</w:t>
      </w:r>
      <w:r w:rsidR="00DC2377" w:rsidRPr="00F24F66">
        <w:rPr>
          <w:rFonts w:eastAsia="標楷體"/>
          <w:b/>
          <w:color w:val="000000"/>
          <w:sz w:val="28"/>
          <w:szCs w:val="32"/>
        </w:rPr>
        <w:t>3</w:t>
      </w:r>
      <w:r w:rsidR="0028297D" w:rsidRPr="00F24F66">
        <w:rPr>
          <w:rFonts w:eastAsia="標楷體" w:hint="eastAsia"/>
          <w:b/>
          <w:sz w:val="28"/>
          <w:szCs w:val="32"/>
        </w:rPr>
        <w:t>學</w:t>
      </w:r>
      <w:r w:rsidRPr="00F24F66">
        <w:rPr>
          <w:rFonts w:eastAsia="標楷體"/>
          <w:b/>
          <w:sz w:val="28"/>
          <w:szCs w:val="32"/>
        </w:rPr>
        <w:t>年度環境教育方案</w:t>
      </w:r>
      <w:r w:rsidR="0064534A" w:rsidRPr="00F24F66">
        <w:rPr>
          <w:rFonts w:eastAsia="標楷體" w:hint="eastAsia"/>
          <w:b/>
          <w:sz w:val="28"/>
          <w:szCs w:val="32"/>
        </w:rPr>
        <w:t>2.0</w:t>
      </w:r>
      <w:proofErr w:type="gramStart"/>
      <w:r w:rsidR="00A31102" w:rsidRPr="00F24F66">
        <w:rPr>
          <w:rFonts w:eastAsia="標楷體" w:hint="eastAsia"/>
          <w:b/>
          <w:sz w:val="28"/>
          <w:szCs w:val="32"/>
        </w:rPr>
        <w:t>－</w:t>
      </w:r>
      <w:r w:rsidR="0064534A" w:rsidRPr="00F24F66">
        <w:rPr>
          <w:rFonts w:eastAsia="標楷體" w:hint="eastAsia"/>
          <w:b/>
          <w:sz w:val="28"/>
          <w:szCs w:val="32"/>
        </w:rPr>
        <w:t>川山</w:t>
      </w:r>
      <w:proofErr w:type="gramEnd"/>
      <w:r w:rsidR="0064534A" w:rsidRPr="00F24F66">
        <w:rPr>
          <w:rFonts w:eastAsia="標楷體" w:hint="eastAsia"/>
          <w:b/>
          <w:sz w:val="28"/>
          <w:szCs w:val="32"/>
        </w:rPr>
        <w:t>家</w:t>
      </w:r>
      <w:r w:rsidR="00A31102" w:rsidRPr="00F24F66">
        <w:rPr>
          <w:rFonts w:eastAsia="標楷體" w:hint="eastAsia"/>
          <w:b/>
          <w:sz w:val="28"/>
          <w:szCs w:val="32"/>
        </w:rPr>
        <w:t>計畫</w:t>
      </w:r>
    </w:p>
    <w:p w:rsidR="006A3DF6" w:rsidRPr="006A3DF6" w:rsidRDefault="006A3DF6" w:rsidP="000D6B88">
      <w:pPr>
        <w:wordWrap w:val="0"/>
        <w:snapToGrid w:val="0"/>
        <w:spacing w:line="400" w:lineRule="exact"/>
        <w:jc w:val="right"/>
        <w:rPr>
          <w:rFonts w:eastAsia="標楷體"/>
          <w:sz w:val="20"/>
          <w:szCs w:val="32"/>
        </w:rPr>
      </w:pPr>
      <w:r w:rsidRPr="006A3DF6">
        <w:rPr>
          <w:rFonts w:eastAsia="標楷體" w:hint="eastAsia"/>
          <w:sz w:val="20"/>
          <w:szCs w:val="32"/>
        </w:rPr>
        <w:t>新北教</w:t>
      </w:r>
      <w:r w:rsidR="00832C9A">
        <w:rPr>
          <w:rFonts w:eastAsia="標楷體" w:hint="eastAsia"/>
          <w:sz w:val="20"/>
          <w:szCs w:val="32"/>
        </w:rPr>
        <w:t>衛</w:t>
      </w:r>
      <w:r w:rsidRPr="006A3DF6">
        <w:rPr>
          <w:rFonts w:eastAsia="標楷體"/>
          <w:sz w:val="20"/>
          <w:szCs w:val="32"/>
        </w:rPr>
        <w:t>環</w:t>
      </w:r>
      <w:r w:rsidRPr="006A3DF6">
        <w:rPr>
          <w:rFonts w:eastAsia="標楷體" w:hint="eastAsia"/>
          <w:sz w:val="20"/>
          <w:szCs w:val="32"/>
        </w:rPr>
        <w:t>字第</w:t>
      </w:r>
      <w:r w:rsidR="0065141C">
        <w:rPr>
          <w:rFonts w:eastAsia="標楷體" w:hint="eastAsia"/>
          <w:sz w:val="20"/>
          <w:szCs w:val="32"/>
        </w:rPr>
        <w:t>1131081613</w:t>
      </w:r>
      <w:bookmarkStart w:id="0" w:name="_GoBack"/>
      <w:bookmarkEnd w:id="0"/>
      <w:r w:rsidRPr="006A3DF6">
        <w:rPr>
          <w:rFonts w:eastAsia="標楷體" w:hint="eastAsia"/>
          <w:sz w:val="20"/>
          <w:szCs w:val="32"/>
        </w:rPr>
        <w:t>號</w:t>
      </w:r>
      <w:r w:rsidRPr="006A3DF6">
        <w:rPr>
          <w:rFonts w:eastAsia="標楷體"/>
          <w:sz w:val="20"/>
          <w:szCs w:val="32"/>
        </w:rPr>
        <w:t>函</w:t>
      </w:r>
    </w:p>
    <w:p w:rsidR="00672CF2" w:rsidRPr="00AD4A56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 w:hAnsi="標楷體"/>
          <w:b/>
          <w:szCs w:val="28"/>
        </w:rPr>
      </w:pPr>
      <w:r w:rsidRPr="00AD4A56">
        <w:rPr>
          <w:rFonts w:eastAsia="標楷體" w:hAnsi="標楷體"/>
          <w:b/>
          <w:szCs w:val="28"/>
        </w:rPr>
        <w:t>計畫緣起</w:t>
      </w:r>
    </w:p>
    <w:p w:rsidR="0064534A" w:rsidRPr="0064534A" w:rsidRDefault="0064534A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64534A">
        <w:rPr>
          <w:rFonts w:eastAsia="標楷體" w:hAnsi="標楷體" w:hint="eastAsia"/>
        </w:rPr>
        <w:t>為落實環境教育法，並將永續發展理念推展到中小學課程與教學，本局自</w:t>
      </w:r>
      <w:r w:rsidRPr="0064534A">
        <w:rPr>
          <w:rFonts w:eastAsia="標楷體" w:hAnsi="標楷體" w:hint="eastAsia"/>
        </w:rPr>
        <w:t>101</w:t>
      </w:r>
      <w:r>
        <w:rPr>
          <w:rFonts w:eastAsia="標楷體" w:hAnsi="標楷體" w:hint="eastAsia"/>
        </w:rPr>
        <w:t>年以來持續以山林田野教育、海洋教育、溼地教育及諾亞方舟等議題</w:t>
      </w:r>
      <w:r w:rsidRPr="0064534A">
        <w:rPr>
          <w:rFonts w:eastAsia="標楷體" w:hAnsi="標楷體" w:hint="eastAsia"/>
        </w:rPr>
        <w:t>補助各校提出相關環境教育計畫。希冀藉此帶動本市中小學師生認識</w:t>
      </w:r>
      <w:r w:rsidR="00E140D7">
        <w:rPr>
          <w:rFonts w:eastAsia="標楷體" w:hAnsi="標楷體" w:hint="eastAsia"/>
        </w:rPr>
        <w:t>在地</w:t>
      </w:r>
      <w:r w:rsidRPr="0064534A">
        <w:rPr>
          <w:rFonts w:eastAsia="標楷體" w:hAnsi="標楷體" w:hint="eastAsia"/>
        </w:rPr>
        <w:t>並關心學校與社區</w:t>
      </w:r>
      <w:r w:rsidR="00E140D7">
        <w:rPr>
          <w:rFonts w:eastAsia="標楷體" w:hAnsi="標楷體" w:hint="eastAsia"/>
        </w:rPr>
        <w:t>週遭環境</w:t>
      </w:r>
      <w:r w:rsidRPr="0064534A">
        <w:rPr>
          <w:rFonts w:eastAsia="標楷體" w:hAnsi="標楷體" w:hint="eastAsia"/>
        </w:rPr>
        <w:t>生物多樣性等議題。</w:t>
      </w:r>
    </w:p>
    <w:p w:rsidR="0031616E" w:rsidRDefault="0031616E" w:rsidP="00AE5E5D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 w:rsidRPr="0031616E">
        <w:rPr>
          <w:rFonts w:eastAsia="標楷體" w:hAnsi="標楷體" w:hint="eastAsia"/>
        </w:rPr>
        <w:t>有</w:t>
      </w:r>
      <w:proofErr w:type="gramStart"/>
      <w:r w:rsidRPr="0031616E">
        <w:rPr>
          <w:rFonts w:eastAsia="標楷體" w:hAnsi="標楷體" w:hint="eastAsia"/>
        </w:rPr>
        <w:t>鑑</w:t>
      </w:r>
      <w:proofErr w:type="gramEnd"/>
      <w:r w:rsidRPr="0031616E">
        <w:rPr>
          <w:rFonts w:eastAsia="標楷體" w:hAnsi="標楷體" w:hint="eastAsia"/>
        </w:rPr>
        <w:t>於環境保育常淪為老生常談，為引起師生關注並擴大環境教育效益</w:t>
      </w:r>
      <w:r w:rsidR="0064534A" w:rsidRPr="0064534A">
        <w:rPr>
          <w:rFonts w:eastAsia="標楷體" w:hAnsi="標楷體" w:hint="eastAsia"/>
        </w:rPr>
        <w:t>，本計畫</w:t>
      </w:r>
      <w:r w:rsidR="002D3C5A">
        <w:rPr>
          <w:rFonts w:eastAsia="標楷體" w:hAnsi="標楷體" w:hint="eastAsia"/>
        </w:rPr>
        <w:t>以</w:t>
      </w:r>
      <w:r w:rsidR="0064534A" w:rsidRPr="0064534A">
        <w:rPr>
          <w:rFonts w:eastAsia="標楷體" w:hAnsi="標楷體" w:hint="eastAsia"/>
        </w:rPr>
        <w:t>保育類動物</w:t>
      </w:r>
      <w:r>
        <w:rPr>
          <w:rFonts w:eastAsia="標楷體" w:hAnsi="標楷體" w:hint="eastAsia"/>
        </w:rPr>
        <w:t>「穿山甲」為名，結合本市周遭山</w:t>
      </w:r>
      <w:r w:rsidR="00E140D7">
        <w:rPr>
          <w:rFonts w:eastAsia="標楷體" w:hAnsi="標楷體" w:hint="eastAsia"/>
        </w:rPr>
        <w:t>川</w:t>
      </w:r>
      <w:r>
        <w:rPr>
          <w:rFonts w:eastAsia="標楷體" w:hAnsi="標楷體" w:hint="eastAsia"/>
        </w:rPr>
        <w:t>環境</w:t>
      </w:r>
      <w:r w:rsidR="00E140D7">
        <w:rPr>
          <w:rFonts w:eastAsia="標楷體" w:hAnsi="標楷體" w:hint="eastAsia"/>
        </w:rPr>
        <w:t>特色</w:t>
      </w:r>
      <w:r>
        <w:rPr>
          <w:rFonts w:eastAsia="標楷體" w:hAnsi="標楷體" w:hint="eastAsia"/>
        </w:rPr>
        <w:t>，以</w:t>
      </w:r>
      <w:r w:rsidR="00E140D7">
        <w:rPr>
          <w:rFonts w:eastAsia="標楷體" w:hAnsi="標楷體" w:hint="eastAsia"/>
        </w:rPr>
        <w:t>營造</w:t>
      </w:r>
      <w:r>
        <w:rPr>
          <w:rFonts w:eastAsia="標楷體" w:hAnsi="標楷體" w:hint="eastAsia"/>
        </w:rPr>
        <w:t>校園棲地</w:t>
      </w:r>
      <w:r w:rsidR="00E140D7">
        <w:rPr>
          <w:rFonts w:eastAsia="標楷體" w:hAnsi="標楷體" w:hint="eastAsia"/>
        </w:rPr>
        <w:t>為動植物的家為主軸</w:t>
      </w:r>
      <w:r>
        <w:rPr>
          <w:rFonts w:eastAsia="標楷體" w:hAnsi="標楷體" w:hint="eastAsia"/>
        </w:rPr>
        <w:t>，訂定「</w:t>
      </w:r>
      <w:proofErr w:type="gramStart"/>
      <w:r>
        <w:rPr>
          <w:rFonts w:eastAsia="標楷體" w:hAnsi="標楷體" w:hint="eastAsia"/>
        </w:rPr>
        <w:t>川山</w:t>
      </w:r>
      <w:proofErr w:type="gramEnd"/>
      <w:r w:rsidR="0064534A">
        <w:rPr>
          <w:rFonts w:eastAsia="標楷體" w:hAnsi="標楷體" w:hint="eastAsia"/>
        </w:rPr>
        <w:t>家行動」，</w:t>
      </w:r>
      <w:r w:rsidR="00E140D7">
        <w:rPr>
          <w:rFonts w:eastAsia="標楷體" w:hAnsi="標楷體" w:hint="eastAsia"/>
        </w:rPr>
        <w:t>以</w:t>
      </w:r>
      <w:r>
        <w:rPr>
          <w:rFonts w:eastAsia="標楷體" w:hAnsi="標楷體" w:hint="eastAsia"/>
        </w:rPr>
        <w:t>山、川</w:t>
      </w:r>
      <w:r w:rsidR="00E140D7">
        <w:rPr>
          <w:rFonts w:eastAsia="標楷體" w:hAnsi="標楷體" w:hint="eastAsia"/>
        </w:rPr>
        <w:t>為家</w:t>
      </w:r>
      <w:r>
        <w:rPr>
          <w:rFonts w:eastAsia="標楷體" w:hAnsi="標楷體" w:hint="eastAsia"/>
        </w:rPr>
        <w:t>概念，協助校園棲地復原及多層次營造。</w:t>
      </w:r>
    </w:p>
    <w:p w:rsidR="000A2296" w:rsidRDefault="0031616E" w:rsidP="00105F38">
      <w:pPr>
        <w:snapToGrid w:val="0"/>
        <w:spacing w:line="400" w:lineRule="exact"/>
        <w:ind w:firstLineChars="200" w:firstLine="480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本計畫將以</w:t>
      </w:r>
      <w:r w:rsidR="0064534A" w:rsidRPr="0064534A">
        <w:rPr>
          <w:rFonts w:eastAsia="標楷體" w:hAnsi="標楷體" w:hint="eastAsia"/>
        </w:rPr>
        <w:t>永續發展指標中陸域生態</w:t>
      </w:r>
      <w:r>
        <w:rPr>
          <w:rFonts w:eastAsia="標楷體" w:hAnsi="標楷體" w:hint="eastAsia"/>
        </w:rPr>
        <w:t>(SDGs-15)</w:t>
      </w:r>
      <w:r w:rsidR="0064534A" w:rsidRPr="0064534A">
        <w:rPr>
          <w:rFonts w:eastAsia="標楷體" w:hAnsi="標楷體" w:hint="eastAsia"/>
        </w:rPr>
        <w:t>為主並結合夥伴關係</w:t>
      </w:r>
      <w:r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，由學校</w:t>
      </w:r>
      <w:r w:rsidR="001F6C4B">
        <w:rPr>
          <w:rFonts w:eastAsia="標楷體" w:hAnsi="標楷體" w:hint="eastAsia"/>
        </w:rPr>
        <w:t>擇定某種</w:t>
      </w:r>
      <w:r w:rsidR="005B1312">
        <w:rPr>
          <w:rFonts w:eastAsia="標楷體" w:hAnsi="標楷體" w:hint="eastAsia"/>
        </w:rPr>
        <w:t>動植物為</w:t>
      </w:r>
      <w:r w:rsidR="00FA2236">
        <w:rPr>
          <w:rFonts w:eastAsia="標楷體" w:hAnsi="標楷體" w:hint="eastAsia"/>
        </w:rPr>
        <w:t>焦點</w:t>
      </w:r>
      <w:r w:rsidR="0064534A" w:rsidRPr="0064534A">
        <w:rPr>
          <w:rFonts w:eastAsia="標楷體" w:hAnsi="標楷體" w:hint="eastAsia"/>
        </w:rPr>
        <w:t>物種，</w:t>
      </w:r>
      <w:r w:rsidR="00E140D7">
        <w:rPr>
          <w:rFonts w:eastAsia="標楷體" w:hAnsi="標楷體" w:hint="eastAsia"/>
        </w:rPr>
        <w:t>引發學習動機，</w:t>
      </w:r>
      <w:r w:rsidR="0064534A" w:rsidRPr="0064534A">
        <w:rPr>
          <w:rFonts w:eastAsia="標楷體" w:hAnsi="標楷體" w:hint="eastAsia"/>
        </w:rPr>
        <w:t>進行校園棲地營造進行復育</w:t>
      </w:r>
      <w:r>
        <w:rPr>
          <w:rFonts w:eastAsia="標楷體" w:hAnsi="標楷體" w:hint="eastAsia"/>
        </w:rPr>
        <w:t>及跨校交流分享</w:t>
      </w:r>
      <w:r w:rsidR="0064534A" w:rsidRPr="0064534A">
        <w:rPr>
          <w:rFonts w:eastAsia="標楷體" w:hAnsi="標楷體" w:hint="eastAsia"/>
        </w:rPr>
        <w:t>。</w:t>
      </w:r>
    </w:p>
    <w:p w:rsidR="00672CF2" w:rsidRPr="00AD4A56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 w:hAnsi="標楷體"/>
          <w:b/>
          <w:szCs w:val="28"/>
        </w:rPr>
        <w:t>計畫目標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eastAsia="標楷體" w:hAnsi="標楷體" w:hint="eastAsia"/>
        </w:rPr>
        <w:t>增進</w:t>
      </w:r>
      <w:r>
        <w:rPr>
          <w:rFonts w:eastAsia="標楷體" w:hAnsi="標楷體"/>
        </w:rPr>
        <w:t>師</w:t>
      </w:r>
      <w:r>
        <w:rPr>
          <w:rFonts w:eastAsia="標楷體" w:hAnsi="標楷體" w:hint="eastAsia"/>
        </w:rPr>
        <w:t>生</w:t>
      </w:r>
      <w:r>
        <w:rPr>
          <w:rFonts w:eastAsia="標楷體" w:hAnsi="標楷體"/>
        </w:rPr>
        <w:t>環境教育知能，</w:t>
      </w:r>
      <w:r w:rsidR="005B1312">
        <w:rPr>
          <w:rFonts w:eastAsia="標楷體" w:hAnsi="標楷體" w:hint="eastAsia"/>
        </w:rPr>
        <w:t>實踐陸域生態系保育及維護</w:t>
      </w:r>
      <w:r>
        <w:rPr>
          <w:rFonts w:eastAsia="標楷體" w:hAnsi="標楷體"/>
        </w:rPr>
        <w:t>。</w:t>
      </w:r>
    </w:p>
    <w:p w:rsidR="00672CF2" w:rsidRPr="00722DBE" w:rsidRDefault="00672CF2" w:rsidP="00AE5E5D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 w:rsidRPr="00722DBE">
        <w:rPr>
          <w:rFonts w:ascii="標楷體" w:eastAsia="標楷體" w:hAnsi="標楷體"/>
        </w:rPr>
        <w:t>建</w:t>
      </w:r>
      <w:proofErr w:type="gramStart"/>
      <w:r w:rsidR="005B1312" w:rsidRPr="00722DBE">
        <w:rPr>
          <w:rFonts w:ascii="標楷體" w:eastAsia="標楷體" w:hAnsi="標楷體"/>
        </w:rPr>
        <w:t>構環教</w:t>
      </w:r>
      <w:proofErr w:type="gramEnd"/>
      <w:r w:rsidR="005B1312" w:rsidRPr="00722DBE">
        <w:rPr>
          <w:rFonts w:ascii="標楷體" w:eastAsia="標楷體" w:hAnsi="標楷體" w:hint="eastAsia"/>
        </w:rPr>
        <w:t>資源</w:t>
      </w:r>
      <w:r w:rsidRPr="00722DBE">
        <w:rPr>
          <w:rFonts w:ascii="標楷體" w:eastAsia="標楷體" w:hAnsi="標楷體"/>
        </w:rPr>
        <w:t>分享平臺，</w:t>
      </w:r>
      <w:r w:rsidR="00722DBE">
        <w:rPr>
          <w:rFonts w:ascii="標楷體" w:eastAsia="標楷體" w:hAnsi="標楷體" w:hint="eastAsia"/>
        </w:rPr>
        <w:t>跨校</w:t>
      </w:r>
      <w:r w:rsidR="005B1312" w:rsidRPr="00722DBE">
        <w:rPr>
          <w:rFonts w:ascii="標楷體" w:eastAsia="標楷體" w:hAnsi="標楷體" w:hint="eastAsia"/>
        </w:rPr>
        <w:t>夥伴交流關係。</w:t>
      </w:r>
    </w:p>
    <w:p w:rsidR="000A2296" w:rsidRPr="00105F38" w:rsidRDefault="00D05D86" w:rsidP="00105F38">
      <w:pPr>
        <w:numPr>
          <w:ilvl w:val="0"/>
          <w:numId w:val="1"/>
        </w:numPr>
        <w:tabs>
          <w:tab w:val="num" w:pos="709"/>
        </w:tabs>
        <w:spacing w:line="400" w:lineRule="exact"/>
        <w:ind w:left="900" w:hanging="758"/>
        <w:rPr>
          <w:rFonts w:eastAsia="標楷體"/>
        </w:rPr>
      </w:pPr>
      <w:r>
        <w:rPr>
          <w:rFonts w:ascii="標楷體" w:eastAsia="標楷體" w:hAnsi="標楷體" w:hint="eastAsia"/>
        </w:rPr>
        <w:t>藉由焦點物種復育過程</w:t>
      </w:r>
      <w:r w:rsidR="00672A77">
        <w:rPr>
          <w:rFonts w:ascii="標楷體" w:eastAsia="標楷體" w:hAnsi="標楷體" w:hint="eastAsia"/>
        </w:rPr>
        <w:t>，結合</w:t>
      </w:r>
      <w:r w:rsidR="00722DBE">
        <w:rPr>
          <w:rFonts w:ascii="標楷體" w:eastAsia="標楷體" w:hAnsi="標楷體" w:hint="eastAsia"/>
        </w:rPr>
        <w:t>各領域教學</w:t>
      </w:r>
      <w:r w:rsidR="00672A77">
        <w:rPr>
          <w:rFonts w:ascii="標楷體" w:eastAsia="標楷體" w:hAnsi="標楷體" w:hint="eastAsia"/>
        </w:rPr>
        <w:t>建構特色校本課程。</w:t>
      </w:r>
    </w:p>
    <w:p w:rsidR="00672CF2" w:rsidRPr="00AD4A56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 w:hAnsi="標楷體"/>
          <w:b/>
          <w:szCs w:val="28"/>
        </w:rPr>
        <w:t>辦理單位</w:t>
      </w:r>
    </w:p>
    <w:p w:rsidR="00672CF2" w:rsidRDefault="00672CF2" w:rsidP="00AE5E5D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EF1FAF">
        <w:rPr>
          <w:rFonts w:eastAsia="標楷體" w:hAnsi="標楷體"/>
        </w:rPr>
        <w:t>主辦單位</w:t>
      </w:r>
      <w:r w:rsidRPr="00BF567A">
        <w:rPr>
          <w:rFonts w:eastAsia="標楷體" w:hAnsi="標楷體"/>
        </w:rPr>
        <w:t>：新北市政府教育局</w:t>
      </w:r>
    </w:p>
    <w:p w:rsidR="000A2296" w:rsidRPr="00105F38" w:rsidRDefault="00672CF2" w:rsidP="00105F38">
      <w:pPr>
        <w:numPr>
          <w:ilvl w:val="0"/>
          <w:numId w:val="6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B94F3B">
        <w:rPr>
          <w:rFonts w:eastAsia="標楷體" w:hAnsi="標楷體"/>
        </w:rPr>
        <w:t>承辦單位：新北市永續環境教育中心</w:t>
      </w:r>
      <w:r w:rsidR="009F76F4" w:rsidRPr="00B94F3B">
        <w:rPr>
          <w:rFonts w:eastAsia="標楷體" w:hAnsi="標楷體" w:hint="eastAsia"/>
        </w:rPr>
        <w:t>、新北市環境教育輔導團</w:t>
      </w:r>
      <w:r w:rsidR="00FF53F2" w:rsidRPr="00B94F3B">
        <w:rPr>
          <w:rFonts w:eastAsia="標楷體" w:hAnsi="標楷體" w:hint="eastAsia"/>
        </w:rPr>
        <w:t>。</w:t>
      </w:r>
    </w:p>
    <w:p w:rsidR="00672CF2" w:rsidRPr="00AD4A56" w:rsidRDefault="00C57FDB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 w:hAnsi="標楷體"/>
          <w:b/>
          <w:szCs w:val="28"/>
        </w:rPr>
        <w:t>計畫</w:t>
      </w:r>
      <w:r w:rsidR="00C04C36" w:rsidRPr="00AD4A56">
        <w:rPr>
          <w:rFonts w:eastAsia="標楷體" w:hAnsi="標楷體" w:hint="eastAsia"/>
          <w:b/>
          <w:szCs w:val="28"/>
        </w:rPr>
        <w:t>申請重要說明</w:t>
      </w:r>
    </w:p>
    <w:p w:rsidR="006A6ABA" w:rsidRDefault="00C04C36" w:rsidP="006A6ABA">
      <w:pPr>
        <w:numPr>
          <w:ilvl w:val="0"/>
          <w:numId w:val="23"/>
        </w:numPr>
        <w:tabs>
          <w:tab w:val="clear" w:pos="2324"/>
          <w:tab w:val="num" w:pos="709"/>
        </w:tabs>
        <w:spacing w:line="400" w:lineRule="exact"/>
        <w:ind w:hanging="2182"/>
        <w:rPr>
          <w:rFonts w:eastAsia="標楷體" w:hAnsi="標楷體"/>
        </w:rPr>
      </w:pPr>
      <w:r>
        <w:rPr>
          <w:rFonts w:eastAsia="標楷體" w:hAnsi="標楷體" w:hint="eastAsia"/>
        </w:rPr>
        <w:t>計畫</w:t>
      </w:r>
      <w:r w:rsidR="00174710">
        <w:rPr>
          <w:rFonts w:eastAsia="標楷體" w:hAnsi="標楷體" w:hint="eastAsia"/>
        </w:rPr>
        <w:t>主軸：</w:t>
      </w:r>
    </w:p>
    <w:p w:rsidR="00C04C36" w:rsidRPr="006A6ABA" w:rsidRDefault="00A7108B" w:rsidP="006A6ABA">
      <w:pPr>
        <w:spacing w:line="400" w:lineRule="exact"/>
        <w:ind w:left="709"/>
        <w:rPr>
          <w:rFonts w:eastAsia="標楷體" w:hAnsi="標楷體"/>
        </w:rPr>
      </w:pPr>
      <w:r w:rsidRPr="006A6ABA">
        <w:rPr>
          <w:rFonts w:eastAsia="標楷體" w:hAnsi="標楷體" w:hint="eastAsia"/>
        </w:rPr>
        <w:t>應符合環境教育範疇，從環境覺知與敏感度、環境概念知識、環境價值觀與態度、環境行動技能與環境行動經驗五大層面，並以擇定校園內焦點物種規劃課程大綱，</w:t>
      </w:r>
      <w:r w:rsidR="00174710" w:rsidRPr="006A6ABA">
        <w:rPr>
          <w:rFonts w:eastAsia="標楷體" w:hAnsi="標楷體" w:hint="eastAsia"/>
        </w:rPr>
        <w:t>並</w:t>
      </w:r>
      <w:r w:rsidRPr="006A6ABA">
        <w:rPr>
          <w:rFonts w:eastAsia="標楷體" w:hAnsi="標楷體" w:hint="eastAsia"/>
        </w:rPr>
        <w:t>協助</w:t>
      </w:r>
      <w:proofErr w:type="gramStart"/>
      <w:r w:rsidRPr="006A6ABA">
        <w:rPr>
          <w:rFonts w:eastAsia="標楷體" w:hAnsi="標楷體" w:hint="eastAsia"/>
        </w:rPr>
        <w:t>校</w:t>
      </w:r>
      <w:r w:rsidR="002D3C5A" w:rsidRPr="006A6ABA">
        <w:rPr>
          <w:rFonts w:eastAsia="標楷體" w:hAnsi="標楷體" w:hint="eastAsia"/>
        </w:rPr>
        <w:t>園</w:t>
      </w:r>
      <w:r w:rsidRPr="006A6ABA">
        <w:rPr>
          <w:rFonts w:eastAsia="標楷體" w:hAnsi="標楷體" w:hint="eastAsia"/>
        </w:rPr>
        <w:t>內棲地</w:t>
      </w:r>
      <w:proofErr w:type="gramEnd"/>
      <w:r w:rsidRPr="006A6ABA">
        <w:rPr>
          <w:rFonts w:eastAsia="標楷體" w:hAnsi="標楷體" w:hint="eastAsia"/>
        </w:rPr>
        <w:t>復原及多層次綠化。</w:t>
      </w:r>
    </w:p>
    <w:p w:rsidR="00174710" w:rsidRDefault="00174710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>
        <w:rPr>
          <w:rFonts w:eastAsia="標楷體" w:hAnsi="標楷體" w:hint="eastAsia"/>
        </w:rPr>
        <w:t>補助類型說明：</w:t>
      </w:r>
    </w:p>
    <w:p w:rsidR="00174710" w:rsidRPr="00222A0E" w:rsidRDefault="00103492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 w:hanging="414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綠蔭聯盟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40</w:t>
      </w:r>
      <w:r w:rsidR="00174710" w:rsidRPr="00222A0E">
        <w:rPr>
          <w:rFonts w:eastAsia="標楷體" w:hAnsi="標楷體" w:hint="eastAsia"/>
        </w:rPr>
        <w:t>萬元</w:t>
      </w:r>
      <w:r w:rsidR="00D36EDE" w:rsidRPr="00222A0E">
        <w:rPr>
          <w:rFonts w:eastAsia="標楷體" w:hAnsi="標楷體" w:hint="eastAsia"/>
        </w:rPr>
        <w:t>，預計補助</w:t>
      </w:r>
      <w:r w:rsidR="00AE5E5D">
        <w:rPr>
          <w:rFonts w:eastAsia="標楷體" w:hAnsi="標楷體" w:hint="eastAsia"/>
        </w:rPr>
        <w:t>5</w:t>
      </w:r>
      <w:r w:rsidR="00D36EDE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D36EDE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申請學校本身應推動環境教育方案至少</w:t>
      </w:r>
      <w:r w:rsidR="004E7BD2">
        <w:rPr>
          <w:rFonts w:eastAsia="標楷體" w:hAnsi="標楷體" w:hint="eastAsia"/>
        </w:rPr>
        <w:t>2</w:t>
      </w:r>
      <w:r>
        <w:rPr>
          <w:rFonts w:eastAsia="標楷體" w:hAnsi="標楷體" w:hint="eastAsia"/>
        </w:rPr>
        <w:t>年以上，並具備課程大綱，作為</w:t>
      </w:r>
      <w:r w:rsidR="00642C03">
        <w:rPr>
          <w:rFonts w:eastAsia="標楷體" w:hAnsi="標楷體" w:hint="eastAsia"/>
        </w:rPr>
        <w:t>示範</w:t>
      </w:r>
      <w:r>
        <w:rPr>
          <w:rFonts w:eastAsia="標楷體" w:hAnsi="標楷體" w:hint="eastAsia"/>
        </w:rPr>
        <w:t>學校協助其他學校</w:t>
      </w:r>
      <w:r>
        <w:rPr>
          <w:rFonts w:eastAsia="標楷體" w:hAnsi="標楷體" w:hint="eastAsia"/>
        </w:rPr>
        <w:t>(</w:t>
      </w:r>
      <w:r>
        <w:rPr>
          <w:rFonts w:eastAsia="標楷體" w:hAnsi="標楷體" w:hint="eastAsia"/>
        </w:rPr>
        <w:t>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校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，共同推動環境教育課程，並進行跨校</w:t>
      </w:r>
      <w:proofErr w:type="gramStart"/>
      <w:r>
        <w:rPr>
          <w:rFonts w:eastAsia="標楷體" w:hAnsi="標楷體" w:hint="eastAsia"/>
        </w:rPr>
        <w:t>共同備課</w:t>
      </w:r>
      <w:proofErr w:type="gramEnd"/>
      <w:r>
        <w:rPr>
          <w:rFonts w:eastAsia="標楷體" w:hAnsi="標楷體" w:hint="eastAsia"/>
        </w:rPr>
        <w:t>，以及行政、教學資源互相支援，以實踐</w:t>
      </w:r>
      <w:r w:rsidRPr="00D36EDE">
        <w:rPr>
          <w:rFonts w:eastAsia="標楷體" w:hAnsi="標楷體" w:hint="eastAsia"/>
        </w:rPr>
        <w:t>(SDGs-17)</w:t>
      </w:r>
      <w:r>
        <w:rPr>
          <w:rFonts w:eastAsia="標楷體" w:hAnsi="標楷體" w:hint="eastAsia"/>
        </w:rPr>
        <w:t>夥伴關係精神。</w:t>
      </w:r>
    </w:p>
    <w:p w:rsidR="00D36EDE" w:rsidRPr="004E7BD2" w:rsidRDefault="00D36EDE" w:rsidP="00AE5E5D">
      <w:pPr>
        <w:pStyle w:val="a4"/>
        <w:numPr>
          <w:ilvl w:val="0"/>
          <w:numId w:val="14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申請本類型學校如經委員審查</w:t>
      </w:r>
      <w:r w:rsidR="004E7BD2" w:rsidRPr="004E7BD2">
        <w:rPr>
          <w:rFonts w:eastAsia="標楷體" w:hAnsi="標楷體" w:hint="eastAsia"/>
        </w:rPr>
        <w:t>如未符合綠蔭聯盟學校實質內涵，可由委員決議後，</w:t>
      </w:r>
      <w:proofErr w:type="gramStart"/>
      <w:r w:rsidR="00443BD6">
        <w:rPr>
          <w:rFonts w:eastAsia="標楷體" w:hAnsi="標楷體" w:hint="eastAsia"/>
        </w:rPr>
        <w:t>逕</w:t>
      </w:r>
      <w:proofErr w:type="gramEnd"/>
      <w:r w:rsidR="0099723C">
        <w:rPr>
          <w:rFonts w:eastAsia="標楷體" w:hAnsi="標楷體" w:hint="eastAsia"/>
        </w:rPr>
        <w:t>為</w:t>
      </w:r>
      <w:r w:rsidR="004E7BD2" w:rsidRPr="004E7BD2">
        <w:rPr>
          <w:rFonts w:eastAsia="標楷體" w:hAnsi="標楷體" w:hint="eastAsia"/>
        </w:rPr>
        <w:t>改列</w:t>
      </w:r>
      <w:r w:rsidR="009F6AA6">
        <w:rPr>
          <w:rFonts w:eastAsia="標楷體" w:hAnsi="標楷體" w:hint="eastAsia"/>
        </w:rPr>
        <w:t>新苗</w:t>
      </w:r>
      <w:r w:rsidR="004E7BD2" w:rsidRPr="004E7BD2">
        <w:rPr>
          <w:rFonts w:eastAsia="標楷體" w:hAnsi="標楷體" w:hint="eastAsia"/>
        </w:rPr>
        <w:t>學校。</w:t>
      </w:r>
    </w:p>
    <w:p w:rsidR="00174710" w:rsidRPr="00222A0E" w:rsidRDefault="00E401A1" w:rsidP="00AE5E5D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lastRenderedPageBreak/>
        <w:t>新苗</w:t>
      </w:r>
      <w:r w:rsidR="00174710" w:rsidRPr="00AE5E5D">
        <w:rPr>
          <w:rFonts w:eastAsia="標楷體" w:hAnsi="標楷體" w:hint="eastAsia"/>
          <w:b/>
        </w:rPr>
        <w:t>學校</w:t>
      </w:r>
      <w:r w:rsidR="00174710"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="00174710" w:rsidRPr="00222A0E">
        <w:rPr>
          <w:rFonts w:eastAsia="標楷體" w:hAnsi="標楷體" w:hint="eastAsia"/>
        </w:rPr>
        <w:t>補助上限為</w:t>
      </w:r>
      <w:r w:rsidR="00174710" w:rsidRPr="00222A0E">
        <w:rPr>
          <w:rFonts w:eastAsia="標楷體" w:hAnsi="標楷體" w:hint="eastAsia"/>
        </w:rPr>
        <w:t>20</w:t>
      </w:r>
      <w:r w:rsidR="00174710"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642C03" w:rsidRPr="00222A0E">
        <w:rPr>
          <w:rFonts w:eastAsia="標楷體" w:hAnsi="標楷體" w:hint="eastAsia"/>
        </w:rPr>
        <w:t>10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4E7BD2" w:rsidRDefault="004E7BD2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E7BD2">
        <w:rPr>
          <w:rFonts w:eastAsia="標楷體" w:hAnsi="標楷體" w:hint="eastAsia"/>
        </w:rPr>
        <w:t>申請學校本身應推動環境教育方案至少</w:t>
      </w:r>
      <w:r>
        <w:rPr>
          <w:rFonts w:eastAsia="標楷體" w:hAnsi="標楷體" w:hint="eastAsia"/>
        </w:rPr>
        <w:t>1</w:t>
      </w:r>
      <w:r>
        <w:rPr>
          <w:rFonts w:eastAsia="標楷體" w:hAnsi="標楷體" w:hint="eastAsia"/>
        </w:rPr>
        <w:t>年以上，</w:t>
      </w:r>
      <w:r w:rsidR="00222A0E">
        <w:rPr>
          <w:rFonts w:eastAsia="標楷體" w:hAnsi="標楷體" w:hint="eastAsia"/>
        </w:rPr>
        <w:t>並具備</w:t>
      </w:r>
      <w:r w:rsidR="00642C03">
        <w:rPr>
          <w:rFonts w:eastAsia="標楷體" w:hAnsi="標楷體" w:hint="eastAsia"/>
        </w:rPr>
        <w:t>課程大</w:t>
      </w:r>
      <w:r w:rsidR="00443BD6">
        <w:rPr>
          <w:rFonts w:eastAsia="標楷體" w:hAnsi="標楷體" w:hint="eastAsia"/>
        </w:rPr>
        <w:t>綱應呼應學校本位課程，並整體設計學習內容及學習表現評量，系統性規劃各學習階段素養目標，進行主題課程或方案課程規劃。</w:t>
      </w:r>
    </w:p>
    <w:p w:rsidR="00174710" w:rsidRPr="00443BD6" w:rsidRDefault="00443BD6" w:rsidP="00AE5E5D">
      <w:pPr>
        <w:pStyle w:val="a4"/>
        <w:numPr>
          <w:ilvl w:val="0"/>
          <w:numId w:val="15"/>
        </w:numPr>
        <w:snapToGrid w:val="0"/>
        <w:spacing w:line="400" w:lineRule="exact"/>
        <w:ind w:leftChars="0" w:left="709" w:hanging="283"/>
        <w:jc w:val="both"/>
        <w:rPr>
          <w:rFonts w:eastAsia="標楷體" w:hAnsi="標楷體"/>
        </w:rPr>
      </w:pPr>
      <w:r w:rsidRPr="00443BD6">
        <w:rPr>
          <w:rFonts w:eastAsia="標楷體" w:hAnsi="標楷體" w:hint="eastAsia"/>
        </w:rPr>
        <w:t>申請本類型學校如經委員審查如未符合</w:t>
      </w:r>
      <w:r w:rsidR="0099723C">
        <w:rPr>
          <w:rFonts w:eastAsia="標楷體" w:hAnsi="標楷體" w:hint="eastAsia"/>
        </w:rPr>
        <w:t>新苗</w:t>
      </w:r>
      <w:r w:rsidRPr="00443BD6">
        <w:rPr>
          <w:rFonts w:eastAsia="標楷體" w:hAnsi="標楷體" w:hint="eastAsia"/>
        </w:rPr>
        <w:t>學校實質內涵，可由委員決議後，</w:t>
      </w:r>
      <w:proofErr w:type="gramStart"/>
      <w:r>
        <w:rPr>
          <w:rFonts w:eastAsia="標楷體" w:hAnsi="標楷體" w:hint="eastAsia"/>
        </w:rPr>
        <w:t>逕</w:t>
      </w:r>
      <w:proofErr w:type="gramEnd"/>
      <w:r w:rsidR="0099723C">
        <w:rPr>
          <w:rFonts w:eastAsia="標楷體" w:hAnsi="標楷體" w:hint="eastAsia"/>
        </w:rPr>
        <w:t>為</w:t>
      </w:r>
      <w:r>
        <w:rPr>
          <w:rFonts w:eastAsia="標楷體" w:hAnsi="標楷體" w:hint="eastAsia"/>
        </w:rPr>
        <w:t>改列種子</w:t>
      </w:r>
      <w:r w:rsidRPr="00443BD6">
        <w:rPr>
          <w:rFonts w:eastAsia="標楷體" w:hAnsi="標楷體" w:hint="eastAsia"/>
        </w:rPr>
        <w:t>學校。</w:t>
      </w:r>
    </w:p>
    <w:p w:rsidR="006A6ABA" w:rsidRDefault="00174710" w:rsidP="006A6ABA">
      <w:pPr>
        <w:pStyle w:val="a4"/>
        <w:numPr>
          <w:ilvl w:val="4"/>
          <w:numId w:val="2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AE5E5D">
        <w:rPr>
          <w:rFonts w:eastAsia="標楷體" w:hAnsi="標楷體" w:hint="eastAsia"/>
          <w:b/>
        </w:rPr>
        <w:t>種子學校</w:t>
      </w:r>
      <w:r w:rsidRPr="00222A0E">
        <w:rPr>
          <w:rFonts w:eastAsia="標楷體" w:hAnsi="標楷體" w:hint="eastAsia"/>
        </w:rPr>
        <w:t>：</w:t>
      </w:r>
      <w:r w:rsidR="0099723C">
        <w:rPr>
          <w:rFonts w:eastAsia="標楷體" w:hAnsi="標楷體" w:hint="eastAsia"/>
        </w:rPr>
        <w:t>（</w:t>
      </w:r>
      <w:r w:rsidRPr="00222A0E">
        <w:rPr>
          <w:rFonts w:eastAsia="標楷體" w:hAnsi="標楷體" w:hint="eastAsia"/>
        </w:rPr>
        <w:t>補助上限為</w:t>
      </w:r>
      <w:r w:rsidR="008E2F8C">
        <w:rPr>
          <w:rFonts w:eastAsia="標楷體" w:hAnsi="標楷體" w:hint="eastAsia"/>
        </w:rPr>
        <w:t>6</w:t>
      </w:r>
      <w:r w:rsidRPr="00222A0E">
        <w:rPr>
          <w:rFonts w:eastAsia="標楷體" w:hAnsi="標楷體" w:hint="eastAsia"/>
        </w:rPr>
        <w:t>萬元</w:t>
      </w:r>
      <w:r w:rsidR="00642C03" w:rsidRPr="00222A0E">
        <w:rPr>
          <w:rFonts w:eastAsia="標楷體" w:hAnsi="標楷體" w:hint="eastAsia"/>
        </w:rPr>
        <w:t>，預計補助</w:t>
      </w:r>
      <w:r w:rsidR="008E2F8C">
        <w:rPr>
          <w:rFonts w:eastAsia="標楷體" w:hAnsi="標楷體" w:hint="eastAsia"/>
        </w:rPr>
        <w:t>2</w:t>
      </w:r>
      <w:r w:rsidR="00AE5E5D">
        <w:rPr>
          <w:rFonts w:eastAsia="標楷體" w:hAnsi="標楷體" w:hint="eastAsia"/>
        </w:rPr>
        <w:t>5</w:t>
      </w:r>
      <w:r w:rsidR="00642C03" w:rsidRPr="00222A0E">
        <w:rPr>
          <w:rFonts w:eastAsia="標楷體" w:hAnsi="標楷體" w:hint="eastAsia"/>
        </w:rPr>
        <w:t>案</w:t>
      </w:r>
      <w:r w:rsidR="0099723C">
        <w:rPr>
          <w:rFonts w:eastAsia="標楷體" w:hAnsi="標楷體" w:hint="eastAsia"/>
        </w:rPr>
        <w:t>）</w:t>
      </w:r>
    </w:p>
    <w:p w:rsidR="005F7140" w:rsidRPr="006A6ABA" w:rsidRDefault="00222A0E" w:rsidP="006A6ABA">
      <w:pPr>
        <w:pStyle w:val="a4"/>
        <w:snapToGrid w:val="0"/>
        <w:spacing w:line="400" w:lineRule="exact"/>
        <w:ind w:leftChars="0" w:left="698"/>
        <w:jc w:val="both"/>
        <w:rPr>
          <w:rFonts w:eastAsia="標楷體" w:hAnsi="標楷體"/>
        </w:rPr>
      </w:pPr>
      <w:r w:rsidRPr="006A6ABA">
        <w:rPr>
          <w:rFonts w:eastAsia="標楷體" w:hAnsi="標楷體" w:hint="eastAsia"/>
        </w:rPr>
        <w:t>申請學校擇定某種動植物為焦點物種，設計主題式課程，應呼應學校本位課程，並整體設計學習內容及學習表現評量，系統性規劃各學習階段素養目標，進行主題課程或方案課程規劃即可</w:t>
      </w:r>
      <w:r w:rsidR="002D3C5A" w:rsidRPr="006A6ABA">
        <w:rPr>
          <w:rFonts w:eastAsia="標楷體" w:hAnsi="標楷體" w:hint="eastAsia"/>
        </w:rPr>
        <w:t>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164C7B">
        <w:rPr>
          <w:rFonts w:eastAsia="標楷體" w:hAnsi="標楷體" w:hint="eastAsia"/>
        </w:rPr>
        <w:t>申請程序：</w:t>
      </w:r>
    </w:p>
    <w:p w:rsidR="00672CF2" w:rsidRPr="00222A0E" w:rsidRDefault="00672CF2" w:rsidP="00AE5E5D">
      <w:pPr>
        <w:pStyle w:val="a4"/>
        <w:numPr>
          <w:ilvl w:val="0"/>
          <w:numId w:val="24"/>
        </w:numPr>
        <w:tabs>
          <w:tab w:val="num" w:pos="851"/>
        </w:tabs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int="eastAsia"/>
        </w:rPr>
        <w:t>本計畫</w:t>
      </w:r>
      <w:r w:rsidR="002D64DD">
        <w:rPr>
          <w:rFonts w:eastAsia="標楷體" w:hAnsi="標楷體" w:hint="eastAsia"/>
          <w:color w:val="000000"/>
        </w:rPr>
        <w:t>申請資料為：計畫書及</w:t>
      </w:r>
      <w:r w:rsidR="00D36166" w:rsidRPr="00222A0E">
        <w:rPr>
          <w:rFonts w:eastAsia="標楷體" w:hAnsi="標楷體" w:hint="eastAsia"/>
          <w:color w:val="000000"/>
        </w:rPr>
        <w:t>授權書</w:t>
      </w:r>
      <w:r w:rsidR="00D1632B" w:rsidRPr="00222A0E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222A0E">
        <w:rPr>
          <w:rFonts w:eastAsia="標楷體" w:hAnsi="標楷體" w:hint="eastAsia"/>
        </w:rPr>
        <w:t>請</w:t>
      </w:r>
      <w:r w:rsidRPr="006E59DC">
        <w:rPr>
          <w:rFonts w:eastAsia="標楷體" w:hAnsi="標楷體" w:hint="eastAsia"/>
          <w:color w:val="000000"/>
        </w:rPr>
        <w:t>於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1D2D28">
        <w:rPr>
          <w:rFonts w:eastAsia="標楷體" w:hAnsi="標楷體"/>
          <w:color w:val="000000"/>
        </w:rPr>
        <w:t>3</w:t>
      </w:r>
      <w:r w:rsidRPr="006E59DC">
        <w:rPr>
          <w:rFonts w:eastAsia="標楷體" w:hAnsi="標楷體" w:hint="eastAsia"/>
          <w:color w:val="000000"/>
        </w:rPr>
        <w:t>年</w:t>
      </w:r>
      <w:r w:rsidR="001D2D28">
        <w:rPr>
          <w:rFonts w:eastAsia="標楷體" w:hAnsi="標楷體"/>
          <w:color w:val="000000"/>
        </w:rPr>
        <w:t>7</w:t>
      </w:r>
      <w:r w:rsidRPr="006E59DC">
        <w:rPr>
          <w:rFonts w:eastAsia="標楷體" w:hAnsi="標楷體" w:hint="eastAsia"/>
          <w:color w:val="000000"/>
        </w:rPr>
        <w:t>月</w:t>
      </w:r>
      <w:r w:rsidR="001D2D28">
        <w:rPr>
          <w:rFonts w:eastAsia="標楷體" w:hAnsi="標楷體"/>
          <w:color w:val="000000"/>
        </w:rPr>
        <w:t>31</w:t>
      </w:r>
      <w:r w:rsidRPr="006E59DC">
        <w:rPr>
          <w:rFonts w:eastAsia="標楷體" w:hAnsi="標楷體" w:hint="eastAsia"/>
          <w:color w:val="000000"/>
        </w:rPr>
        <w:t>日</w:t>
      </w:r>
      <w:r w:rsidR="002D64DD" w:rsidRPr="006E59DC">
        <w:rPr>
          <w:rFonts w:eastAsia="標楷體" w:hAnsi="標楷體" w:hint="eastAsia"/>
          <w:color w:val="000000"/>
        </w:rPr>
        <w:t>（星期</w:t>
      </w:r>
      <w:r w:rsidR="001D2D28">
        <w:rPr>
          <w:rFonts w:eastAsia="標楷體" w:hAnsi="標楷體" w:hint="eastAsia"/>
          <w:color w:val="000000"/>
        </w:rPr>
        <w:t>三</w:t>
      </w:r>
      <w:r w:rsidR="000D6B88" w:rsidRPr="006E59DC">
        <w:rPr>
          <w:rFonts w:eastAsia="標楷體" w:hAnsi="標楷體" w:hint="eastAsia"/>
          <w:color w:val="000000"/>
        </w:rPr>
        <w:t>）</w:t>
      </w:r>
      <w:r w:rsidR="000D6B88">
        <w:rPr>
          <w:rFonts w:eastAsia="標楷體" w:hAnsi="標楷體" w:hint="eastAsia"/>
        </w:rPr>
        <w:t>前</w:t>
      </w:r>
      <w:r w:rsidRPr="00222A0E">
        <w:rPr>
          <w:rFonts w:eastAsia="標楷體" w:hAnsi="標楷體" w:hint="eastAsia"/>
        </w:rPr>
        <w:t>將申請計畫電子檔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含計畫</w:t>
      </w:r>
      <w:r w:rsidR="00351C25">
        <w:rPr>
          <w:rFonts w:eastAsia="標楷體" w:hAnsi="標楷體" w:hint="eastAsia"/>
        </w:rPr>
        <w:t>及</w:t>
      </w:r>
      <w:r w:rsidRPr="00222A0E">
        <w:rPr>
          <w:rFonts w:eastAsia="標楷體" w:hAnsi="標楷體" w:hint="eastAsia"/>
        </w:rPr>
        <w:t>所有附件之</w:t>
      </w:r>
      <w:r w:rsidRPr="00222A0E">
        <w:rPr>
          <w:rFonts w:eastAsia="標楷體" w:hAnsi="標楷體" w:hint="eastAsia"/>
        </w:rPr>
        <w:t>word</w:t>
      </w:r>
      <w:r w:rsidRPr="00222A0E">
        <w:rPr>
          <w:rFonts w:eastAsia="標楷體" w:hAnsi="標楷體" w:hint="eastAsia"/>
        </w:rPr>
        <w:t>檔及簽名核章之</w:t>
      </w:r>
      <w:r w:rsidRPr="00222A0E">
        <w:rPr>
          <w:rFonts w:eastAsia="標楷體" w:hAnsi="標楷體" w:hint="eastAsia"/>
        </w:rPr>
        <w:t>pdf</w:t>
      </w:r>
      <w:r w:rsidRPr="00222A0E">
        <w:rPr>
          <w:rFonts w:eastAsia="標楷體" w:hAnsi="標楷體" w:hint="eastAsia"/>
        </w:rPr>
        <w:t>檔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上傳至新北市永續環境教育</w:t>
      </w:r>
      <w:r w:rsidRPr="006E59DC">
        <w:rPr>
          <w:rFonts w:eastAsia="標楷體" w:hAnsi="標楷體" w:hint="eastAsia"/>
          <w:color w:val="000000"/>
        </w:rPr>
        <w:t>中心「</w:t>
      </w:r>
      <w:r w:rsidRPr="006E59DC">
        <w:rPr>
          <w:rFonts w:eastAsia="標楷體" w:hAnsi="標楷體" w:hint="eastAsia"/>
          <w:color w:val="000000"/>
        </w:rPr>
        <w:t>1</w:t>
      </w:r>
      <w:r w:rsidR="000D6B88" w:rsidRPr="006E59DC">
        <w:rPr>
          <w:rFonts w:eastAsia="標楷體" w:hAnsi="標楷體"/>
          <w:color w:val="000000"/>
        </w:rPr>
        <w:t>1</w:t>
      </w:r>
      <w:r w:rsidR="001D2D28">
        <w:rPr>
          <w:rFonts w:eastAsia="標楷體" w:hAnsi="標楷體" w:hint="eastAsia"/>
          <w:color w:val="000000"/>
        </w:rPr>
        <w:t>3</w:t>
      </w:r>
      <w:r w:rsidRPr="006E59DC">
        <w:rPr>
          <w:rFonts w:eastAsia="標楷體" w:hAnsi="標楷體" w:hint="eastAsia"/>
          <w:color w:val="000000"/>
        </w:rPr>
        <w:t>學年度環境教育方案</w:t>
      </w:r>
      <w:r w:rsidRPr="006E59DC">
        <w:rPr>
          <w:rFonts w:eastAsia="標楷體" w:hAnsi="標楷體" w:hint="eastAsia"/>
          <w:color w:val="000000"/>
        </w:rPr>
        <w:t>2.0</w:t>
      </w:r>
      <w:proofErr w:type="gramStart"/>
      <w:r w:rsidRPr="006E59DC">
        <w:rPr>
          <w:rFonts w:eastAsia="標楷體" w:hAnsi="標楷體" w:hint="eastAsia"/>
          <w:color w:val="000000"/>
        </w:rPr>
        <w:t>－川山</w:t>
      </w:r>
      <w:proofErr w:type="gramEnd"/>
      <w:r w:rsidRPr="006E59DC">
        <w:rPr>
          <w:rFonts w:eastAsia="標楷體" w:hAnsi="標楷體" w:hint="eastAsia"/>
          <w:color w:val="000000"/>
        </w:rPr>
        <w:t>家計畫</w:t>
      </w:r>
      <w:r w:rsidR="001E5D00">
        <w:rPr>
          <w:rFonts w:eastAsia="標楷體" w:hAnsi="標楷體" w:hint="eastAsia"/>
          <w:color w:val="000000"/>
        </w:rPr>
        <w:t>申請</w:t>
      </w:r>
      <w:proofErr w:type="gramStart"/>
      <w:r w:rsidRPr="006E59DC">
        <w:rPr>
          <w:rFonts w:eastAsia="標楷體" w:hAnsi="標楷體" w:hint="eastAsia"/>
          <w:color w:val="000000"/>
        </w:rPr>
        <w:t>上傳</w:t>
      </w:r>
      <w:proofErr w:type="gramEnd"/>
      <w:r w:rsidRPr="006E59DC">
        <w:rPr>
          <w:rFonts w:eastAsia="標楷體" w:hAnsi="標楷體" w:hint="eastAsia"/>
          <w:color w:val="000000"/>
        </w:rPr>
        <w:t>區」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網址</w:t>
      </w:r>
      <w:r w:rsidRPr="006E59DC">
        <w:rPr>
          <w:rFonts w:eastAsia="標楷體" w:hAnsi="標楷體" w:hint="eastAsia"/>
          <w:color w:val="000000"/>
        </w:rPr>
        <w:t xml:space="preserve">: </w:t>
      </w:r>
      <w:proofErr w:type="gramStart"/>
      <w:r w:rsidR="00D03482" w:rsidRPr="00D03482">
        <w:rPr>
          <w:rFonts w:eastAsia="標楷體" w:hAnsi="標楷體"/>
          <w:color w:val="000000"/>
        </w:rPr>
        <w:t>https://www.sdec.ntpc.edu.tw/p/423-1000-407.php?Lang=zh-tw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，</w:t>
      </w:r>
      <w:proofErr w:type="gramEnd"/>
      <w:r w:rsidRPr="006E59DC">
        <w:rPr>
          <w:rFonts w:eastAsia="標楷體" w:hAnsi="標楷體" w:hint="eastAsia"/>
          <w:color w:val="000000"/>
          <w:u w:val="single"/>
        </w:rPr>
        <w:t>逾期或使用舊計畫格式不予受理</w:t>
      </w:r>
      <w:r w:rsidRPr="006E59DC">
        <w:rPr>
          <w:rFonts w:eastAsia="標楷體" w:hAnsi="標楷體" w:hint="eastAsia"/>
          <w:color w:val="000000"/>
        </w:rPr>
        <w:t>。</w:t>
      </w:r>
    </w:p>
    <w:p w:rsidR="00222A0E" w:rsidRPr="006E59DC" w:rsidRDefault="00222A0E" w:rsidP="00AE5E5D">
      <w:pPr>
        <w:pStyle w:val="a4"/>
        <w:numPr>
          <w:ilvl w:val="0"/>
          <w:numId w:val="24"/>
        </w:numPr>
        <w:snapToGrid w:val="0"/>
        <w:spacing w:line="400" w:lineRule="exact"/>
        <w:ind w:leftChars="0"/>
        <w:jc w:val="both"/>
        <w:rPr>
          <w:rFonts w:eastAsia="標楷體" w:hAnsi="標楷體"/>
          <w:color w:val="000000"/>
        </w:rPr>
      </w:pPr>
      <w:r w:rsidRPr="006E59DC">
        <w:rPr>
          <w:rFonts w:eastAsia="標楷體" w:hAnsi="標楷體" w:hint="eastAsia"/>
          <w:color w:val="000000"/>
        </w:rPr>
        <w:t>申請計畫檔案名稱：</w:t>
      </w:r>
      <w:r w:rsidR="00F246CC" w:rsidRPr="006E59DC">
        <w:rPr>
          <w:rFonts w:eastAsia="標楷體" w:hAnsi="標楷體"/>
          <w:color w:val="000000"/>
        </w:rPr>
        <w:t>11</w:t>
      </w:r>
      <w:r w:rsidR="001D2D28">
        <w:rPr>
          <w:rFonts w:eastAsia="標楷體" w:hAnsi="標楷體" w:hint="eastAsia"/>
          <w:color w:val="000000"/>
        </w:rPr>
        <w:t>3</w:t>
      </w:r>
      <w:r w:rsidRPr="006E59DC">
        <w:rPr>
          <w:rFonts w:eastAsia="標楷體" w:hAnsi="標楷體" w:hint="eastAsia"/>
          <w:color w:val="000000"/>
        </w:rPr>
        <w:t>學年度學校名稱</w:t>
      </w:r>
      <w:r w:rsidRPr="006E59DC">
        <w:rPr>
          <w:rFonts w:eastAsia="標楷體" w:hAnsi="標楷體" w:hint="eastAsia"/>
          <w:color w:val="000000"/>
        </w:rPr>
        <w:t>-</w:t>
      </w:r>
      <w:r w:rsidRPr="006E59DC">
        <w:rPr>
          <w:rFonts w:eastAsia="標楷體" w:hAnsi="標楷體" w:hint="eastAsia"/>
          <w:color w:val="000000"/>
        </w:rPr>
        <w:t>表格名稱</w:t>
      </w:r>
      <w:proofErr w:type="gramStart"/>
      <w:r w:rsidRPr="006E59DC">
        <w:rPr>
          <w:rFonts w:eastAsia="標楷體" w:hAnsi="標楷體" w:hint="eastAsia"/>
          <w:color w:val="000000"/>
        </w:rPr>
        <w:t>（</w:t>
      </w:r>
      <w:proofErr w:type="gramEnd"/>
      <w:r w:rsidRPr="006E59DC">
        <w:rPr>
          <w:rFonts w:eastAsia="標楷體" w:hAnsi="標楷體" w:hint="eastAsia"/>
          <w:color w:val="000000"/>
        </w:rPr>
        <w:t>例：</w:t>
      </w:r>
      <w:r w:rsidR="00F246CC" w:rsidRPr="006E59DC">
        <w:rPr>
          <w:rFonts w:eastAsia="標楷體" w:hAnsi="標楷體"/>
          <w:color w:val="000000"/>
        </w:rPr>
        <w:t>11</w:t>
      </w:r>
      <w:r w:rsidR="001D2D28">
        <w:rPr>
          <w:rFonts w:eastAsia="標楷體" w:hAnsi="標楷體" w:hint="eastAsia"/>
          <w:color w:val="000000"/>
        </w:rPr>
        <w:t>3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小申請書、</w:t>
      </w:r>
      <w:r w:rsidR="00F246CC" w:rsidRPr="006E59DC">
        <w:rPr>
          <w:rFonts w:eastAsia="標楷體" w:hAnsi="標楷體"/>
          <w:color w:val="000000"/>
        </w:rPr>
        <w:t>11</w:t>
      </w:r>
      <w:r w:rsidR="001D2D28">
        <w:rPr>
          <w:rFonts w:eastAsia="標楷體" w:hAnsi="標楷體" w:hint="eastAsia"/>
          <w:color w:val="000000"/>
        </w:rPr>
        <w:t>3</w:t>
      </w:r>
      <w:r w:rsidRPr="006E59DC">
        <w:rPr>
          <w:rFonts w:eastAsia="標楷體" w:hAnsi="標楷體" w:hint="eastAsia"/>
          <w:color w:val="000000"/>
        </w:rPr>
        <w:t>學年度</w:t>
      </w:r>
      <w:r w:rsidRPr="006E59DC">
        <w:rPr>
          <w:rFonts w:eastAsia="標楷體" w:hAnsi="標楷體" w:hint="eastAsia"/>
          <w:color w:val="000000"/>
        </w:rPr>
        <w:t>OO</w:t>
      </w:r>
      <w:r w:rsidRPr="006E59DC">
        <w:rPr>
          <w:rFonts w:eastAsia="標楷體" w:hAnsi="標楷體" w:hint="eastAsia"/>
          <w:color w:val="000000"/>
        </w:rPr>
        <w:t>國</w:t>
      </w:r>
      <w:r w:rsidRPr="006E59DC">
        <w:rPr>
          <w:rFonts w:eastAsia="標楷體" w:hAnsi="標楷體" w:hint="eastAsia"/>
          <w:color w:val="000000"/>
        </w:rPr>
        <w:t>(</w:t>
      </w:r>
      <w:r w:rsidRPr="006E59DC">
        <w:rPr>
          <w:rFonts w:eastAsia="標楷體" w:hAnsi="標楷體" w:hint="eastAsia"/>
          <w:color w:val="000000"/>
        </w:rPr>
        <w:t>中</w:t>
      </w:r>
      <w:r w:rsidRPr="006E59DC">
        <w:rPr>
          <w:rFonts w:eastAsia="標楷體" w:hAnsi="標楷體" w:hint="eastAsia"/>
          <w:color w:val="000000"/>
        </w:rPr>
        <w:t>)</w:t>
      </w:r>
      <w:r w:rsidRPr="006E59DC">
        <w:rPr>
          <w:rFonts w:eastAsia="標楷體" w:hAnsi="標楷體" w:hint="eastAsia"/>
          <w:color w:val="000000"/>
        </w:rPr>
        <w:t>小學授權書</w:t>
      </w:r>
      <w:proofErr w:type="gramStart"/>
      <w:r w:rsidRPr="006E59DC">
        <w:rPr>
          <w:rFonts w:eastAsia="標楷體" w:hAnsi="標楷體" w:hint="eastAsia"/>
          <w:color w:val="000000"/>
        </w:rPr>
        <w:t>）</w:t>
      </w:r>
      <w:proofErr w:type="gramEnd"/>
      <w:r w:rsidRPr="006E59DC">
        <w:rPr>
          <w:rFonts w:eastAsia="標楷體" w:hAnsi="標楷體" w:hint="eastAsia"/>
          <w:color w:val="000000"/>
        </w:rPr>
        <w:t>。</w:t>
      </w:r>
    </w:p>
    <w:p w:rsidR="00222A0E" w:rsidRPr="00222A0E" w:rsidRDefault="00222A0E" w:rsidP="00AE5E5D">
      <w:pPr>
        <w:numPr>
          <w:ilvl w:val="0"/>
          <w:numId w:val="23"/>
        </w:numPr>
        <w:tabs>
          <w:tab w:val="num" w:pos="709"/>
        </w:tabs>
        <w:spacing w:line="400" w:lineRule="exact"/>
        <w:ind w:left="709" w:hanging="567"/>
        <w:rPr>
          <w:rFonts w:eastAsia="標楷體" w:hAnsi="標楷體"/>
        </w:rPr>
      </w:pPr>
      <w:r w:rsidRPr="00340E7A">
        <w:rPr>
          <w:rFonts w:eastAsia="標楷體" w:hAnsi="標楷體" w:hint="eastAsia"/>
        </w:rPr>
        <w:t>執行方式：</w:t>
      </w:r>
    </w:p>
    <w:p w:rsidR="00222A0E" w:rsidRPr="00D1498B" w:rsidRDefault="00222A0E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D1498B">
        <w:rPr>
          <w:rFonts w:eastAsia="標楷體" w:hAnsi="標楷體" w:hint="eastAsia"/>
        </w:rPr>
        <w:t>課程規劃為必選項目，其餘請</w:t>
      </w:r>
      <w:r w:rsidR="00AE5E5D" w:rsidRPr="00D1498B">
        <w:rPr>
          <w:rFonts w:eastAsia="標楷體" w:hAnsi="標楷體" w:hint="eastAsia"/>
        </w:rPr>
        <w:t>依實際需求，</w:t>
      </w:r>
      <w:r w:rsidRPr="00D1498B">
        <w:rPr>
          <w:rFonts w:eastAsia="標楷體" w:hAnsi="標楷體" w:hint="eastAsia"/>
        </w:rPr>
        <w:t>擇定</w:t>
      </w:r>
      <w:r w:rsidR="00396388" w:rsidRPr="00D1498B">
        <w:rPr>
          <w:rFonts w:eastAsia="標楷體" w:hAnsi="標楷體" w:hint="eastAsia"/>
        </w:rPr>
        <w:t>1</w:t>
      </w:r>
      <w:r w:rsidR="00E61F08" w:rsidRPr="00D1498B">
        <w:rPr>
          <w:rFonts w:eastAsia="標楷體" w:hAnsi="標楷體" w:hint="eastAsia"/>
        </w:rPr>
        <w:t>~5</w:t>
      </w:r>
      <w:r w:rsidRPr="00D1498B">
        <w:rPr>
          <w:rFonts w:eastAsia="標楷體" w:hAnsi="標楷體" w:hint="eastAsia"/>
        </w:rPr>
        <w:t>項目提出申請即可</w:t>
      </w:r>
      <w:r w:rsidR="00AE5E5D" w:rsidRPr="00D1498B">
        <w:rPr>
          <w:rFonts w:eastAsia="標楷體" w:hAnsi="標楷體" w:hint="eastAsia"/>
        </w:rPr>
        <w:t>。</w:t>
      </w:r>
    </w:p>
    <w:p w:rsidR="00AE5E5D" w:rsidRPr="00E61F08" w:rsidRDefault="00E61F08" w:rsidP="00AE5E5D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E61F08">
        <w:rPr>
          <w:rFonts w:eastAsia="標楷體" w:hAnsi="標楷體" w:hint="eastAsia"/>
        </w:rPr>
        <w:t>執行項目如下表：</w:t>
      </w:r>
    </w:p>
    <w:tbl>
      <w:tblPr>
        <w:tblW w:w="808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701"/>
        <w:gridCol w:w="992"/>
        <w:gridCol w:w="4395"/>
      </w:tblGrid>
      <w:tr w:rsidR="006E59DC" w:rsidRPr="00222A0E" w:rsidTr="006A6ABA">
        <w:trPr>
          <w:trHeight w:val="150"/>
          <w:tblHeader/>
        </w:trPr>
        <w:tc>
          <w:tcPr>
            <w:tcW w:w="992" w:type="dxa"/>
            <w:shd w:val="clear" w:color="auto" w:fill="D9D9D9"/>
          </w:tcPr>
          <w:p w:rsidR="00222A0E" w:rsidRPr="006E59DC" w:rsidRDefault="00164C7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類別</w:t>
            </w:r>
          </w:p>
        </w:tc>
        <w:tc>
          <w:tcPr>
            <w:tcW w:w="1701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項目</w:t>
            </w:r>
          </w:p>
        </w:tc>
        <w:tc>
          <w:tcPr>
            <w:tcW w:w="992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對象</w:t>
            </w:r>
          </w:p>
        </w:tc>
        <w:tc>
          <w:tcPr>
            <w:tcW w:w="4395" w:type="dxa"/>
            <w:shd w:val="clear" w:color="auto" w:fill="D9D9D9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執行內容</w:t>
            </w:r>
          </w:p>
        </w:tc>
      </w:tr>
      <w:tr w:rsidR="00222A0E" w:rsidRPr="00222A0E" w:rsidTr="006A6ABA">
        <w:trPr>
          <w:trHeight w:val="84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必選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課程規劃(</w:t>
            </w:r>
            <w:r w:rsidR="00EF05EE" w:rsidRPr="006E59DC">
              <w:rPr>
                <w:rFonts w:ascii="標楷體" w:eastAsia="標楷體" w:hAnsi="標楷體" w:hint="eastAsia"/>
              </w:rPr>
              <w:t>含</w:t>
            </w:r>
            <w:r w:rsidRPr="006E59DC">
              <w:rPr>
                <w:rFonts w:ascii="標楷體" w:eastAsia="標楷體" w:hAnsi="標楷體" w:hint="eastAsia"/>
              </w:rPr>
              <w:t>焦點物種)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融入校本課程並發展單元式、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主題式等具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系統性之教案</w:t>
            </w:r>
          </w:p>
        </w:tc>
      </w:tr>
      <w:tr w:rsidR="00222A0E" w:rsidRPr="00222A0E" w:rsidTr="006A6ABA">
        <w:trPr>
          <w:trHeight w:val="83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生態社團組訓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志工、學生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講授環境保育知識，並進行校園棲地管理及解說導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覽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工作</w:t>
            </w:r>
          </w:p>
        </w:tc>
      </w:tr>
      <w:tr w:rsidR="00222A0E" w:rsidRPr="00222A0E" w:rsidTr="006A6ABA">
        <w:trPr>
          <w:trHeight w:val="150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教師專業社團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教師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研</w:t>
            </w:r>
            <w:r w:rsidRPr="006E59DC">
              <w:rPr>
                <w:rFonts w:ascii="標楷體" w:eastAsia="標楷體" w:hAnsi="標楷體" w:hint="eastAsia"/>
                <w:kern w:val="0"/>
              </w:rPr>
              <w:t>究開發環境教育相關</w:t>
            </w:r>
            <w:r w:rsidRPr="006E59DC">
              <w:rPr>
                <w:rFonts w:ascii="標楷體" w:eastAsia="標楷體" w:hAnsi="標楷體"/>
                <w:kern w:val="0"/>
              </w:rPr>
              <w:t>課程</w:t>
            </w:r>
            <w:r w:rsidRPr="006E59DC">
              <w:rPr>
                <w:rFonts w:ascii="標楷體" w:eastAsia="標楷體" w:hAnsi="標楷體" w:hint="eastAsia"/>
                <w:kern w:val="0"/>
              </w:rPr>
              <w:t>與</w:t>
            </w:r>
            <w:r w:rsidRPr="006E59DC">
              <w:rPr>
                <w:rFonts w:ascii="標楷體" w:eastAsia="標楷體" w:hAnsi="標楷體"/>
                <w:kern w:val="0"/>
              </w:rPr>
              <w:t>教學</w:t>
            </w:r>
            <w:r w:rsidRPr="006E59DC">
              <w:rPr>
                <w:rFonts w:ascii="標楷體" w:eastAsia="標楷體" w:hAnsi="標楷體" w:hint="eastAsia"/>
                <w:kern w:val="0"/>
              </w:rPr>
              <w:t>知能</w:t>
            </w:r>
          </w:p>
        </w:tc>
      </w:tr>
      <w:tr w:rsidR="00222A0E" w:rsidRPr="00222A0E" w:rsidTr="006A6ABA">
        <w:trPr>
          <w:trHeight w:val="682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棲地營造及物種復育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進行校園棲地營造(應有後續維護管理計畫)</w:t>
            </w:r>
          </w:p>
        </w:tc>
      </w:tr>
      <w:tr w:rsidR="00222A0E" w:rsidRPr="00222A0E" w:rsidTr="006A6ABA">
        <w:trPr>
          <w:trHeight w:val="807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全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校環教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推廣活動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配合國際環境節日或全校重大活動辦理融入性環境保護宣導</w:t>
            </w:r>
          </w:p>
        </w:tc>
      </w:tr>
      <w:tr w:rsidR="00222A0E" w:rsidRPr="00222A0E" w:rsidTr="006A6ABA">
        <w:trPr>
          <w:trHeight w:val="974"/>
        </w:trPr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>自選</w:t>
            </w:r>
          </w:p>
        </w:tc>
        <w:tc>
          <w:tcPr>
            <w:tcW w:w="1701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環境保育行動</w:t>
            </w:r>
          </w:p>
        </w:tc>
        <w:tc>
          <w:tcPr>
            <w:tcW w:w="992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親師生</w:t>
            </w:r>
          </w:p>
        </w:tc>
        <w:tc>
          <w:tcPr>
            <w:tcW w:w="4395" w:type="dxa"/>
            <w:shd w:val="clear" w:color="auto" w:fill="auto"/>
          </w:tcPr>
          <w:p w:rsidR="00222A0E" w:rsidRPr="006E59DC" w:rsidRDefault="00222A0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以班級或社團為單位，主動進行清除入侵外來種、維護棲地、服務學習…等環境保育行動</w:t>
            </w:r>
          </w:p>
        </w:tc>
      </w:tr>
    </w:tbl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課程規劃</w:t>
      </w:r>
      <w:r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必選</w:t>
      </w:r>
      <w:r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針對焦點物種相關課程融入校本課程、範圍含學校、週遭社區環境進行物種資源調查與課程發展。課程部分可以單元式、主題式</w:t>
      </w:r>
      <w:r w:rsidR="00396388">
        <w:rPr>
          <w:rFonts w:eastAsia="標楷體" w:hint="eastAsia"/>
        </w:rPr>
        <w:t>為主</w:t>
      </w:r>
      <w:r w:rsidRPr="00222A0E">
        <w:rPr>
          <w:rFonts w:eastAsia="標楷體" w:hint="eastAsia"/>
        </w:rPr>
        <w:t>，應為具系統性之教案</w:t>
      </w:r>
      <w:r w:rsidRPr="00222A0E">
        <w:rPr>
          <w:rFonts w:eastAsia="標楷體" w:hint="eastAsia"/>
        </w:rPr>
        <w:t>(</w:t>
      </w:r>
      <w:r w:rsidRPr="00222A0E">
        <w:rPr>
          <w:rFonts w:eastAsia="標楷體" w:hint="eastAsia"/>
        </w:rPr>
        <w:t>至少六節課</w:t>
      </w:r>
      <w:r w:rsidRPr="00222A0E">
        <w:rPr>
          <w:rFonts w:eastAsia="標楷體" w:hint="eastAsia"/>
        </w:rPr>
        <w:t>)</w:t>
      </w:r>
      <w:r w:rsidRPr="00222A0E">
        <w:rPr>
          <w:rFonts w:eastAsia="標楷體" w:hint="eastAsia"/>
        </w:rPr>
        <w:t>呈現。</w:t>
      </w:r>
    </w:p>
    <w:p w:rsidR="00222A0E" w:rsidRPr="00222A0E" w:rsidRDefault="00396388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為</w:t>
      </w:r>
      <w:r w:rsidR="00222A0E" w:rsidRPr="00222A0E">
        <w:rPr>
          <w:rFonts w:eastAsia="標楷體" w:hint="eastAsia"/>
        </w:rPr>
        <w:t>利於傳播流通，請儘量以電子媒體呈現。</w:t>
      </w:r>
    </w:p>
    <w:p w:rsidR="00222A0E" w:rsidRPr="00222A0E" w:rsidRDefault="00A97A5E" w:rsidP="00AE5E5D">
      <w:pPr>
        <w:numPr>
          <w:ilvl w:val="0"/>
          <w:numId w:val="16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焦點物種</w:t>
      </w:r>
      <w:r w:rsidR="00F246CC">
        <w:rPr>
          <w:rFonts w:eastAsia="標楷體" w:hint="eastAsia"/>
        </w:rPr>
        <w:t>包</w:t>
      </w:r>
      <w:r w:rsidR="00222A0E" w:rsidRPr="00222A0E">
        <w:rPr>
          <w:rFonts w:eastAsia="標楷體" w:hint="eastAsia"/>
        </w:rPr>
        <w:t>含原生植物、蝴蝶、</w:t>
      </w:r>
      <w:proofErr w:type="gramStart"/>
      <w:r w:rsidR="00222A0E" w:rsidRPr="00222A0E">
        <w:rPr>
          <w:rFonts w:eastAsia="標楷體" w:hint="eastAsia"/>
        </w:rPr>
        <w:t>蜂類</w:t>
      </w:r>
      <w:proofErr w:type="gramEnd"/>
      <w:r w:rsidR="00222A0E" w:rsidRPr="00222A0E">
        <w:rPr>
          <w:rFonts w:eastAsia="標楷體" w:hint="eastAsia"/>
        </w:rPr>
        <w:t>、蛙類、魚類、鳥類等校園常見生物皆可，而棲地營造復育及多層</w:t>
      </w:r>
      <w:proofErr w:type="gramStart"/>
      <w:r w:rsidR="00222A0E" w:rsidRPr="00222A0E">
        <w:rPr>
          <w:rFonts w:eastAsia="標楷體" w:hint="eastAsia"/>
        </w:rPr>
        <w:t>次陸域棲</w:t>
      </w:r>
      <w:proofErr w:type="gramEnd"/>
      <w:r w:rsidR="00222A0E" w:rsidRPr="00222A0E">
        <w:rPr>
          <w:rFonts w:eastAsia="標楷體" w:hint="eastAsia"/>
        </w:rPr>
        <w:t>地亦為課程教學重點。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生態社團組訓</w:t>
      </w:r>
      <w:r w:rsidR="00117815"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自選</w:t>
      </w:r>
      <w:r w:rsidR="00117815"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int="eastAsia"/>
        </w:rPr>
        <w:t>生態社團之招收對象包含學生、志工及社區人士，目的在培訓生態志</w:t>
      </w:r>
      <w:r w:rsidRPr="00222A0E">
        <w:rPr>
          <w:rFonts w:eastAsia="標楷體" w:hAnsi="標楷體" w:hint="eastAsia"/>
        </w:rPr>
        <w:t>工及小志工環境保護知識，並維護學校及社區生態棲地、協助復</w:t>
      </w:r>
      <w:proofErr w:type="gramStart"/>
      <w:r w:rsidRPr="00222A0E">
        <w:rPr>
          <w:rFonts w:eastAsia="標楷體" w:hAnsi="標楷體" w:hint="eastAsia"/>
        </w:rPr>
        <w:t>育原生物種並</w:t>
      </w:r>
      <w:proofErr w:type="gramEnd"/>
      <w:r w:rsidRPr="00222A0E">
        <w:rPr>
          <w:rFonts w:eastAsia="標楷體" w:hAnsi="標楷體" w:hint="eastAsia"/>
        </w:rPr>
        <w:t>進行解說導覽。</w:t>
      </w:r>
    </w:p>
    <w:p w:rsidR="00222A0E" w:rsidRPr="00222A0E" w:rsidRDefault="00222A0E" w:rsidP="00AE5E5D">
      <w:pPr>
        <w:numPr>
          <w:ilvl w:val="0"/>
          <w:numId w:val="17"/>
        </w:numPr>
        <w:spacing w:line="400" w:lineRule="exact"/>
        <w:ind w:left="567" w:hanging="283"/>
        <w:rPr>
          <w:rFonts w:eastAsia="標楷體" w:hAnsi="標楷體"/>
        </w:rPr>
      </w:pPr>
      <w:r w:rsidRPr="00222A0E">
        <w:rPr>
          <w:rFonts w:eastAsia="標楷體" w:hAnsi="標楷體"/>
        </w:rPr>
        <w:t>培訓課程</w:t>
      </w:r>
      <w:r w:rsidRPr="00222A0E">
        <w:rPr>
          <w:rFonts w:eastAsia="標楷體" w:hAnsi="標楷體" w:hint="eastAsia"/>
        </w:rPr>
        <w:t>內容、上課日期、時數、參與對象、預計參與人數須明列，實施日期及講師可暫定</w:t>
      </w:r>
      <w:r w:rsidRPr="00222A0E">
        <w:rPr>
          <w:rFonts w:eastAsia="標楷體" w:hint="eastAsia"/>
        </w:rPr>
        <w:t>，以利經費初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 w:hAnsi="標楷體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教師專業社群</w:t>
      </w:r>
      <w:r w:rsidR="00117815"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自選</w:t>
      </w:r>
      <w:r w:rsidR="00117815"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藉由教師專業社群研</w:t>
      </w:r>
      <w:r w:rsidRPr="00222A0E">
        <w:rPr>
          <w:rFonts w:eastAsia="標楷體"/>
        </w:rPr>
        <w:t>討</w:t>
      </w:r>
      <w:r w:rsidRPr="00222A0E">
        <w:rPr>
          <w:rFonts w:eastAsia="標楷體" w:hint="eastAsia"/>
        </w:rPr>
        <w:t>與分享</w:t>
      </w:r>
      <w:r w:rsidRPr="00222A0E">
        <w:rPr>
          <w:rFonts w:eastAsia="標楷體"/>
        </w:rPr>
        <w:t>論</w:t>
      </w:r>
      <w:r w:rsidRPr="00222A0E">
        <w:rPr>
          <w:rFonts w:eastAsia="標楷體" w:hint="eastAsia"/>
        </w:rPr>
        <w:t>環境教育相關</w:t>
      </w: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與</w:t>
      </w:r>
      <w:r w:rsidRPr="00222A0E">
        <w:rPr>
          <w:rFonts w:eastAsia="標楷體"/>
        </w:rPr>
        <w:t>教學</w:t>
      </w:r>
      <w:r w:rsidRPr="00222A0E">
        <w:rPr>
          <w:rFonts w:eastAsia="標楷體" w:hint="eastAsia"/>
        </w:rPr>
        <w:t>知能，可由增能研習及專家到校指導方式辦理。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/>
        </w:rPr>
        <w:t>課程</w:t>
      </w:r>
      <w:r w:rsidRPr="00222A0E">
        <w:rPr>
          <w:rFonts w:eastAsia="標楷體" w:hint="eastAsia"/>
        </w:rPr>
        <w:t>內容、上課日期、研習</w:t>
      </w:r>
      <w:r w:rsidRPr="00222A0E">
        <w:rPr>
          <w:rFonts w:eastAsia="標楷體"/>
        </w:rPr>
        <w:t>時</w:t>
      </w:r>
      <w:r w:rsidRPr="00222A0E">
        <w:rPr>
          <w:rFonts w:eastAsia="標楷體" w:hint="eastAsia"/>
        </w:rPr>
        <w:t>數、參與對象、預計參與人數</w:t>
      </w:r>
      <w:r w:rsidRPr="00222A0E">
        <w:rPr>
          <w:rFonts w:eastAsia="標楷體"/>
        </w:rPr>
        <w:t>須明列，</w:t>
      </w:r>
      <w:r w:rsidRPr="00222A0E">
        <w:rPr>
          <w:rFonts w:eastAsia="標楷體" w:hint="eastAsia"/>
        </w:rPr>
        <w:t>實施日期及講師可暫定，以利本局經費初</w:t>
      </w:r>
      <w:r w:rsidR="00396388">
        <w:rPr>
          <w:rFonts w:eastAsia="標楷體" w:hint="eastAsia"/>
        </w:rPr>
        <w:t>步</w:t>
      </w:r>
      <w:r w:rsidRPr="00222A0E">
        <w:rPr>
          <w:rFonts w:eastAsia="標楷體" w:hint="eastAsia"/>
        </w:rPr>
        <w:t>審</w:t>
      </w:r>
      <w:r w:rsidR="00396388">
        <w:rPr>
          <w:rFonts w:eastAsia="標楷體" w:hint="eastAsia"/>
        </w:rPr>
        <w:t>核</w:t>
      </w:r>
      <w:r w:rsidRPr="00222A0E">
        <w:rPr>
          <w:rFonts w:eastAsia="標楷體"/>
        </w:rPr>
        <w:t>。</w:t>
      </w:r>
    </w:p>
    <w:p w:rsidR="00222A0E" w:rsidRPr="00222A0E" w:rsidRDefault="00222A0E" w:rsidP="00AE5E5D">
      <w:pPr>
        <w:numPr>
          <w:ilvl w:val="0"/>
          <w:numId w:val="18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本案優先補助分區研習</w:t>
      </w:r>
      <w:r w:rsidR="00396388">
        <w:rPr>
          <w:rFonts w:eastAsia="標楷體" w:hint="eastAsia"/>
        </w:rPr>
        <w:t>及</w:t>
      </w:r>
      <w:r w:rsidRPr="00222A0E">
        <w:rPr>
          <w:rFonts w:eastAsia="標楷體" w:hint="eastAsia"/>
        </w:rPr>
        <w:t>開放當地生態志工、社區居民及其他學校老師參加者</w:t>
      </w:r>
      <w:r w:rsidR="00396388">
        <w:rPr>
          <w:rFonts w:eastAsia="標楷體" w:hint="eastAsia"/>
        </w:rPr>
        <w:t>之研習</w:t>
      </w:r>
      <w:r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棲地營造及物種復育</w:t>
      </w:r>
      <w:r w:rsidR="00117815" w:rsidRPr="00222A0E">
        <w:rPr>
          <w:rFonts w:eastAsia="標楷體" w:hAnsi="標楷體" w:hint="eastAsia"/>
        </w:rPr>
        <w:t>(</w:t>
      </w:r>
      <w:r w:rsidRPr="00222A0E">
        <w:rPr>
          <w:rFonts w:eastAsia="標楷體" w:hAnsi="標楷體" w:hint="eastAsia"/>
        </w:rPr>
        <w:t>自選</w:t>
      </w:r>
      <w:r w:rsidR="00117815"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832B6E" w:rsidRDefault="00222A0E" w:rsidP="00D1498B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針對原生物</w:t>
      </w:r>
      <w:proofErr w:type="gramStart"/>
      <w:r w:rsidRPr="00832B6E">
        <w:rPr>
          <w:rFonts w:eastAsia="標楷體" w:hint="eastAsia"/>
        </w:rPr>
        <w:t>種復育所</w:t>
      </w:r>
      <w:proofErr w:type="gramEnd"/>
      <w:r w:rsidRPr="00832B6E">
        <w:rPr>
          <w:rFonts w:eastAsia="標楷體" w:hint="eastAsia"/>
        </w:rPr>
        <w:t>需雇工</w:t>
      </w:r>
      <w:proofErr w:type="gramStart"/>
      <w:r w:rsidRPr="00832B6E">
        <w:rPr>
          <w:rFonts w:eastAsia="標楷體" w:hint="eastAsia"/>
        </w:rPr>
        <w:t>點料</w:t>
      </w:r>
      <w:proofErr w:type="gramEnd"/>
      <w:r w:rsidR="002D3C5A">
        <w:rPr>
          <w:rFonts w:eastAsia="標楷體" w:hint="eastAsia"/>
        </w:rPr>
        <w:t>費</w:t>
      </w:r>
      <w:r w:rsidRPr="00832B6E">
        <w:rPr>
          <w:rFonts w:eastAsia="標楷體" w:hint="eastAsia"/>
        </w:rPr>
        <w:t>、購買資材與等相關費用需於計畫</w:t>
      </w:r>
      <w:r w:rsidR="00396388" w:rsidRPr="00832B6E">
        <w:rPr>
          <w:rFonts w:eastAsia="標楷體" w:hint="eastAsia"/>
        </w:rPr>
        <w:t>備註欄</w:t>
      </w:r>
      <w:r w:rsidRPr="00832B6E">
        <w:rPr>
          <w:rFonts w:eastAsia="標楷體" w:hint="eastAsia"/>
        </w:rPr>
        <w:t>註明。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種源部分請</w:t>
      </w:r>
      <w:r w:rsidR="00396388" w:rsidRPr="00832B6E">
        <w:rPr>
          <w:rFonts w:eastAsia="標楷體" w:hint="eastAsia"/>
        </w:rPr>
        <w:t>優先</w:t>
      </w:r>
      <w:r w:rsidRPr="00832B6E">
        <w:rPr>
          <w:rFonts w:eastAsia="標楷體" w:hint="eastAsia"/>
        </w:rPr>
        <w:t>至林務局、農業局等推廣單位申請</w:t>
      </w:r>
      <w:r w:rsidR="00832B6E">
        <w:rPr>
          <w:rFonts w:eastAsia="標楷體" w:hint="eastAsia"/>
        </w:rPr>
        <w:t>或校際交流方式取得</w:t>
      </w:r>
      <w:r w:rsidRPr="00832B6E">
        <w:rPr>
          <w:rFonts w:eastAsia="標楷體" w:hint="eastAsia"/>
        </w:rPr>
        <w:t>，避免購置不明來源之種源，以保護本土物種基因庫。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種源之取得如需</w:t>
      </w:r>
      <w:r w:rsidR="00832B6E">
        <w:rPr>
          <w:rFonts w:eastAsia="標楷體" w:hint="eastAsia"/>
        </w:rPr>
        <w:t>申請</w:t>
      </w:r>
      <w:r w:rsidRPr="00832B6E">
        <w:rPr>
          <w:rFonts w:eastAsia="標楷體" w:hint="eastAsia"/>
        </w:rPr>
        <w:t>野</w:t>
      </w:r>
      <w:proofErr w:type="gramStart"/>
      <w:r w:rsidRPr="00832B6E">
        <w:rPr>
          <w:rFonts w:eastAsia="標楷體" w:hint="eastAsia"/>
        </w:rPr>
        <w:t>採</w:t>
      </w:r>
      <w:proofErr w:type="gramEnd"/>
      <w:r w:rsidRPr="00832B6E">
        <w:rPr>
          <w:rFonts w:eastAsia="標楷體" w:hint="eastAsia"/>
        </w:rPr>
        <w:t>時，請儘量以種子、孢子、扦插、高壓法、</w:t>
      </w:r>
      <w:proofErr w:type="gramStart"/>
      <w:r w:rsidRPr="00832B6E">
        <w:rPr>
          <w:rFonts w:eastAsia="標楷體" w:hint="eastAsia"/>
        </w:rPr>
        <w:t>小苗來取</w:t>
      </w:r>
      <w:proofErr w:type="gramEnd"/>
      <w:r w:rsidRPr="00832B6E">
        <w:rPr>
          <w:rFonts w:eastAsia="標楷體" w:hint="eastAsia"/>
        </w:rPr>
        <w:t>種，避免拔</w:t>
      </w:r>
      <w:proofErr w:type="gramStart"/>
      <w:r w:rsidRPr="00832B6E">
        <w:rPr>
          <w:rFonts w:eastAsia="標楷體" w:hint="eastAsia"/>
        </w:rPr>
        <w:t>取成</w:t>
      </w:r>
      <w:proofErr w:type="gramEnd"/>
      <w:r w:rsidRPr="00832B6E">
        <w:rPr>
          <w:rFonts w:eastAsia="標楷體" w:hint="eastAsia"/>
        </w:rPr>
        <w:t>株，以免破壞生態。</w:t>
      </w:r>
    </w:p>
    <w:p w:rsidR="00222A0E" w:rsidRPr="00832B6E" w:rsidRDefault="00222A0E" w:rsidP="00AE5E5D">
      <w:pPr>
        <w:numPr>
          <w:ilvl w:val="0"/>
          <w:numId w:val="19"/>
        </w:numPr>
        <w:spacing w:line="400" w:lineRule="exact"/>
        <w:ind w:left="567" w:hanging="283"/>
        <w:rPr>
          <w:rFonts w:eastAsia="標楷體"/>
        </w:rPr>
      </w:pPr>
      <w:r w:rsidRPr="00832B6E">
        <w:rPr>
          <w:rFonts w:eastAsia="標楷體" w:hint="eastAsia"/>
        </w:rPr>
        <w:t>復育保育類</w:t>
      </w:r>
      <w:r w:rsidR="00832B6E">
        <w:rPr>
          <w:rFonts w:eastAsia="標楷體" w:hint="eastAsia"/>
        </w:rPr>
        <w:t>野生動物</w:t>
      </w:r>
      <w:r w:rsidRPr="00832B6E">
        <w:rPr>
          <w:rFonts w:eastAsia="標楷體" w:hint="eastAsia"/>
        </w:rPr>
        <w:t>時，請依「</w:t>
      </w:r>
      <w:r w:rsidR="00832B6E">
        <w:rPr>
          <w:rFonts w:eastAsia="標楷體" w:hint="eastAsia"/>
        </w:rPr>
        <w:t>野生動物保育法</w:t>
      </w:r>
      <w:r w:rsidRPr="00832B6E">
        <w:rPr>
          <w:rFonts w:eastAsia="標楷體" w:hint="eastAsia"/>
        </w:rPr>
        <w:t>」</w:t>
      </w:r>
      <w:r w:rsidR="00832B6E">
        <w:rPr>
          <w:rFonts w:eastAsia="標楷體" w:hint="eastAsia"/>
        </w:rPr>
        <w:t>之規定</w:t>
      </w:r>
      <w:r w:rsidRPr="00832B6E">
        <w:rPr>
          <w:rFonts w:eastAsia="標楷體" w:hint="eastAsia"/>
        </w:rPr>
        <w:t>向本市農業局提出申請，待核准後始得進行復育計畫。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lastRenderedPageBreak/>
        <w:t>全</w:t>
      </w:r>
      <w:proofErr w:type="gramStart"/>
      <w:r w:rsidRPr="00222A0E">
        <w:rPr>
          <w:rFonts w:eastAsia="標楷體" w:hAnsi="標楷體" w:hint="eastAsia"/>
        </w:rPr>
        <w:t>校環教</w:t>
      </w:r>
      <w:proofErr w:type="gramEnd"/>
      <w:r w:rsidRPr="00222A0E">
        <w:rPr>
          <w:rFonts w:eastAsia="標楷體" w:hAnsi="標楷體" w:hint="eastAsia"/>
        </w:rPr>
        <w:t>推廣活動</w:t>
      </w:r>
      <w:r w:rsidR="00117815" w:rsidRPr="00222A0E">
        <w:rPr>
          <w:rFonts w:eastAsia="標楷體" w:hAnsi="標楷體" w:hint="eastAsia"/>
        </w:rPr>
        <w:t>(</w:t>
      </w:r>
      <w:r w:rsidR="00396388" w:rsidRPr="00222A0E">
        <w:rPr>
          <w:rFonts w:eastAsia="標楷體" w:hAnsi="標楷體" w:hint="eastAsia"/>
        </w:rPr>
        <w:t>自選</w:t>
      </w:r>
      <w:r w:rsidR="00117815"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針對各種環境教育相關節日</w:t>
      </w:r>
      <w:r w:rsidR="00396388">
        <w:rPr>
          <w:rFonts w:eastAsia="標楷體" w:hint="eastAsia"/>
        </w:rPr>
        <w:t>，</w:t>
      </w:r>
      <w:r w:rsidRPr="00222A0E">
        <w:rPr>
          <w:rFonts w:eastAsia="標楷體" w:hint="eastAsia"/>
        </w:rPr>
        <w:t>如世界溼地日</w:t>
      </w:r>
      <w:r w:rsidRPr="00222A0E">
        <w:rPr>
          <w:rFonts w:eastAsia="標楷體" w:hint="eastAsia"/>
        </w:rPr>
        <w:t>(2/2)</w:t>
      </w:r>
      <w:r w:rsidRPr="00222A0E">
        <w:rPr>
          <w:rFonts w:eastAsia="標楷體" w:hint="eastAsia"/>
        </w:rPr>
        <w:t>、世界森林日</w:t>
      </w:r>
      <w:r w:rsidRPr="00222A0E">
        <w:rPr>
          <w:rFonts w:eastAsia="標楷體" w:hint="eastAsia"/>
        </w:rPr>
        <w:t>(3/21)</w:t>
      </w:r>
      <w:r w:rsidRPr="00222A0E">
        <w:rPr>
          <w:rFonts w:eastAsia="標楷體" w:hint="eastAsia"/>
        </w:rPr>
        <w:t>、世界水資源日</w:t>
      </w:r>
      <w:r w:rsidRPr="00222A0E">
        <w:rPr>
          <w:rFonts w:eastAsia="標楷體" w:hint="eastAsia"/>
        </w:rPr>
        <w:t>(3/22)</w:t>
      </w:r>
      <w:r w:rsidRPr="00222A0E">
        <w:rPr>
          <w:rFonts w:eastAsia="標楷體" w:hint="eastAsia"/>
        </w:rPr>
        <w:t>、世界地球日</w:t>
      </w:r>
      <w:r w:rsidRPr="00222A0E">
        <w:rPr>
          <w:rFonts w:eastAsia="標楷體" w:hint="eastAsia"/>
        </w:rPr>
        <w:t>(4/22)</w:t>
      </w:r>
      <w:r w:rsidRPr="00222A0E">
        <w:rPr>
          <w:rFonts w:eastAsia="標楷體" w:hint="eastAsia"/>
        </w:rPr>
        <w:t>、國際生物多樣性日</w:t>
      </w:r>
      <w:r w:rsidRPr="00222A0E">
        <w:rPr>
          <w:rFonts w:eastAsia="標楷體" w:hint="eastAsia"/>
        </w:rPr>
        <w:t>(5/22)</w:t>
      </w:r>
      <w:r w:rsidRPr="00222A0E">
        <w:rPr>
          <w:rFonts w:eastAsia="標楷體" w:hint="eastAsia"/>
        </w:rPr>
        <w:t>、世界環境日</w:t>
      </w:r>
      <w:r w:rsidRPr="00222A0E">
        <w:rPr>
          <w:rFonts w:eastAsia="標楷體" w:hint="eastAsia"/>
        </w:rPr>
        <w:t>(6/5)</w:t>
      </w:r>
      <w:r w:rsidRPr="00222A0E">
        <w:rPr>
          <w:rFonts w:eastAsia="標楷體" w:hint="eastAsia"/>
        </w:rPr>
        <w:t>、世界海洋日</w:t>
      </w:r>
      <w:r w:rsidRPr="00222A0E">
        <w:rPr>
          <w:rFonts w:eastAsia="標楷體" w:hint="eastAsia"/>
        </w:rPr>
        <w:t>(6/8)</w:t>
      </w:r>
      <w:r w:rsidRPr="00222A0E">
        <w:rPr>
          <w:rFonts w:eastAsia="標楷體" w:hint="eastAsia"/>
        </w:rPr>
        <w:t>、國際</w:t>
      </w:r>
      <w:proofErr w:type="gramStart"/>
      <w:r w:rsidRPr="00222A0E">
        <w:rPr>
          <w:rFonts w:eastAsia="標楷體" w:hint="eastAsia"/>
        </w:rPr>
        <w:t>減災日</w:t>
      </w:r>
      <w:proofErr w:type="gramEnd"/>
      <w:r w:rsidRPr="00222A0E">
        <w:rPr>
          <w:rFonts w:eastAsia="標楷體" w:hint="eastAsia"/>
        </w:rPr>
        <w:t>(10/13)</w:t>
      </w:r>
      <w:r w:rsidRPr="00222A0E">
        <w:rPr>
          <w:rFonts w:eastAsia="標楷體" w:hint="eastAsia"/>
        </w:rPr>
        <w:t>、世界糧食日</w:t>
      </w:r>
      <w:r w:rsidR="00396388">
        <w:rPr>
          <w:rFonts w:eastAsia="標楷體" w:hint="eastAsia"/>
        </w:rPr>
        <w:t>(10/16)</w:t>
      </w:r>
      <w:r w:rsidRPr="00222A0E">
        <w:rPr>
          <w:rFonts w:eastAsia="標楷體" w:hint="eastAsia"/>
        </w:rPr>
        <w:t>等辦理全校性推廣活動。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針對學校或社區</w:t>
      </w:r>
      <w:r w:rsidR="00222A0E" w:rsidRPr="00222A0E">
        <w:rPr>
          <w:rFonts w:eastAsia="標楷體" w:hint="eastAsia"/>
        </w:rPr>
        <w:t>辦理全校性推廣活動。</w:t>
      </w:r>
    </w:p>
    <w:p w:rsidR="00222A0E" w:rsidRPr="00222A0E" w:rsidRDefault="00396388" w:rsidP="00AE5E5D">
      <w:pPr>
        <w:numPr>
          <w:ilvl w:val="0"/>
          <w:numId w:val="20"/>
        </w:numPr>
        <w:spacing w:line="400" w:lineRule="exact"/>
        <w:ind w:left="567" w:hanging="283"/>
        <w:rPr>
          <w:rFonts w:eastAsia="標楷體"/>
        </w:rPr>
      </w:pPr>
      <w:r>
        <w:rPr>
          <w:rFonts w:eastAsia="標楷體" w:hint="eastAsia"/>
        </w:rPr>
        <w:t>本局將優先補助開放家長、社區民眾親師生共同參與之計畫</w:t>
      </w:r>
      <w:r w:rsidR="00222A0E" w:rsidRPr="00222A0E">
        <w:rPr>
          <w:rFonts w:eastAsia="標楷體" w:hint="eastAsia"/>
        </w:rPr>
        <w:t>。</w:t>
      </w:r>
    </w:p>
    <w:p w:rsidR="00222A0E" w:rsidRPr="00222A0E" w:rsidRDefault="00222A0E" w:rsidP="002D3C5A">
      <w:pPr>
        <w:pStyle w:val="a4"/>
        <w:numPr>
          <w:ilvl w:val="0"/>
          <w:numId w:val="26"/>
        </w:numPr>
        <w:snapToGrid w:val="0"/>
        <w:spacing w:line="400" w:lineRule="exact"/>
        <w:ind w:leftChars="0"/>
        <w:jc w:val="both"/>
        <w:rPr>
          <w:rFonts w:eastAsia="標楷體" w:hAnsi="標楷體"/>
        </w:rPr>
      </w:pPr>
      <w:r w:rsidRPr="00222A0E">
        <w:rPr>
          <w:rFonts w:eastAsia="標楷體" w:hAnsi="標楷體" w:hint="eastAsia"/>
        </w:rPr>
        <w:t>環境保育行動</w:t>
      </w:r>
      <w:r w:rsidR="00117815" w:rsidRPr="00222A0E">
        <w:rPr>
          <w:rFonts w:eastAsia="標楷體" w:hAnsi="標楷體" w:hint="eastAsia"/>
        </w:rPr>
        <w:t>(</w:t>
      </w:r>
      <w:r w:rsidR="00396388" w:rsidRPr="00396388">
        <w:rPr>
          <w:rFonts w:eastAsia="標楷體" w:hAnsi="標楷體" w:hint="eastAsia"/>
        </w:rPr>
        <w:t>自選</w:t>
      </w:r>
      <w:r w:rsidR="00117815" w:rsidRPr="00222A0E">
        <w:rPr>
          <w:rFonts w:eastAsia="標楷體" w:hAnsi="標楷體" w:hint="eastAsia"/>
        </w:rPr>
        <w:t>)</w:t>
      </w:r>
      <w:r w:rsidRPr="00222A0E">
        <w:rPr>
          <w:rFonts w:eastAsia="標楷體" w:hAnsi="標楷體" w:hint="eastAsia"/>
        </w:rPr>
        <w:t>：</w:t>
      </w:r>
    </w:p>
    <w:p w:rsidR="00222A0E" w:rsidRPr="00222A0E" w:rsidRDefault="00222A0E" w:rsidP="00AE5E5D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針對學校、社區或面臨重大環境問題之生態環境，以班級為單位進行清除入侵外來種、維護棲地、服務學習…等環境保育行動。</w:t>
      </w:r>
    </w:p>
    <w:p w:rsidR="00105F38" w:rsidRPr="00105F38" w:rsidRDefault="00222A0E" w:rsidP="00105F38">
      <w:pPr>
        <w:numPr>
          <w:ilvl w:val="0"/>
          <w:numId w:val="21"/>
        </w:numPr>
        <w:spacing w:line="400" w:lineRule="exact"/>
        <w:ind w:left="567" w:hanging="283"/>
        <w:rPr>
          <w:rFonts w:eastAsia="標楷體"/>
        </w:rPr>
      </w:pPr>
      <w:r w:rsidRPr="00222A0E">
        <w:rPr>
          <w:rFonts w:eastAsia="標楷體" w:hint="eastAsia"/>
        </w:rPr>
        <w:t>本局將優先補助開放家長、社區民眾親師生共同參與之方案。</w:t>
      </w:r>
    </w:p>
    <w:p w:rsidR="00440CB2" w:rsidRPr="00AD4A56" w:rsidRDefault="00440CB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/>
          <w:b/>
          <w:szCs w:val="28"/>
        </w:rPr>
        <w:t>經費</w:t>
      </w:r>
      <w:r w:rsidR="005F7140" w:rsidRPr="00AD4A56">
        <w:rPr>
          <w:rFonts w:eastAsia="標楷體" w:hint="eastAsia"/>
          <w:b/>
          <w:szCs w:val="28"/>
        </w:rPr>
        <w:t>編列原則</w:t>
      </w:r>
    </w:p>
    <w:p w:rsidR="002D64DD" w:rsidRDefault="002D64DD" w:rsidP="002D64D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2D64DD">
        <w:rPr>
          <w:rFonts w:eastAsia="標楷體" w:hAnsi="標楷體" w:hint="eastAsia"/>
        </w:rPr>
        <w:t>依「新北市政府教育局經費撥付流程簡化措施」</w:t>
      </w:r>
      <w:r>
        <w:rPr>
          <w:rFonts w:eastAsia="標楷體" w:hAnsi="標楷體" w:hint="eastAsia"/>
        </w:rPr>
        <w:t>，本計畫已明定支用項目及標準，為增進行政效率，申請學校</w:t>
      </w:r>
      <w:proofErr w:type="gramStart"/>
      <w:r>
        <w:rPr>
          <w:rFonts w:eastAsia="標楷體" w:hAnsi="標楷體" w:hint="eastAsia"/>
        </w:rPr>
        <w:t>可免提送</w:t>
      </w:r>
      <w:proofErr w:type="gramEnd"/>
      <w:r>
        <w:rPr>
          <w:rFonts w:eastAsia="標楷體" w:hAnsi="標楷體" w:hint="eastAsia"/>
        </w:rPr>
        <w:t>經費概算表，授權各</w:t>
      </w:r>
      <w:proofErr w:type="gramStart"/>
      <w:r>
        <w:rPr>
          <w:rFonts w:eastAsia="標楷體" w:hAnsi="標楷體" w:hint="eastAsia"/>
        </w:rPr>
        <w:t>校於動</w:t>
      </w:r>
      <w:proofErr w:type="gramEnd"/>
      <w:r>
        <w:rPr>
          <w:rFonts w:eastAsia="標楷體" w:hAnsi="標楷體" w:hint="eastAsia"/>
        </w:rPr>
        <w:t>支時依本計畫經費編列原則填具經費概算表，</w:t>
      </w:r>
      <w:r w:rsidRPr="002D64DD">
        <w:rPr>
          <w:rFonts w:eastAsia="標楷體" w:hAnsi="標楷體" w:hint="eastAsia"/>
        </w:rPr>
        <w:t>並經主辦會計及機關長官核章後據以執行。</w:t>
      </w:r>
    </w:p>
    <w:p w:rsidR="00440CB2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為配合學校學年制，本計畫以學年度編寫，但經費僅能依「年度」撥付</w:t>
      </w:r>
      <w:r w:rsidR="005F7140" w:rsidRPr="005F7140">
        <w:rPr>
          <w:rFonts w:eastAsia="標楷體" w:hAnsi="標楷體" w:hint="eastAsia"/>
        </w:rPr>
        <w:t>，請分別</w:t>
      </w:r>
      <w:r w:rsidRPr="005F7140">
        <w:rPr>
          <w:rFonts w:eastAsia="標楷體" w:hAnsi="標楷體" w:hint="eastAsia"/>
        </w:rPr>
        <w:t>編列</w:t>
      </w:r>
      <w:r w:rsidRPr="005F7140">
        <w:rPr>
          <w:rFonts w:eastAsia="標楷體" w:hAnsi="標楷體" w:hint="eastAsia"/>
        </w:rPr>
        <w:t>1</w:t>
      </w:r>
      <w:r w:rsidR="00F246CC">
        <w:rPr>
          <w:rFonts w:eastAsia="標楷體" w:hAnsi="標楷體" w:hint="eastAsia"/>
        </w:rPr>
        <w:t>1</w:t>
      </w:r>
      <w:r w:rsidR="001D2D28">
        <w:rPr>
          <w:rFonts w:eastAsia="標楷體" w:hAnsi="標楷體" w:hint="eastAsia"/>
        </w:rPr>
        <w:t>3</w:t>
      </w:r>
      <w:r w:rsidRPr="005F7140">
        <w:rPr>
          <w:rFonts w:eastAsia="標楷體" w:hAnsi="標楷體" w:hint="eastAsia"/>
        </w:rPr>
        <w:t>年</w:t>
      </w:r>
      <w:r w:rsidR="00105F38">
        <w:rPr>
          <w:rFonts w:eastAsia="標楷體" w:hAnsi="標楷體" w:hint="eastAsia"/>
        </w:rPr>
        <w:t>(9</w:t>
      </w:r>
      <w:r w:rsidRPr="005F7140">
        <w:rPr>
          <w:rFonts w:eastAsia="標楷體" w:hAnsi="標楷體" w:hint="eastAsia"/>
        </w:rPr>
        <w:t>-12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、</w:t>
      </w:r>
      <w:r w:rsidR="005F7140" w:rsidRPr="005F7140">
        <w:rPr>
          <w:rFonts w:eastAsia="標楷體" w:hAnsi="標楷體" w:hint="eastAsia"/>
        </w:rPr>
        <w:t>11</w:t>
      </w:r>
      <w:r w:rsidR="001D2D28">
        <w:rPr>
          <w:rFonts w:eastAsia="標楷體" w:hAnsi="標楷體" w:hint="eastAsia"/>
        </w:rPr>
        <w:t>4</w:t>
      </w:r>
      <w:r w:rsidRPr="005F7140">
        <w:rPr>
          <w:rFonts w:eastAsia="標楷體" w:hAnsi="標楷體" w:hint="eastAsia"/>
        </w:rPr>
        <w:t>年</w:t>
      </w:r>
      <w:r w:rsidRPr="005F7140">
        <w:rPr>
          <w:rFonts w:eastAsia="標楷體" w:hAnsi="標楷體" w:hint="eastAsia"/>
        </w:rPr>
        <w:t>(1-7</w:t>
      </w:r>
      <w:r w:rsidRPr="005F7140">
        <w:rPr>
          <w:rFonts w:eastAsia="標楷體" w:hAnsi="標楷體" w:hint="eastAsia"/>
        </w:rPr>
        <w:t>月</w:t>
      </w:r>
      <w:r w:rsidRPr="005F7140">
        <w:rPr>
          <w:rFonts w:eastAsia="標楷體" w:hAnsi="標楷體" w:hint="eastAsia"/>
        </w:rPr>
        <w:t>)</w:t>
      </w:r>
      <w:r w:rsidRPr="005F7140">
        <w:rPr>
          <w:rFonts w:eastAsia="標楷體" w:hAnsi="標楷體" w:hint="eastAsia"/>
        </w:rPr>
        <w:t>經費，以利後續執行</w:t>
      </w:r>
      <w:r w:rsidR="00CF35A9">
        <w:rPr>
          <w:rFonts w:eastAsia="標楷體" w:hAnsi="標楷體" w:hint="eastAsia"/>
        </w:rPr>
        <w:t>。</w:t>
      </w:r>
    </w:p>
    <w:p w:rsidR="00440CB2" w:rsidRPr="005F7140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eastAsia="標楷體" w:hAnsi="標楷體"/>
        </w:rPr>
      </w:pPr>
      <w:r w:rsidRPr="005F7140">
        <w:rPr>
          <w:rFonts w:eastAsia="標楷體" w:hAnsi="標楷體" w:hint="eastAsia"/>
        </w:rPr>
        <w:t>鐘點</w:t>
      </w:r>
      <w:r w:rsidRPr="005F7140">
        <w:rPr>
          <w:rFonts w:eastAsia="標楷體" w:hAnsi="標楷體"/>
        </w:rPr>
        <w:t>費</w:t>
      </w:r>
      <w:r w:rsidRPr="005F7140">
        <w:rPr>
          <w:rFonts w:eastAsia="標楷體" w:hAnsi="標楷體" w:hint="eastAsia"/>
        </w:rPr>
        <w:t>支給標準</w:t>
      </w:r>
      <w:r w:rsidRPr="005F7140">
        <w:rPr>
          <w:rFonts w:eastAsia="標楷體" w:hAnsi="標楷體"/>
        </w:rPr>
        <w:t>：</w:t>
      </w:r>
    </w:p>
    <w:p w:rsidR="00440CB2" w:rsidRPr="00C4219B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C4219B">
        <w:rPr>
          <w:rFonts w:eastAsia="標楷體" w:hint="eastAsia"/>
        </w:rPr>
        <w:t>授課對象為教師、家長、生態志工時，</w:t>
      </w:r>
      <w:r w:rsidRPr="00C4219B">
        <w:rPr>
          <w:rFonts w:eastAsia="標楷體"/>
        </w:rPr>
        <w:t>外聘講師</w:t>
      </w:r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2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元為限，</w:t>
      </w:r>
      <w:proofErr w:type="gramStart"/>
      <w:r w:rsidRPr="00C4219B">
        <w:rPr>
          <w:rFonts w:eastAsia="標楷體"/>
        </w:rPr>
        <w:t>內聘講師</w:t>
      </w:r>
      <w:proofErr w:type="gramEnd"/>
      <w:r w:rsidRPr="00C4219B">
        <w:rPr>
          <w:rFonts w:eastAsia="標楷體" w:hint="eastAsia"/>
        </w:rPr>
        <w:t>鐘點</w:t>
      </w:r>
      <w:r w:rsidRPr="00C4219B">
        <w:rPr>
          <w:rFonts w:eastAsia="標楷體"/>
        </w:rPr>
        <w:t>費以每小時</w:t>
      </w:r>
      <w:r w:rsidRPr="00C4219B">
        <w:rPr>
          <w:rFonts w:eastAsia="標楷體"/>
        </w:rPr>
        <w:t>1</w:t>
      </w:r>
      <w:r w:rsidRPr="00C4219B">
        <w:rPr>
          <w:rFonts w:eastAsia="標楷體" w:hint="eastAsia"/>
        </w:rPr>
        <w:t>,</w:t>
      </w:r>
      <w:r w:rsidRPr="00C4219B">
        <w:rPr>
          <w:rFonts w:eastAsia="標楷體"/>
        </w:rPr>
        <w:t>000</w:t>
      </w:r>
      <w:r w:rsidRPr="00C4219B">
        <w:rPr>
          <w:rFonts w:eastAsia="標楷體"/>
        </w:rPr>
        <w:t>元為限。</w:t>
      </w:r>
      <w:proofErr w:type="gramStart"/>
      <w:r w:rsidRPr="00C4219B">
        <w:rPr>
          <w:rFonts w:eastAsia="標楷體" w:hint="eastAsia"/>
        </w:rPr>
        <w:t>內聘講師</w:t>
      </w:r>
      <w:proofErr w:type="gramEnd"/>
      <w:r w:rsidRPr="00C4219B">
        <w:rPr>
          <w:rFonts w:eastAsia="標楷體" w:hint="eastAsia"/>
        </w:rPr>
        <w:t>指本市所屬學校教師，非</w:t>
      </w:r>
      <w:proofErr w:type="gramStart"/>
      <w:r w:rsidRPr="00C4219B">
        <w:rPr>
          <w:rFonts w:eastAsia="標楷體" w:hint="eastAsia"/>
        </w:rPr>
        <w:t>單指校</w:t>
      </w:r>
      <w:proofErr w:type="gramEnd"/>
      <w:r w:rsidRPr="00C4219B">
        <w:rPr>
          <w:rFonts w:eastAsia="標楷體" w:hint="eastAsia"/>
        </w:rPr>
        <w:t>內教師。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授課對象為學生，且於上課時間授課時，國小每節課</w:t>
      </w:r>
      <w:r w:rsidR="008E162D">
        <w:rPr>
          <w:rFonts w:ascii="標楷體" w:eastAsia="標楷體" w:hAnsi="標楷體" w:hint="eastAsia"/>
        </w:rPr>
        <w:t>336</w:t>
      </w:r>
      <w:r w:rsidRPr="00C01060">
        <w:rPr>
          <w:rFonts w:ascii="標楷體" w:eastAsia="標楷體" w:hAnsi="標楷體" w:hint="eastAsia"/>
        </w:rPr>
        <w:t>元，國中每節課</w:t>
      </w:r>
      <w:r w:rsidR="008E162D">
        <w:rPr>
          <w:rFonts w:ascii="標楷體" w:eastAsia="標楷體" w:hAnsi="標楷體" w:hint="eastAsia"/>
        </w:rPr>
        <w:t>378</w:t>
      </w:r>
      <w:r w:rsidRPr="00C01060">
        <w:rPr>
          <w:rFonts w:ascii="標楷體" w:eastAsia="標楷體" w:hAnsi="標楷體" w:hint="eastAsia"/>
        </w:rPr>
        <w:t>元，高中職每節課</w:t>
      </w:r>
      <w:r w:rsidR="008E162D">
        <w:rPr>
          <w:rFonts w:ascii="標楷體" w:eastAsia="標楷體" w:hAnsi="標楷體" w:hint="eastAsia"/>
        </w:rPr>
        <w:t>42</w:t>
      </w:r>
      <w:r w:rsidRPr="00C01060">
        <w:rPr>
          <w:rFonts w:ascii="標楷體" w:eastAsia="標楷體" w:hAnsi="標楷體" w:hint="eastAsia"/>
        </w:rPr>
        <w:t>0元。</w:t>
      </w:r>
    </w:p>
    <w:p w:rsidR="00440CB2" w:rsidRPr="00C01060" w:rsidRDefault="00440CB2" w:rsidP="00AE5E5D">
      <w:pPr>
        <w:pStyle w:val="a4"/>
        <w:numPr>
          <w:ilvl w:val="0"/>
          <w:numId w:val="7"/>
        </w:numPr>
        <w:snapToGrid w:val="0"/>
        <w:spacing w:line="400" w:lineRule="exact"/>
        <w:ind w:leftChars="0" w:left="851" w:hanging="567"/>
        <w:jc w:val="both"/>
        <w:rPr>
          <w:rFonts w:ascii="標楷體" w:eastAsia="標楷體" w:hAnsi="標楷體"/>
        </w:rPr>
      </w:pPr>
      <w:r w:rsidRPr="00C01060">
        <w:rPr>
          <w:rFonts w:ascii="標楷體" w:eastAsia="標楷體" w:hAnsi="標楷體" w:hint="eastAsia"/>
        </w:rPr>
        <w:t>授課對象為學生，且於課後時間授課時，國小每節課400元，國中每節課450元，高中職每節課550元。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出席費：每出席一次會議2,500元。</w:t>
      </w:r>
    </w:p>
    <w:p w:rsidR="00440CB2" w:rsidRPr="00164C7B" w:rsidRDefault="00440CB2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/>
        </w:rPr>
        <w:t>雜支</w:t>
      </w:r>
      <w:r w:rsidR="00164C7B" w:rsidRPr="00164C7B">
        <w:rPr>
          <w:rFonts w:ascii="標楷體" w:eastAsia="標楷體" w:hAnsi="標楷體" w:hint="eastAsia"/>
        </w:rPr>
        <w:t>：</w:t>
      </w:r>
      <w:r w:rsidRPr="00164C7B">
        <w:rPr>
          <w:rFonts w:ascii="標楷體" w:eastAsia="標楷體" w:hAnsi="標楷體" w:hint="eastAsia"/>
        </w:rPr>
        <w:t>(含文具)以</w:t>
      </w:r>
      <w:r w:rsidRPr="00164C7B">
        <w:rPr>
          <w:rFonts w:ascii="標楷體" w:eastAsia="標楷體" w:hAnsi="標楷體"/>
        </w:rPr>
        <w:t>總經費5%為上限</w:t>
      </w:r>
      <w:r w:rsidRPr="00164C7B">
        <w:rPr>
          <w:rFonts w:ascii="標楷體" w:eastAsia="標楷體" w:hAnsi="標楷體" w:hint="eastAsia"/>
        </w:rPr>
        <w:t>。</w:t>
      </w:r>
    </w:p>
    <w:p w:rsidR="00440CB2" w:rsidRP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工資：</w:t>
      </w:r>
      <w:proofErr w:type="gramStart"/>
      <w:r w:rsidR="002D3C5A">
        <w:rPr>
          <w:rFonts w:ascii="標楷體" w:eastAsia="標楷體" w:hAnsi="標楷體" w:hint="eastAsia"/>
        </w:rPr>
        <w:t>雇工點料</w:t>
      </w:r>
      <w:r w:rsidR="00440CB2" w:rsidRPr="00164C7B">
        <w:rPr>
          <w:rFonts w:ascii="標楷體" w:eastAsia="標楷體" w:hAnsi="標楷體" w:hint="eastAsia"/>
        </w:rPr>
        <w:t>工資</w:t>
      </w:r>
      <w:proofErr w:type="gramEnd"/>
      <w:r w:rsidR="002D3C5A">
        <w:rPr>
          <w:rFonts w:ascii="標楷體" w:eastAsia="標楷體" w:hAnsi="標楷體" w:hint="eastAsia"/>
        </w:rPr>
        <w:t>，</w:t>
      </w:r>
      <w:r w:rsidR="00440CB2" w:rsidRPr="00164C7B">
        <w:rPr>
          <w:rFonts w:ascii="標楷體" w:eastAsia="標楷體" w:hAnsi="標楷體" w:hint="eastAsia"/>
        </w:rPr>
        <w:t>以基本工資的時薪計價</w:t>
      </w:r>
      <w:r w:rsidRPr="00164C7B">
        <w:rPr>
          <w:rFonts w:ascii="標楷體" w:eastAsia="標楷體" w:hAnsi="標楷體" w:hint="eastAsia"/>
        </w:rPr>
        <w:t>(</w:t>
      </w:r>
      <w:r w:rsidR="00A82406">
        <w:rPr>
          <w:rFonts w:ascii="標楷體" w:eastAsia="標楷體" w:hAnsi="標楷體" w:hint="eastAsia"/>
        </w:rPr>
        <w:t>1</w:t>
      </w:r>
      <w:r w:rsidR="00413F64">
        <w:rPr>
          <w:rFonts w:ascii="標楷體" w:eastAsia="標楷體" w:hAnsi="標楷體"/>
        </w:rPr>
        <w:t>83</w:t>
      </w:r>
      <w:r w:rsidR="00440CB2" w:rsidRPr="00164C7B">
        <w:rPr>
          <w:rFonts w:ascii="標楷體" w:eastAsia="標楷體" w:hAnsi="標楷體" w:hint="eastAsia"/>
        </w:rPr>
        <w:t>元/時)。</w:t>
      </w:r>
    </w:p>
    <w:p w:rsidR="00440CB2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教材費：教材、教</w:t>
      </w:r>
      <w:r w:rsidR="00440CB2" w:rsidRPr="00164C7B">
        <w:rPr>
          <w:rFonts w:ascii="標楷體" w:eastAsia="標楷體" w:hAnsi="標楷體" w:hint="eastAsia"/>
        </w:rPr>
        <w:t>具請儘量明列單位、數量、單價，避免使用「一式」，且每</w:t>
      </w:r>
      <w:proofErr w:type="gramStart"/>
      <w:r w:rsidR="00440CB2" w:rsidRPr="00164C7B">
        <w:rPr>
          <w:rFonts w:ascii="標楷體" w:eastAsia="標楷體" w:hAnsi="標楷體" w:hint="eastAsia"/>
        </w:rPr>
        <w:t>個</w:t>
      </w:r>
      <w:proofErr w:type="gramEnd"/>
      <w:r w:rsidR="00440CB2" w:rsidRPr="00164C7B">
        <w:rPr>
          <w:rFonts w:ascii="標楷體" w:eastAsia="標楷體" w:hAnsi="標楷體" w:hint="eastAsia"/>
        </w:rPr>
        <w:t>項目單價不超過1</w:t>
      </w:r>
      <w:r w:rsidRPr="00164C7B">
        <w:rPr>
          <w:rFonts w:ascii="標楷體" w:eastAsia="標楷體" w:hAnsi="標楷體" w:hint="eastAsia"/>
        </w:rPr>
        <w:t>萬元為限</w:t>
      </w:r>
      <w:r w:rsidR="00440CB2" w:rsidRPr="00164C7B">
        <w:rPr>
          <w:rFonts w:ascii="標楷體" w:eastAsia="標楷體" w:hAnsi="標楷體" w:hint="eastAsia"/>
        </w:rPr>
        <w:t>。</w:t>
      </w:r>
    </w:p>
    <w:p w:rsidR="00F246CC" w:rsidRPr="00164C7B" w:rsidRDefault="00F246CC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材料費</w:t>
      </w:r>
      <w:r w:rsidRPr="00164C7B">
        <w:rPr>
          <w:rFonts w:ascii="標楷體" w:eastAsia="標楷體" w:hAnsi="標楷體" w:hint="eastAsia"/>
        </w:rPr>
        <w:t>請儘量明列單位、數量、單價，避免使用「一式」，且每</w:t>
      </w:r>
      <w:proofErr w:type="gramStart"/>
      <w:r w:rsidRPr="00164C7B">
        <w:rPr>
          <w:rFonts w:ascii="標楷體" w:eastAsia="標楷體" w:hAnsi="標楷體" w:hint="eastAsia"/>
        </w:rPr>
        <w:t>個</w:t>
      </w:r>
      <w:proofErr w:type="gramEnd"/>
      <w:r w:rsidRPr="00164C7B">
        <w:rPr>
          <w:rFonts w:ascii="標楷體" w:eastAsia="標楷體" w:hAnsi="標楷體" w:hint="eastAsia"/>
        </w:rPr>
        <w:t>項目單價不超過1萬元為限。</w:t>
      </w:r>
    </w:p>
    <w:p w:rsidR="00164C7B" w:rsidRP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lastRenderedPageBreak/>
        <w:t>膳費：活動時間必須逾用餐時間，方得編列膳費(</w:t>
      </w:r>
      <w:r w:rsidR="00994A03">
        <w:rPr>
          <w:rFonts w:ascii="標楷體" w:eastAsia="標楷體" w:hAnsi="標楷體"/>
        </w:rPr>
        <w:t>10</w:t>
      </w:r>
      <w:r w:rsidRPr="00164C7B">
        <w:rPr>
          <w:rFonts w:ascii="標楷體" w:eastAsia="標楷體" w:hAnsi="標楷體" w:hint="eastAsia"/>
        </w:rPr>
        <w:t>0元/</w:t>
      </w:r>
      <w:r w:rsidR="00413F64">
        <w:rPr>
          <w:rFonts w:ascii="標楷體" w:eastAsia="標楷體" w:hAnsi="標楷體" w:hint="eastAsia"/>
        </w:rPr>
        <w:t>人/餐</w:t>
      </w:r>
      <w:r w:rsidRPr="00164C7B">
        <w:rPr>
          <w:rFonts w:ascii="標楷體" w:eastAsia="標楷體" w:hAnsi="標楷體" w:hint="eastAsia"/>
        </w:rPr>
        <w:t>)。</w:t>
      </w:r>
    </w:p>
    <w:p w:rsidR="00164C7B" w:rsidRDefault="00164C7B" w:rsidP="00AE5E5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164C7B">
        <w:rPr>
          <w:rFonts w:ascii="標楷體" w:eastAsia="標楷體" w:hAnsi="標楷體" w:hint="eastAsia"/>
        </w:rPr>
        <w:t>場地費：可視實際情況編列場地費（含水電支出用）。</w:t>
      </w:r>
    </w:p>
    <w:p w:rsidR="00164C7B" w:rsidRDefault="00164C7B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 w:rsidRPr="0064042D">
        <w:rPr>
          <w:rFonts w:ascii="標楷體" w:eastAsia="標楷體" w:hAnsi="標楷體" w:hint="eastAsia"/>
        </w:rPr>
        <w:t>加班費：請於預算額度內核實支應(200元/時)，上限為編列經費10%以內。</w:t>
      </w:r>
    </w:p>
    <w:p w:rsidR="0064042D" w:rsidRPr="0064042D" w:rsidRDefault="0064042D" w:rsidP="0064042D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印刷費</w:t>
      </w:r>
      <w:r w:rsidRPr="00164C7B">
        <w:rPr>
          <w:rFonts w:ascii="標楷體" w:eastAsia="標楷體" w:hAnsi="標楷體" w:hint="eastAsia"/>
        </w:rPr>
        <w:t>：可視實際情況編列</w:t>
      </w:r>
      <w:r>
        <w:rPr>
          <w:rFonts w:ascii="標楷體" w:eastAsia="標楷體" w:hAnsi="標楷體" w:hint="eastAsia"/>
        </w:rPr>
        <w:t>印刷費。</w:t>
      </w:r>
    </w:p>
    <w:p w:rsidR="003B113B" w:rsidRPr="00164C7B" w:rsidRDefault="003B113B" w:rsidP="003B113B">
      <w:pPr>
        <w:numPr>
          <w:ilvl w:val="0"/>
          <w:numId w:val="22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交</w:t>
      </w:r>
      <w:r>
        <w:rPr>
          <w:rFonts w:ascii="標楷體" w:eastAsia="標楷體" w:hAnsi="標楷體"/>
        </w:rPr>
        <w:t>通費</w:t>
      </w:r>
      <w:r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/>
        </w:rPr>
        <w:t>請依</w:t>
      </w:r>
      <w:r w:rsidRPr="003B113B">
        <w:rPr>
          <w:rFonts w:ascii="標楷體" w:eastAsia="標楷體" w:hAnsi="標楷體" w:hint="eastAsia"/>
        </w:rPr>
        <w:t>國內出差旅費報支要點</w:t>
      </w:r>
      <w:r>
        <w:rPr>
          <w:rFonts w:ascii="標楷體" w:eastAsia="標楷體" w:hAnsi="標楷體" w:hint="eastAsia"/>
        </w:rPr>
        <w:t>核</w:t>
      </w:r>
      <w:r>
        <w:rPr>
          <w:rFonts w:ascii="標楷體" w:eastAsia="標楷體" w:hAnsi="標楷體"/>
        </w:rPr>
        <w:t>實支應。</w:t>
      </w:r>
    </w:p>
    <w:p w:rsidR="00164C7B" w:rsidRDefault="00164C7B" w:rsidP="00AE5E5D">
      <w:pPr>
        <w:pStyle w:val="a4"/>
        <w:numPr>
          <w:ilvl w:val="0"/>
          <w:numId w:val="22"/>
        </w:numPr>
        <w:spacing w:line="400" w:lineRule="exact"/>
        <w:ind w:leftChars="0"/>
        <w:rPr>
          <w:rFonts w:eastAsia="標楷體" w:hAnsi="標楷體"/>
        </w:rPr>
      </w:pPr>
      <w:r>
        <w:rPr>
          <w:rFonts w:eastAsia="標楷體" w:hAnsi="標楷體" w:hint="eastAsia"/>
        </w:rPr>
        <w:t>其他：</w:t>
      </w:r>
    </w:p>
    <w:p w:rsidR="00440CB2" w:rsidRPr="00EE1F7D" w:rsidRDefault="00440CB2" w:rsidP="00AE5E5D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EE1F7D">
        <w:rPr>
          <w:rFonts w:eastAsia="標楷體"/>
        </w:rPr>
        <w:t>本計畫成果將授權公開供大眾瀏覽、下載與應用，非申請者原著原創之內容，請務必編列可供公開授權使用素材之相關費用。</w:t>
      </w:r>
    </w:p>
    <w:p w:rsidR="00440CB2" w:rsidRPr="00A04601" w:rsidRDefault="00A04601" w:rsidP="006A6ABA">
      <w:pPr>
        <w:snapToGrid w:val="0"/>
        <w:spacing w:line="400" w:lineRule="exact"/>
        <w:ind w:leftChars="100" w:left="850" w:hangingChars="254" w:hanging="610"/>
        <w:jc w:val="both"/>
        <w:rPr>
          <w:rFonts w:eastAsia="標楷體"/>
        </w:rPr>
      </w:pPr>
      <w:r>
        <w:rPr>
          <w:rFonts w:ascii="標楷體" w:eastAsia="標楷體" w:hAnsi="標楷體" w:hint="eastAsia"/>
        </w:rPr>
        <w:t>(二)</w:t>
      </w:r>
      <w:r w:rsidR="005F339C" w:rsidRPr="00A04601">
        <w:rPr>
          <w:rFonts w:ascii="標楷體" w:eastAsia="標楷體" w:hAnsi="標楷體" w:hint="eastAsia"/>
        </w:rPr>
        <w:t>「</w:t>
      </w:r>
      <w:r w:rsidRPr="00A04601">
        <w:rPr>
          <w:rFonts w:ascii="標楷體" w:eastAsia="標楷體" w:hAnsi="標楷體" w:hint="eastAsia"/>
        </w:rPr>
        <w:t>公務人員執行職務意外傷亡慰問金發給辦法</w:t>
      </w:r>
      <w:r w:rsidR="00440CB2" w:rsidRPr="00A04601">
        <w:rPr>
          <w:rFonts w:ascii="標楷體" w:eastAsia="標楷體" w:hAnsi="標楷體" w:hint="eastAsia"/>
        </w:rPr>
        <w:t>」施</w:t>
      </w:r>
      <w:r w:rsidR="00440CB2" w:rsidRPr="00A04601">
        <w:rPr>
          <w:rFonts w:eastAsia="標楷體" w:hint="eastAsia"/>
        </w:rPr>
        <w:t>行後，各機關學校不得再為其公教人員投保額外險，故申請計畫不得編列教職員保險費。</w:t>
      </w:r>
    </w:p>
    <w:p w:rsidR="00105F38" w:rsidRPr="00105F38" w:rsidRDefault="00440CB2" w:rsidP="00105F38">
      <w:pPr>
        <w:pStyle w:val="a4"/>
        <w:numPr>
          <w:ilvl w:val="0"/>
          <w:numId w:val="25"/>
        </w:numPr>
        <w:snapToGrid w:val="0"/>
        <w:spacing w:line="400" w:lineRule="exact"/>
        <w:ind w:leftChars="0" w:left="851" w:hanging="567"/>
        <w:jc w:val="both"/>
        <w:rPr>
          <w:rFonts w:eastAsia="標楷體"/>
        </w:rPr>
      </w:pPr>
      <w:r w:rsidRPr="00164C7B">
        <w:rPr>
          <w:rFonts w:eastAsia="標楷體" w:hint="eastAsia"/>
        </w:rPr>
        <w:t>本計畫經費屬經常門，不得購置資本門財產。</w:t>
      </w:r>
    </w:p>
    <w:p w:rsidR="00672CF2" w:rsidRPr="00AD4A56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 w:hAnsi="標楷體" w:hint="eastAsia"/>
          <w:b/>
          <w:szCs w:val="28"/>
        </w:rPr>
        <w:t>注意事項</w:t>
      </w:r>
    </w:p>
    <w:p w:rsidR="0067004C" w:rsidRDefault="00832B6E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  <w:szCs w:val="32"/>
        </w:rPr>
        <w:t>進行</w:t>
      </w:r>
      <w:r w:rsidR="00672CF2" w:rsidRPr="009141EB">
        <w:rPr>
          <w:rFonts w:eastAsia="標楷體" w:hint="eastAsia"/>
          <w:szCs w:val="32"/>
        </w:rPr>
        <w:t>原</w:t>
      </w:r>
      <w:proofErr w:type="gramStart"/>
      <w:r w:rsidR="00672CF2" w:rsidRPr="009141EB">
        <w:rPr>
          <w:rFonts w:ascii="標楷體" w:eastAsia="標楷體" w:hAnsi="標楷體" w:hint="eastAsia"/>
        </w:rPr>
        <w:t>生物</w:t>
      </w:r>
      <w:r w:rsidR="00672CF2" w:rsidRPr="009141EB">
        <w:rPr>
          <w:rFonts w:eastAsia="標楷體" w:hint="eastAsia"/>
          <w:szCs w:val="32"/>
        </w:rPr>
        <w:t>種復育</w:t>
      </w:r>
      <w:proofErr w:type="gramEnd"/>
      <w:r>
        <w:rPr>
          <w:rFonts w:eastAsia="標楷體" w:hint="eastAsia"/>
          <w:szCs w:val="32"/>
        </w:rPr>
        <w:t>工作時，</w:t>
      </w:r>
      <w:r w:rsidR="00672CF2" w:rsidRPr="009141EB">
        <w:rPr>
          <w:rFonts w:ascii="標楷體" w:eastAsia="標楷體" w:hAnsi="標楷體" w:hint="eastAsia"/>
        </w:rPr>
        <w:t>請先請教相關專家學者或10</w:t>
      </w:r>
      <w:r w:rsidR="008D0FB8">
        <w:rPr>
          <w:rFonts w:ascii="標楷體" w:eastAsia="標楷體" w:hAnsi="標楷體"/>
        </w:rPr>
        <w:t>8</w:t>
      </w:r>
      <w:proofErr w:type="gramStart"/>
      <w:r w:rsidR="00672CF2" w:rsidRPr="009141EB">
        <w:rPr>
          <w:rFonts w:ascii="標楷體" w:eastAsia="標楷體" w:hAnsi="標楷體" w:hint="eastAsia"/>
        </w:rPr>
        <w:t>年</w:t>
      </w:r>
      <w:r w:rsidR="00CA1C2F" w:rsidRPr="009141EB">
        <w:rPr>
          <w:rFonts w:ascii="標楷體" w:eastAsia="標楷體" w:hAnsi="標楷體" w:hint="eastAsia"/>
        </w:rPr>
        <w:t>前</w:t>
      </w:r>
      <w:proofErr w:type="gramEnd"/>
      <w:r w:rsidR="00672CF2" w:rsidRPr="009141EB">
        <w:rPr>
          <w:rFonts w:ascii="標楷體" w:eastAsia="標楷體" w:hAnsi="標楷體" w:hint="eastAsia"/>
        </w:rPr>
        <w:t>諾亞方舟學校相關人員，評估復育物種之種類與數量評估復育物種之種類與數量，增加生物多樣性且不破壞原棲地為原則。</w:t>
      </w:r>
    </w:p>
    <w:p w:rsidR="008F65A5" w:rsidRDefault="008F65A5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A52CAE">
        <w:rPr>
          <w:rFonts w:ascii="標楷體" w:eastAsia="標楷體" w:hAnsi="標楷體" w:hint="eastAsia"/>
        </w:rPr>
        <w:t>增能研習之成果報告，請務必檢附研習回饋統計表。</w:t>
      </w:r>
    </w:p>
    <w:p w:rsidR="004C4E4E" w:rsidRDefault="00672CF2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 w:rsidRPr="001D5C74">
        <w:rPr>
          <w:rFonts w:ascii="標楷體" w:eastAsia="標楷體" w:hAnsi="標楷體" w:hint="eastAsia"/>
          <w:b/>
        </w:rPr>
        <w:t>獲得補助學校</w:t>
      </w:r>
      <w:r w:rsidR="003C29C8" w:rsidRPr="001D5C74">
        <w:rPr>
          <w:rFonts w:ascii="標楷體" w:eastAsia="標楷體" w:hAnsi="標楷體" w:hint="eastAsia"/>
          <w:b/>
        </w:rPr>
        <w:t>請於114年</w:t>
      </w:r>
      <w:r w:rsidR="006A41AE" w:rsidRPr="001D5C74">
        <w:rPr>
          <w:rFonts w:ascii="標楷體" w:eastAsia="標楷體" w:hAnsi="標楷體" w:hint="eastAsia"/>
          <w:b/>
        </w:rPr>
        <w:t>7</w:t>
      </w:r>
      <w:r w:rsidR="003C29C8" w:rsidRPr="001D5C74">
        <w:rPr>
          <w:rFonts w:ascii="標楷體" w:eastAsia="標楷體" w:hAnsi="標楷體" w:hint="eastAsia"/>
          <w:b/>
        </w:rPr>
        <w:t>月前</w:t>
      </w:r>
      <w:r w:rsidR="00E401A1" w:rsidRPr="001D5C74">
        <w:rPr>
          <w:rFonts w:ascii="標楷體" w:eastAsia="標楷體" w:hAnsi="標楷體" w:hint="eastAsia"/>
          <w:b/>
        </w:rPr>
        <w:t>將執行成果上傳至</w:t>
      </w:r>
      <w:r w:rsidR="003C29C8" w:rsidRPr="001D5C74">
        <w:rPr>
          <w:rFonts w:ascii="標楷體" w:eastAsia="標楷體" w:hAnsi="標楷體" w:hint="eastAsia"/>
          <w:b/>
        </w:rPr>
        <w:t>永續環境教育中心</w:t>
      </w:r>
      <w:r w:rsidR="00A202D3" w:rsidRPr="001D5C74">
        <w:rPr>
          <w:rFonts w:ascii="標楷體" w:eastAsia="標楷體" w:hAnsi="標楷體" w:hint="eastAsia"/>
          <w:b/>
        </w:rPr>
        <w:t>「</w:t>
      </w:r>
      <w:r w:rsidR="003C29C8" w:rsidRPr="001D5C74">
        <w:rPr>
          <w:rFonts w:ascii="標楷體" w:eastAsia="標楷體" w:hAnsi="標楷體" w:hint="eastAsia"/>
          <w:b/>
        </w:rPr>
        <w:t>113</w:t>
      </w:r>
      <w:proofErr w:type="gramStart"/>
      <w:r w:rsidR="003C29C8" w:rsidRPr="001D5C74">
        <w:rPr>
          <w:rFonts w:ascii="標楷體" w:eastAsia="標楷體" w:hAnsi="標楷體" w:hint="eastAsia"/>
          <w:b/>
        </w:rPr>
        <w:t>川山家</w:t>
      </w:r>
      <w:proofErr w:type="gramEnd"/>
      <w:r w:rsidR="003C29C8" w:rsidRPr="001D5C74">
        <w:rPr>
          <w:rFonts w:ascii="標楷體" w:eastAsia="標楷體" w:hAnsi="標楷體" w:hint="eastAsia"/>
          <w:b/>
        </w:rPr>
        <w:t>計畫期末成果報告</w:t>
      </w:r>
      <w:r w:rsidR="00A202D3" w:rsidRPr="001D5C74">
        <w:rPr>
          <w:rFonts w:ascii="標楷體" w:eastAsia="標楷體" w:hAnsi="標楷體" w:hint="eastAsia"/>
          <w:b/>
        </w:rPr>
        <w:t>」</w:t>
      </w:r>
      <w:proofErr w:type="gramStart"/>
      <w:r w:rsidR="003C29C8" w:rsidRPr="001D5C74">
        <w:rPr>
          <w:rFonts w:ascii="標楷體" w:eastAsia="標楷體" w:hAnsi="標楷體" w:hint="eastAsia"/>
          <w:b/>
        </w:rPr>
        <w:t>上傳</w:t>
      </w:r>
      <w:proofErr w:type="gramEnd"/>
      <w:r w:rsidR="003C29C8" w:rsidRPr="001D5C74">
        <w:rPr>
          <w:rFonts w:ascii="標楷體" w:eastAsia="標楷體" w:hAnsi="標楷體" w:hint="eastAsia"/>
          <w:b/>
        </w:rPr>
        <w:t>區</w:t>
      </w:r>
      <w:r w:rsidR="000A3BD7">
        <w:rPr>
          <w:rFonts w:ascii="標楷體" w:eastAsia="標楷體" w:hAnsi="標楷體" w:hint="eastAsia"/>
          <w:b/>
        </w:rPr>
        <w:t>(後續另函通知</w:t>
      </w:r>
      <w:r w:rsidR="000A3BD7">
        <w:rPr>
          <w:rFonts w:ascii="標楷體" w:eastAsia="標楷體" w:hAnsi="標楷體"/>
          <w:b/>
        </w:rPr>
        <w:t>)</w:t>
      </w:r>
      <w:r w:rsidR="009D60AB" w:rsidRPr="001D5C74">
        <w:rPr>
          <w:rFonts w:ascii="標楷體" w:eastAsia="標楷體" w:hAnsi="標楷體" w:hint="eastAsia"/>
          <w:b/>
        </w:rPr>
        <w:t>，</w:t>
      </w:r>
      <w:r w:rsidR="007F42A3" w:rsidRPr="001D5C74">
        <w:rPr>
          <w:rFonts w:ascii="標楷體" w:eastAsia="標楷體" w:hAnsi="標楷體" w:hint="eastAsia"/>
          <w:b/>
        </w:rPr>
        <w:t>成果報告格式如附件4</w:t>
      </w:r>
      <w:r w:rsidR="004C4E4E">
        <w:rPr>
          <w:rFonts w:ascii="標楷體" w:eastAsia="標楷體" w:hAnsi="標楷體" w:hint="eastAsia"/>
        </w:rPr>
        <w:t>。</w:t>
      </w:r>
    </w:p>
    <w:p w:rsidR="00EE1F7D" w:rsidRPr="00E7582E" w:rsidRDefault="004C4E4E" w:rsidP="00AE5E5D">
      <w:pPr>
        <w:numPr>
          <w:ilvl w:val="0"/>
          <w:numId w:val="3"/>
        </w:numPr>
        <w:tabs>
          <w:tab w:val="num" w:pos="851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</w:t>
      </w:r>
      <w:r w:rsidR="003C29C8" w:rsidRPr="003C29C8">
        <w:rPr>
          <w:rFonts w:ascii="標楷體" w:eastAsia="標楷體" w:hAnsi="標楷體" w:hint="eastAsia"/>
        </w:rPr>
        <w:t>新苗學校、綠蔭學校</w:t>
      </w:r>
      <w:r w:rsidR="003C29C8">
        <w:rPr>
          <w:rFonts w:ascii="標楷體" w:eastAsia="標楷體" w:hAnsi="標楷體" w:hint="eastAsia"/>
        </w:rPr>
        <w:t>踴躍</w:t>
      </w:r>
      <w:r w:rsidR="00D87292">
        <w:rPr>
          <w:rFonts w:ascii="標楷體" w:eastAsia="標楷體" w:hAnsi="標楷體" w:hint="eastAsia"/>
        </w:rPr>
        <w:t>參與</w:t>
      </w:r>
      <w:proofErr w:type="gramStart"/>
      <w:r w:rsidR="003C29C8" w:rsidRPr="003C29C8">
        <w:rPr>
          <w:rFonts w:ascii="標楷體" w:eastAsia="標楷體" w:hAnsi="標楷體" w:hint="eastAsia"/>
        </w:rPr>
        <w:t>臺</w:t>
      </w:r>
      <w:proofErr w:type="gramEnd"/>
      <w:r w:rsidR="003C29C8" w:rsidRPr="003C29C8">
        <w:rPr>
          <w:rFonts w:ascii="標楷體" w:eastAsia="標楷體" w:hAnsi="標楷體" w:hint="eastAsia"/>
        </w:rPr>
        <w:t>美生態學校、教育部環境教育實作競賽。</w:t>
      </w:r>
    </w:p>
    <w:p w:rsidR="00672CF2" w:rsidRPr="00471417" w:rsidRDefault="00471417" w:rsidP="00AE5E5D">
      <w:pPr>
        <w:numPr>
          <w:ilvl w:val="0"/>
          <w:numId w:val="3"/>
        </w:numPr>
        <w:tabs>
          <w:tab w:val="num" w:pos="993"/>
        </w:tabs>
        <w:snapToGrid w:val="0"/>
        <w:spacing w:line="400" w:lineRule="exact"/>
        <w:ind w:left="851" w:hanging="567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敘獎</w:t>
      </w:r>
      <w:r w:rsidR="009D60AB">
        <w:rPr>
          <w:rFonts w:eastAsia="標楷體" w:hint="eastAsia"/>
        </w:rPr>
        <w:t>額度及人數</w:t>
      </w:r>
      <w:r w:rsidR="0016575F" w:rsidRPr="009A7F06">
        <w:rPr>
          <w:rFonts w:eastAsia="標楷體" w:hint="eastAsia"/>
        </w:rPr>
        <w:t>：</w:t>
      </w:r>
    </w:p>
    <w:p w:rsidR="00471417" w:rsidRPr="009D60AB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承辦學校：</w:t>
      </w:r>
    </w:p>
    <w:p w:rsid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2" w:hanging="425"/>
        <w:jc w:val="both"/>
        <w:rPr>
          <w:rFonts w:eastAsia="標楷體"/>
        </w:rPr>
      </w:pPr>
      <w:r w:rsidRPr="009D60AB">
        <w:rPr>
          <w:rFonts w:eastAsia="標楷體" w:hint="eastAsia"/>
        </w:rPr>
        <w:t>校長：</w:t>
      </w:r>
      <w:r w:rsidR="00860468" w:rsidRPr="00860468">
        <w:rPr>
          <w:rFonts w:eastAsia="標楷體" w:hint="eastAsia"/>
        </w:rPr>
        <w:t>依據「公立高級中等以下學校校長成績考核辦法」第</w:t>
      </w:r>
      <w:r w:rsidR="00860468" w:rsidRPr="00860468">
        <w:rPr>
          <w:rFonts w:eastAsia="標楷體" w:hint="eastAsia"/>
        </w:rPr>
        <w:t>7</w:t>
      </w:r>
      <w:r w:rsidR="00860468" w:rsidRPr="00860468">
        <w:rPr>
          <w:rFonts w:eastAsia="標楷體" w:hint="eastAsia"/>
        </w:rPr>
        <w:t>條第</w:t>
      </w:r>
      <w:r w:rsidR="006C5AA4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項第</w:t>
      </w:r>
      <w:r w:rsidR="006C5AA4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860468" w:rsidRPr="0086046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目，辦理重要計畫，成績優良，記嘉獎</w:t>
      </w:r>
      <w:r w:rsidR="00FC3B94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</w:t>
      </w:r>
      <w:r w:rsidR="00034670" w:rsidRPr="00034670">
        <w:rPr>
          <w:rFonts w:eastAsia="標楷體" w:hint="eastAsia"/>
        </w:rPr>
        <w:t>由學校提報本局辦理</w:t>
      </w:r>
      <w:r w:rsidR="00860468" w:rsidRPr="00860468">
        <w:rPr>
          <w:rFonts w:eastAsia="標楷體" w:hint="eastAsia"/>
        </w:rPr>
        <w:t>。</w:t>
      </w:r>
    </w:p>
    <w:p w:rsidR="009D60AB" w:rsidRPr="00860468" w:rsidRDefault="009D60AB" w:rsidP="00AE5E5D">
      <w:pPr>
        <w:pStyle w:val="a4"/>
        <w:numPr>
          <w:ilvl w:val="3"/>
          <w:numId w:val="22"/>
        </w:numPr>
        <w:snapToGrid w:val="0"/>
        <w:spacing w:line="400" w:lineRule="exact"/>
        <w:ind w:leftChars="0" w:left="993" w:hanging="426"/>
        <w:jc w:val="both"/>
        <w:rPr>
          <w:rFonts w:eastAsia="標楷體"/>
        </w:rPr>
      </w:pPr>
      <w:r w:rsidRPr="00860468">
        <w:rPr>
          <w:rFonts w:ascii="標楷體" w:eastAsia="標楷體" w:hAnsi="標楷體" w:hint="eastAsia"/>
        </w:rPr>
        <w:t>有功人員：</w:t>
      </w:r>
      <w:r w:rsidR="00860468" w:rsidRPr="00860468">
        <w:rPr>
          <w:rFonts w:eastAsia="標楷體" w:hint="eastAsia"/>
        </w:rPr>
        <w:t>依據「公立高級中等以下學校教師成績考核辦法」第</w:t>
      </w:r>
      <w:r w:rsidR="006C5AA4">
        <w:rPr>
          <w:rFonts w:eastAsia="標楷體"/>
        </w:rPr>
        <w:t>6</w:t>
      </w:r>
      <w:r w:rsidR="00860468" w:rsidRPr="00860468">
        <w:rPr>
          <w:rFonts w:eastAsia="標楷體" w:hint="eastAsia"/>
        </w:rPr>
        <w:t>條第</w:t>
      </w:r>
      <w:r w:rsidR="007055C8">
        <w:rPr>
          <w:rFonts w:eastAsia="標楷體" w:hint="eastAsia"/>
        </w:rPr>
        <w:t>2</w:t>
      </w:r>
      <w:r w:rsidR="00860468" w:rsidRPr="00860468">
        <w:rPr>
          <w:rFonts w:eastAsia="標楷體" w:hint="eastAsia"/>
        </w:rPr>
        <w:t>項第</w:t>
      </w:r>
      <w:r w:rsidR="007055C8">
        <w:rPr>
          <w:rFonts w:eastAsia="標楷體" w:hint="eastAsia"/>
        </w:rPr>
        <w:t>3</w:t>
      </w:r>
      <w:r w:rsidR="00860468" w:rsidRPr="00860468">
        <w:rPr>
          <w:rFonts w:eastAsia="標楷體" w:hint="eastAsia"/>
        </w:rPr>
        <w:t>款第</w:t>
      </w:r>
      <w:r w:rsidR="007055C8">
        <w:rPr>
          <w:rFonts w:eastAsia="標楷體" w:hint="eastAsia"/>
        </w:rPr>
        <w:t>1</w:t>
      </w:r>
      <w:r w:rsidR="007055C8">
        <w:rPr>
          <w:rFonts w:eastAsia="標楷體"/>
        </w:rPr>
        <w:t>0</w:t>
      </w:r>
      <w:r w:rsidR="00860468" w:rsidRPr="00860468">
        <w:rPr>
          <w:rFonts w:eastAsia="標楷體" w:hint="eastAsia"/>
        </w:rPr>
        <w:t>目</w:t>
      </w:r>
      <w:r w:rsidR="00860468">
        <w:rPr>
          <w:rFonts w:eastAsia="標楷體" w:hint="eastAsia"/>
        </w:rPr>
        <w:t>，復</w:t>
      </w:r>
      <w:r w:rsidR="00860468" w:rsidRPr="00860468">
        <w:rPr>
          <w:rFonts w:eastAsia="標楷體" w:hint="eastAsia"/>
        </w:rPr>
        <w:t>依「新北市政府所屬各級學校及幼兒園辦理教師敘獎處理原則」附表第</w:t>
      </w:r>
      <w:r w:rsidR="00860468" w:rsidRPr="00860468">
        <w:rPr>
          <w:rFonts w:eastAsia="標楷體" w:hint="eastAsia"/>
        </w:rPr>
        <w:t>4</w:t>
      </w:r>
      <w:r w:rsidR="007055C8">
        <w:rPr>
          <w:rFonts w:eastAsia="標楷體" w:hint="eastAsia"/>
        </w:rPr>
        <w:t>項第</w:t>
      </w:r>
      <w:r w:rsidR="00860468" w:rsidRPr="00860468">
        <w:rPr>
          <w:rFonts w:eastAsia="標楷體" w:hint="eastAsia"/>
        </w:rPr>
        <w:t>2</w:t>
      </w:r>
      <w:r w:rsidR="007055C8">
        <w:rPr>
          <w:rFonts w:eastAsia="標楷體" w:hint="eastAsia"/>
        </w:rPr>
        <w:t>款</w:t>
      </w:r>
      <w:r w:rsidR="00860468" w:rsidRPr="00860468">
        <w:rPr>
          <w:rFonts w:eastAsia="標楷體" w:hint="eastAsia"/>
        </w:rPr>
        <w:t>，執行專案計畫績效優良，主要策劃人員記功</w:t>
      </w:r>
      <w:r w:rsidR="00860468" w:rsidRPr="00860468">
        <w:rPr>
          <w:rFonts w:eastAsia="標楷體" w:hint="eastAsia"/>
        </w:rPr>
        <w:t>1</w:t>
      </w:r>
      <w:r w:rsidR="00860468" w:rsidRPr="00860468">
        <w:rPr>
          <w:rFonts w:eastAsia="標楷體" w:hint="eastAsia"/>
        </w:rPr>
        <w:t>次，餘協辦人員</w:t>
      </w:r>
      <w:r w:rsidR="00860468" w:rsidRPr="00860468">
        <w:rPr>
          <w:rFonts w:eastAsia="標楷體" w:hint="eastAsia"/>
        </w:rPr>
        <w:t>5</w:t>
      </w:r>
      <w:r w:rsidR="00860468" w:rsidRPr="00860468">
        <w:rPr>
          <w:rFonts w:eastAsia="標楷體" w:hint="eastAsia"/>
        </w:rPr>
        <w:t>人依功績程度嘉獎</w:t>
      </w:r>
      <w:r w:rsidR="00860468" w:rsidRPr="00860468">
        <w:rPr>
          <w:rFonts w:eastAsia="標楷體" w:hint="eastAsia"/>
        </w:rPr>
        <w:t>1~2</w:t>
      </w:r>
      <w:r w:rsidR="00860468" w:rsidRPr="00860468">
        <w:rPr>
          <w:rFonts w:eastAsia="標楷體" w:hint="eastAsia"/>
        </w:rPr>
        <w:t>次</w:t>
      </w:r>
      <w:r w:rsidR="003570EF">
        <w:rPr>
          <w:rFonts w:eastAsia="標楷體" w:hint="eastAsia"/>
        </w:rPr>
        <w:t>。</w:t>
      </w:r>
    </w:p>
    <w:p w:rsidR="00471417" w:rsidRPr="00471417" w:rsidRDefault="00471417" w:rsidP="00AE5E5D">
      <w:pPr>
        <w:numPr>
          <w:ilvl w:val="1"/>
          <w:numId w:val="3"/>
        </w:numPr>
        <w:snapToGrid w:val="0"/>
        <w:spacing w:line="400" w:lineRule="exact"/>
        <w:jc w:val="both"/>
        <w:rPr>
          <w:rFonts w:ascii="標楷體" w:eastAsia="標楷體" w:hAnsi="標楷體"/>
        </w:rPr>
      </w:pPr>
      <w:r>
        <w:rPr>
          <w:rFonts w:eastAsia="標楷體" w:hint="eastAsia"/>
        </w:rPr>
        <w:t>參與學校</w:t>
      </w:r>
      <w:r w:rsidR="004714F0">
        <w:rPr>
          <w:rFonts w:eastAsia="標楷體" w:hint="eastAsia"/>
        </w:rPr>
        <w:t>：</w:t>
      </w:r>
    </w:p>
    <w:p w:rsidR="002E0F82" w:rsidRPr="002E0F82" w:rsidRDefault="002E0F82" w:rsidP="00AE5E5D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(1)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校長：依據「公立高級中等以下學校校長成績考核辦法」第</w:t>
      </w:r>
      <w:r w:rsidRPr="002E0F82">
        <w:rPr>
          <w:rFonts w:eastAsia="標楷體" w:hint="eastAsia"/>
        </w:rPr>
        <w:t>7</w:t>
      </w:r>
      <w:r w:rsidRPr="002E0F82">
        <w:rPr>
          <w:rFonts w:eastAsia="標楷體" w:hint="eastAsia"/>
        </w:rPr>
        <w:t>條</w:t>
      </w:r>
      <w:r w:rsidR="002B6587">
        <w:rPr>
          <w:rFonts w:eastAsia="標楷體" w:hint="eastAsia"/>
        </w:rPr>
        <w:t>第</w:t>
      </w:r>
      <w:r w:rsidR="002740C7">
        <w:rPr>
          <w:rFonts w:eastAsia="標楷體" w:hint="eastAsia"/>
        </w:rPr>
        <w:t>2</w:t>
      </w:r>
      <w:r w:rsidR="002B6587">
        <w:rPr>
          <w:rFonts w:eastAsia="標楷體" w:hint="eastAsia"/>
        </w:rPr>
        <w:t>項</w:t>
      </w:r>
      <w:r w:rsidRPr="002E0F82">
        <w:rPr>
          <w:rFonts w:eastAsia="標楷體" w:hint="eastAsia"/>
        </w:rPr>
        <w:t>第</w:t>
      </w:r>
      <w:r w:rsidR="00132FAD">
        <w:rPr>
          <w:rFonts w:eastAsia="標楷體" w:hint="eastAsia"/>
        </w:rPr>
        <w:t>3</w:t>
      </w:r>
      <w:r w:rsidRPr="002E0F82">
        <w:rPr>
          <w:rFonts w:eastAsia="標楷體" w:hint="eastAsia"/>
        </w:rPr>
        <w:t>款</w:t>
      </w:r>
      <w:r w:rsidR="00132FAD">
        <w:rPr>
          <w:rFonts w:eastAsia="標楷體" w:hint="eastAsia"/>
        </w:rPr>
        <w:t>第</w:t>
      </w:r>
      <w:r w:rsidR="00132FAD">
        <w:rPr>
          <w:rFonts w:eastAsia="標楷體" w:hint="eastAsia"/>
        </w:rPr>
        <w:t>2</w:t>
      </w:r>
      <w:r w:rsidR="00132FAD">
        <w:rPr>
          <w:rFonts w:eastAsia="標楷體" w:hint="eastAsia"/>
        </w:rPr>
        <w:t>目</w:t>
      </w:r>
      <w:r w:rsidRPr="002E0F82">
        <w:rPr>
          <w:rFonts w:eastAsia="標楷體" w:hint="eastAsia"/>
        </w:rPr>
        <w:t>，辦理重要計畫，成績優良，記嘉獎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</w:t>
      </w:r>
      <w:r w:rsidR="00413F64" w:rsidRPr="00413F64">
        <w:rPr>
          <w:rFonts w:eastAsia="標楷體" w:hint="eastAsia"/>
        </w:rPr>
        <w:t>由學校提報本</w:t>
      </w:r>
      <w:r w:rsidR="00413F64" w:rsidRPr="00413F64">
        <w:rPr>
          <w:rFonts w:eastAsia="標楷體" w:hint="eastAsia"/>
        </w:rPr>
        <w:lastRenderedPageBreak/>
        <w:t>局辦理</w:t>
      </w:r>
      <w:r w:rsidRPr="002E0F82">
        <w:rPr>
          <w:rFonts w:eastAsia="標楷體" w:hint="eastAsia"/>
        </w:rPr>
        <w:t>。</w:t>
      </w:r>
    </w:p>
    <w:p w:rsidR="009D60AB" w:rsidRPr="00105F38" w:rsidRDefault="002E0F82" w:rsidP="00105F38">
      <w:pPr>
        <w:snapToGrid w:val="0"/>
        <w:spacing w:line="400" w:lineRule="exact"/>
        <w:ind w:leftChars="236" w:left="991" w:hangingChars="177" w:hanging="425"/>
        <w:jc w:val="both"/>
        <w:rPr>
          <w:rFonts w:eastAsia="標楷體"/>
        </w:rPr>
      </w:pPr>
      <w:r w:rsidRPr="002E0F82">
        <w:rPr>
          <w:rFonts w:eastAsia="標楷體" w:hint="eastAsia"/>
        </w:rPr>
        <w:t>(2)</w:t>
      </w:r>
      <w:r w:rsidRPr="002E0F82">
        <w:rPr>
          <w:rFonts w:eastAsia="標楷體" w:hint="eastAsia"/>
        </w:rPr>
        <w:tab/>
      </w:r>
      <w:r w:rsidRPr="002E0F82">
        <w:rPr>
          <w:rFonts w:eastAsia="標楷體" w:hint="eastAsia"/>
        </w:rPr>
        <w:t>有功人員：依據「公立高級中等以下學校教師成績考核辦法」第</w:t>
      </w:r>
      <w:r w:rsidRPr="002E0F82">
        <w:rPr>
          <w:rFonts w:eastAsia="標楷體" w:hint="eastAsia"/>
        </w:rPr>
        <w:t>6</w:t>
      </w:r>
      <w:r w:rsidRPr="002E0F82">
        <w:rPr>
          <w:rFonts w:eastAsia="標楷體" w:hint="eastAsia"/>
        </w:rPr>
        <w:t>條第</w:t>
      </w:r>
      <w:r w:rsidR="002740C7">
        <w:rPr>
          <w:rFonts w:eastAsia="標楷體" w:hint="eastAsia"/>
        </w:rPr>
        <w:t>2</w:t>
      </w:r>
      <w:r w:rsidRPr="002E0F82">
        <w:rPr>
          <w:rFonts w:eastAsia="標楷體" w:hint="eastAsia"/>
        </w:rPr>
        <w:t>項第</w:t>
      </w:r>
      <w:r w:rsidR="002740C7">
        <w:rPr>
          <w:rFonts w:eastAsia="標楷體" w:hint="eastAsia"/>
        </w:rPr>
        <w:t>3</w:t>
      </w:r>
      <w:r w:rsidRPr="002E0F82">
        <w:rPr>
          <w:rFonts w:eastAsia="標楷體" w:hint="eastAsia"/>
        </w:rPr>
        <w:t>款第</w:t>
      </w:r>
      <w:r w:rsidRPr="002E0F82">
        <w:rPr>
          <w:rFonts w:eastAsia="標楷體" w:hint="eastAsia"/>
        </w:rPr>
        <w:t>10</w:t>
      </w:r>
      <w:r w:rsidRPr="002E0F82">
        <w:rPr>
          <w:rFonts w:eastAsia="標楷體" w:hint="eastAsia"/>
        </w:rPr>
        <w:t>目，復依「新北市政府所屬各級學校及幼兒園辦理教師敘獎處理原則」附表第</w:t>
      </w:r>
      <w:r w:rsidRPr="002E0F82">
        <w:rPr>
          <w:rFonts w:eastAsia="標楷體" w:hint="eastAsia"/>
        </w:rPr>
        <w:t>4</w:t>
      </w:r>
      <w:r w:rsidR="002740C7">
        <w:rPr>
          <w:rFonts w:eastAsia="標楷體" w:hint="eastAsia"/>
        </w:rPr>
        <w:t>項第</w:t>
      </w:r>
      <w:r w:rsidRPr="002E0F82">
        <w:rPr>
          <w:rFonts w:eastAsia="標楷體" w:hint="eastAsia"/>
        </w:rPr>
        <w:t>2</w:t>
      </w:r>
      <w:r w:rsidR="00E2241B">
        <w:rPr>
          <w:rFonts w:eastAsia="標楷體" w:hint="eastAsia"/>
        </w:rPr>
        <w:t>款</w:t>
      </w:r>
      <w:r w:rsidRPr="002E0F82">
        <w:rPr>
          <w:rFonts w:eastAsia="標楷體" w:hint="eastAsia"/>
        </w:rPr>
        <w:t>，執行專案計畫績效優良，主要策劃人員記功</w:t>
      </w:r>
      <w:r w:rsidRPr="002E0F82">
        <w:rPr>
          <w:rFonts w:eastAsia="標楷體" w:hint="eastAsia"/>
        </w:rPr>
        <w:t>1</w:t>
      </w:r>
      <w:r w:rsidRPr="002E0F82">
        <w:rPr>
          <w:rFonts w:eastAsia="標楷體" w:hint="eastAsia"/>
        </w:rPr>
        <w:t>次，餘協辦人員</w:t>
      </w:r>
      <w:r w:rsidRPr="002E0F82">
        <w:rPr>
          <w:rFonts w:eastAsia="標楷體" w:hint="eastAsia"/>
        </w:rPr>
        <w:t>5</w:t>
      </w:r>
      <w:r w:rsidRPr="002E0F82">
        <w:rPr>
          <w:rFonts w:eastAsia="標楷體" w:hint="eastAsia"/>
        </w:rPr>
        <w:t>人依功績程度嘉獎</w:t>
      </w:r>
      <w:r w:rsidR="0006424A">
        <w:rPr>
          <w:rFonts w:eastAsia="標楷體" w:hint="eastAsia"/>
        </w:rPr>
        <w:t>1~2</w:t>
      </w:r>
      <w:r w:rsidRPr="002E0F82">
        <w:rPr>
          <w:rFonts w:eastAsia="標楷體" w:hint="eastAsia"/>
        </w:rPr>
        <w:t>次</w:t>
      </w:r>
      <w:r w:rsidR="002021D8">
        <w:rPr>
          <w:rFonts w:eastAsia="標楷體" w:hint="eastAsia"/>
        </w:rPr>
        <w:t>。</w:t>
      </w:r>
    </w:p>
    <w:p w:rsidR="00672CF2" w:rsidRPr="00AD4A56" w:rsidRDefault="00672CF2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  <w:szCs w:val="28"/>
        </w:rPr>
      </w:pPr>
      <w:r w:rsidRPr="00AD4A56">
        <w:rPr>
          <w:rFonts w:eastAsia="標楷體"/>
          <w:b/>
          <w:szCs w:val="28"/>
        </w:rPr>
        <w:t>計畫徵選審查指標</w:t>
      </w:r>
    </w:p>
    <w:tbl>
      <w:tblPr>
        <w:tblpPr w:leftFromText="180" w:rightFromText="180" w:vertAnchor="text" w:horzAnchor="margin" w:tblpXSpec="center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5"/>
        <w:gridCol w:w="4541"/>
        <w:gridCol w:w="1276"/>
      </w:tblGrid>
      <w:tr w:rsidR="00105F38" w:rsidRPr="009141EB" w:rsidTr="001D5C74">
        <w:tc>
          <w:tcPr>
            <w:tcW w:w="2405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項   目</w:t>
            </w:r>
          </w:p>
        </w:tc>
        <w:tc>
          <w:tcPr>
            <w:tcW w:w="4541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審   查   說   明</w:t>
            </w:r>
          </w:p>
        </w:tc>
        <w:tc>
          <w:tcPr>
            <w:tcW w:w="1276" w:type="dxa"/>
            <w:shd w:val="clear" w:color="auto" w:fill="D9D9D9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評分比重</w:t>
            </w:r>
          </w:p>
        </w:tc>
      </w:tr>
      <w:tr w:rsidR="00105F38" w:rsidRPr="009141EB" w:rsidTr="001D5C74">
        <w:trPr>
          <w:trHeight w:val="489"/>
        </w:trPr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533" w:hangingChars="222" w:hanging="533"/>
              <w:jc w:val="both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/>
              </w:rPr>
              <w:t>環境資源調查與應用</w:t>
            </w:r>
          </w:p>
        </w:tc>
        <w:tc>
          <w:tcPr>
            <w:tcW w:w="4541" w:type="dxa"/>
            <w:vAlign w:val="center"/>
          </w:tcPr>
          <w:p w:rsidR="00105F38" w:rsidRPr="00CA7F05" w:rsidRDefault="00105F38" w:rsidP="00105F38">
            <w:pPr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環境</w:t>
            </w:r>
            <w:r w:rsidRPr="00CA7F05">
              <w:rPr>
                <w:rFonts w:ascii="標楷體" w:eastAsia="標楷體" w:hAnsi="標楷體"/>
              </w:rPr>
              <w:t>資源與相關設施之應用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  <w:r w:rsidRPr="00CA7F05">
              <w:rPr>
                <w:rFonts w:ascii="標楷體" w:eastAsia="標楷體" w:hAnsi="標楷體"/>
              </w:rPr>
              <w:t>%</w:t>
            </w:r>
          </w:p>
        </w:tc>
      </w:tr>
      <w:tr w:rsidR="00105F38" w:rsidRPr="009141EB" w:rsidTr="001D5C74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計畫內涵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計畫可行性、</w:t>
            </w:r>
            <w:r w:rsidRPr="00CA7F05">
              <w:rPr>
                <w:rFonts w:ascii="標楷體" w:eastAsia="標楷體" w:hAnsi="標楷體" w:hint="eastAsia"/>
              </w:rPr>
              <w:t>創新性、重要性、完整性，與校本課程的關聯性。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3</w:t>
            </w:r>
            <w:r w:rsidRPr="00CA7F05">
              <w:rPr>
                <w:rFonts w:ascii="標楷體" w:eastAsia="標楷體" w:hAnsi="標楷體"/>
              </w:rPr>
              <w:t>0%</w:t>
            </w:r>
          </w:p>
        </w:tc>
      </w:tr>
      <w:tr w:rsidR="00105F38" w:rsidRPr="009141EB" w:rsidTr="001D5C74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413" w:hangingChars="172" w:hanging="413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專業人力與團隊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參與計畫之行政人員、</w:t>
            </w:r>
            <w:r w:rsidRPr="00CA7F05">
              <w:rPr>
                <w:rFonts w:ascii="標楷體" w:eastAsia="標楷體" w:hAnsi="標楷體"/>
              </w:rPr>
              <w:t>教師</w:t>
            </w:r>
            <w:r w:rsidRPr="00CA7F05">
              <w:rPr>
                <w:rFonts w:ascii="標楷體" w:eastAsia="標楷體" w:hAnsi="標楷體" w:hint="eastAsia"/>
              </w:rPr>
              <w:t>、學者、現有志工專業能力分析</w:t>
            </w:r>
            <w:r w:rsidRPr="00CA7F05">
              <w:rPr>
                <w:rFonts w:ascii="標楷體" w:eastAsia="標楷體" w:hAnsi="標楷體"/>
              </w:rPr>
              <w:t>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CA7F05">
              <w:rPr>
                <w:rFonts w:ascii="標楷體" w:eastAsia="標楷體" w:hAnsi="標楷體" w:hint="eastAsia"/>
              </w:rPr>
              <w:t>2</w:t>
            </w:r>
            <w:r w:rsidRPr="00CA7F05">
              <w:rPr>
                <w:rFonts w:ascii="標楷體" w:eastAsia="標楷體" w:hAnsi="標楷體"/>
              </w:rPr>
              <w:t>0%</w:t>
            </w:r>
          </w:p>
        </w:tc>
      </w:tr>
      <w:tr w:rsidR="00105F38" w:rsidRPr="009141EB" w:rsidTr="001D5C74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經費整合與運用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/>
              </w:rPr>
              <w:t>經費預算結構、家長、社區及社會資源整合運用等。</w:t>
            </w:r>
          </w:p>
        </w:tc>
        <w:tc>
          <w:tcPr>
            <w:tcW w:w="1276" w:type="dxa"/>
            <w:vAlign w:val="center"/>
          </w:tcPr>
          <w:p w:rsidR="00105F38" w:rsidRPr="00CA7F05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CA7F05">
              <w:rPr>
                <w:rFonts w:ascii="標楷體" w:eastAsia="標楷體" w:hAnsi="標楷體"/>
              </w:rPr>
              <w:t>%</w:t>
            </w:r>
          </w:p>
        </w:tc>
      </w:tr>
      <w:tr w:rsidR="00105F38" w:rsidRPr="009141EB" w:rsidTr="001D5C74">
        <w:tc>
          <w:tcPr>
            <w:tcW w:w="2405" w:type="dxa"/>
            <w:vAlign w:val="center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ind w:left="389" w:hangingChars="162" w:hanging="389"/>
              <w:jc w:val="both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成果</w:t>
            </w:r>
            <w:r w:rsidRPr="00CA7F05">
              <w:rPr>
                <w:rFonts w:ascii="標楷體" w:eastAsia="標楷體" w:hAnsi="標楷體"/>
              </w:rPr>
              <w:t>與分享</w:t>
            </w:r>
          </w:p>
        </w:tc>
        <w:tc>
          <w:tcPr>
            <w:tcW w:w="4541" w:type="dxa"/>
          </w:tcPr>
          <w:p w:rsidR="00105F38" w:rsidRPr="00CA7F05" w:rsidRDefault="00105F38" w:rsidP="00105F38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  <w:r w:rsidRPr="00CA7F05">
              <w:rPr>
                <w:rFonts w:ascii="標楷體" w:eastAsia="標楷體" w:hAnsi="標楷體" w:hint="eastAsia"/>
              </w:rPr>
              <w:t>歷年環境教育相關計畫成果產出之豐富性、</w:t>
            </w:r>
            <w:r w:rsidRPr="00CA7F05">
              <w:rPr>
                <w:rFonts w:ascii="標楷體" w:eastAsia="標楷體" w:hAnsi="標楷體"/>
              </w:rPr>
              <w:t>課程分享平台</w:t>
            </w:r>
            <w:r w:rsidRPr="00CA7F05">
              <w:rPr>
                <w:rFonts w:ascii="標楷體" w:eastAsia="標楷體" w:hAnsi="標楷體" w:hint="eastAsia"/>
              </w:rPr>
              <w:t>、</w:t>
            </w:r>
            <w:r w:rsidRPr="00CA7F05">
              <w:rPr>
                <w:rFonts w:ascii="標楷體" w:eastAsia="標楷體" w:hAnsi="標楷體"/>
              </w:rPr>
              <w:t>特色活動行銷推廣策略</w:t>
            </w:r>
            <w:r w:rsidRPr="00CA7F05">
              <w:rPr>
                <w:rFonts w:ascii="標楷體" w:eastAsia="標楷體" w:hAnsi="標楷體" w:hint="eastAsia"/>
              </w:rPr>
              <w:t>、歷年環境教育成果網頁建置。</w:t>
            </w:r>
          </w:p>
        </w:tc>
        <w:tc>
          <w:tcPr>
            <w:tcW w:w="1276" w:type="dxa"/>
            <w:vAlign w:val="center"/>
          </w:tcPr>
          <w:p w:rsidR="00105F38" w:rsidRPr="00BF0A84" w:rsidRDefault="00105F38" w:rsidP="003570EF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  <w:r w:rsidRPr="00BF0A84">
              <w:rPr>
                <w:rFonts w:ascii="標楷體" w:eastAsia="標楷體" w:hAnsi="標楷體"/>
              </w:rPr>
              <w:t>%</w:t>
            </w:r>
          </w:p>
        </w:tc>
      </w:tr>
    </w:tbl>
    <w:p w:rsidR="00BF0A84" w:rsidRPr="00E61F08" w:rsidRDefault="00207716" w:rsidP="00AE5E5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</w:rPr>
      </w:pPr>
      <w:r w:rsidRPr="00AD4A56">
        <w:rPr>
          <w:rFonts w:eastAsia="標楷體" w:hint="eastAsia"/>
          <w:b/>
        </w:rPr>
        <w:t>經費來源</w:t>
      </w:r>
      <w:r w:rsidRPr="00E61F08">
        <w:rPr>
          <w:rFonts w:eastAsia="標楷體" w:hint="eastAsia"/>
          <w:b/>
          <w:sz w:val="28"/>
        </w:rPr>
        <w:t>：</w:t>
      </w:r>
      <w:r w:rsidRPr="00E61F08">
        <w:rPr>
          <w:rFonts w:eastAsia="標楷體" w:hint="eastAsia"/>
        </w:rPr>
        <w:t>由新北市政府教育局下經費全額支應。</w:t>
      </w:r>
    </w:p>
    <w:p w:rsidR="00207716" w:rsidRPr="00A140C8" w:rsidRDefault="00207716" w:rsidP="002D64DD">
      <w:pPr>
        <w:numPr>
          <w:ilvl w:val="0"/>
          <w:numId w:val="5"/>
        </w:numPr>
        <w:snapToGrid w:val="0"/>
        <w:spacing w:line="400" w:lineRule="exact"/>
        <w:ind w:left="567" w:hanging="567"/>
        <w:rPr>
          <w:rFonts w:eastAsia="標楷體"/>
          <w:b/>
        </w:rPr>
      </w:pPr>
      <w:r w:rsidRPr="00A140C8">
        <w:rPr>
          <w:rFonts w:eastAsia="標楷體"/>
          <w:b/>
        </w:rPr>
        <w:t>本計畫經新北市政府教育局核准後實施，修正時亦同。</w:t>
      </w:r>
    </w:p>
    <w:p w:rsidR="001D5C74" w:rsidRDefault="001D5C74" w:rsidP="004653A7">
      <w:pPr>
        <w:snapToGrid w:val="0"/>
        <w:spacing w:line="400" w:lineRule="exact"/>
        <w:rPr>
          <w:rFonts w:eastAsia="標楷體"/>
        </w:rPr>
      </w:pPr>
    </w:p>
    <w:p w:rsidR="003570EF" w:rsidRPr="002D64DD" w:rsidRDefault="001D5C74" w:rsidP="001D5C74">
      <w:pPr>
        <w:widowControl/>
        <w:spacing w:line="240" w:lineRule="auto"/>
        <w:rPr>
          <w:rFonts w:eastAsia="標楷體"/>
        </w:rPr>
      </w:pPr>
      <w:r>
        <w:rPr>
          <w:rFonts w:eastAsia="標楷體"/>
        </w:rPr>
        <w:br w:type="page"/>
      </w:r>
    </w:p>
    <w:p w:rsidR="00672CF2" w:rsidRPr="00AD4A56" w:rsidRDefault="00672CF2" w:rsidP="00AD4A56">
      <w:pPr>
        <w:numPr>
          <w:ilvl w:val="0"/>
          <w:numId w:val="5"/>
        </w:numPr>
        <w:snapToGrid w:val="0"/>
        <w:spacing w:line="400" w:lineRule="exact"/>
        <w:ind w:left="851" w:hanging="851"/>
        <w:rPr>
          <w:rFonts w:eastAsia="標楷體"/>
          <w:b/>
          <w:szCs w:val="28"/>
        </w:rPr>
      </w:pPr>
      <w:r w:rsidRPr="00AD4A56">
        <w:rPr>
          <w:rFonts w:eastAsia="標楷體"/>
          <w:b/>
          <w:szCs w:val="28"/>
        </w:rPr>
        <w:lastRenderedPageBreak/>
        <w:t>環境教育方案工作流程圖</w:t>
      </w:r>
    </w:p>
    <w:p w:rsidR="00672CF2" w:rsidRPr="009141EB" w:rsidRDefault="00672CF2" w:rsidP="00105F38">
      <w:pPr>
        <w:adjustRightInd w:val="0"/>
        <w:snapToGrid w:val="0"/>
        <w:spacing w:line="400" w:lineRule="exact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118745</wp:posOffset>
                </wp:positionV>
                <wp:extent cx="2457450" cy="373380"/>
                <wp:effectExtent l="0" t="0" r="0" b="0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7450" cy="373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A3" w:rsidRPr="006F34C2" w:rsidRDefault="007F42A3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7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31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日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前送件(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初審資料)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-13.4pt;margin-top:9.35pt;width:193.5pt;height:29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" filled="f" stroked="f">
                <v:textbox>
                  <w:txbxContent>
                    <w:p w:rsidR="007F42A3" w:rsidRPr="006F34C2" w:rsidRDefault="007F42A3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7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/>
                        </w:rPr>
                        <w:t>31</w:t>
                      </w:r>
                      <w:r>
                        <w:rPr>
                          <w:rFonts w:ascii="標楷體" w:eastAsia="標楷體" w:hAnsi="標楷體" w:hint="eastAsia"/>
                        </w:rPr>
                        <w:t>日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前送件(</w:t>
                      </w:r>
                      <w:r>
                        <w:rPr>
                          <w:rFonts w:ascii="標楷體" w:eastAsia="標楷體" w:hAnsi="標楷體" w:hint="eastAsia"/>
                        </w:rPr>
                        <w:t>初審資料)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2880360</wp:posOffset>
                </wp:positionH>
                <wp:positionV relativeFrom="paragraph">
                  <wp:posOffset>229235</wp:posOffset>
                </wp:positionV>
                <wp:extent cx="1439545" cy="360045"/>
                <wp:effectExtent l="0" t="0" r="8255" b="1905"/>
                <wp:wrapNone/>
                <wp:docPr id="2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646346" w:rsidRDefault="007F42A3" w:rsidP="00F6202B">
                            <w:pPr>
                              <w:adjustRightInd w:val="0"/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送件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6" o:spid="_x0000_s1027" style="position:absolute;left:0;text-align:left;margin-left:226.8pt;margin-top:18.05pt;width:113.35pt;height:28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">
                <v:stroke joinstyle="miter"/>
                <v:textbox>
                  <w:txbxContent>
                    <w:p w:rsidR="007F42A3" w:rsidRPr="00646346" w:rsidRDefault="007F42A3" w:rsidP="00F6202B">
                      <w:pPr>
                        <w:adjustRightInd w:val="0"/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送件</w:t>
                      </w:r>
                    </w:p>
                  </w:txbxContent>
                </v:textbox>
              </v:roundrect>
            </w:pict>
          </mc:Fallback>
        </mc:AlternateContent>
      </w:r>
      <w:r w:rsidR="00672CF2" w:rsidRPr="009141EB">
        <w:rPr>
          <w:rFonts w:eastAsia="標楷體"/>
        </w:rPr>
        <w:t xml:space="preserve"> </w: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3606164</wp:posOffset>
                </wp:positionH>
                <wp:positionV relativeFrom="paragraph">
                  <wp:posOffset>81915</wp:posOffset>
                </wp:positionV>
                <wp:extent cx="0" cy="174625"/>
                <wp:effectExtent l="76200" t="0" r="38100" b="34925"/>
                <wp:wrapNone/>
                <wp:docPr id="15" name="直線單箭頭接點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46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1BAB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5" o:spid="_x0000_s1026" type="#_x0000_t32" style="position:absolute;margin-left:283.95pt;margin-top:6.45pt;width:0;height:13.75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4816475</wp:posOffset>
                </wp:positionH>
                <wp:positionV relativeFrom="paragraph">
                  <wp:posOffset>173990</wp:posOffset>
                </wp:positionV>
                <wp:extent cx="335280" cy="1059180"/>
                <wp:effectExtent l="0" t="0" r="0" b="0"/>
                <wp:wrapNone/>
                <wp:docPr id="52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" cy="105918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B80C41" w:rsidRDefault="007F42A3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val 23" o:spid="_x0000_s1028" type="#_x0000_t116" style="position:absolute;left:0;text-align:left;margin-left:379.25pt;margin-top:13.7pt;width:26.4pt;height:8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" filled="f" stroked="f">
                <v:stroke joinstyle="round"/>
                <v:textbox>
                  <w:txbxContent>
                    <w:p w:rsidR="007F42A3" w:rsidRPr="00B80C41" w:rsidRDefault="007F42A3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-170180</wp:posOffset>
                </wp:positionH>
                <wp:positionV relativeFrom="paragraph">
                  <wp:posOffset>109220</wp:posOffset>
                </wp:positionV>
                <wp:extent cx="2635250" cy="388620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388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A3" w:rsidRPr="006F34C2" w:rsidRDefault="007F42A3" w:rsidP="00672CF2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8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上旬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書面審查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left:0;text-align:left;margin-left:-13.4pt;margin-top:8.6pt;width:207.5pt;height:30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" filled="f" stroked="f">
                <v:textbox>
                  <w:txbxContent>
                    <w:p w:rsidR="007F42A3" w:rsidRPr="006F34C2" w:rsidRDefault="007F42A3" w:rsidP="00672CF2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8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上旬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書面審查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2540</wp:posOffset>
                </wp:positionV>
                <wp:extent cx="2549525" cy="807720"/>
                <wp:effectExtent l="38100" t="19050" r="22225" b="11430"/>
                <wp:wrapNone/>
                <wp:docPr id="1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9525" cy="80772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646346" w:rsidRDefault="007F42A3" w:rsidP="00F15438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646346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初審（書面審查）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30" o:spid="_x0000_s1030" type="#_x0000_t4" style="position:absolute;left:0;text-align:left;margin-left:184.3pt;margin-top:.2pt;width:200.75pt;height:63.6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">
                <v:textbox>
                  <w:txbxContent>
                    <w:p w:rsidR="007F42A3" w:rsidRPr="00646346" w:rsidRDefault="007F42A3" w:rsidP="00F15438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646346">
                        <w:rPr>
                          <w:rFonts w:ascii="標楷體" w:eastAsia="標楷體" w:hAnsi="標楷體" w:hint="eastAsia"/>
                          <w:sz w:val="20"/>
                        </w:rPr>
                        <w:t>初審（書面審查）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>
                <wp:simplePos x="0" y="0"/>
                <wp:positionH relativeFrom="column">
                  <wp:posOffset>4888864</wp:posOffset>
                </wp:positionH>
                <wp:positionV relativeFrom="paragraph">
                  <wp:posOffset>161290</wp:posOffset>
                </wp:positionV>
                <wp:extent cx="0" cy="679450"/>
                <wp:effectExtent l="76200" t="0" r="76200" b="44450"/>
                <wp:wrapNone/>
                <wp:docPr id="17" name="直線單箭頭接點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945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1F324" id="直線單箭頭接點 17" o:spid="_x0000_s1026" type="#_x0000_t32" style="position:absolute;margin-left:384.95pt;margin-top:12.7pt;width:0;height:53.5pt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299" distR="114299" simplePos="0" relativeHeight="251667456" behindDoc="0" locked="0" layoutInCell="1" allowOverlap="1">
                <wp:simplePos x="0" y="0"/>
                <wp:positionH relativeFrom="column">
                  <wp:posOffset>3635374</wp:posOffset>
                </wp:positionH>
                <wp:positionV relativeFrom="paragraph">
                  <wp:posOffset>46990</wp:posOffset>
                </wp:positionV>
                <wp:extent cx="0" cy="1725930"/>
                <wp:effectExtent l="76200" t="0" r="38100" b="45720"/>
                <wp:wrapNone/>
                <wp:docPr id="16" name="直線單箭頭接點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2593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2F361" id="直線單箭頭接點 16" o:spid="_x0000_s1026" type="#_x0000_t32" style="position:absolute;margin-left:286.25pt;margin-top:3.7pt;width:0;height:135.9pt;z-index:251667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96520</wp:posOffset>
                </wp:positionV>
                <wp:extent cx="404495" cy="866140"/>
                <wp:effectExtent l="0" t="0" r="0" b="0"/>
                <wp:wrapNone/>
                <wp:docPr id="31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495" cy="86614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9E7410" w:rsidRDefault="007F42A3" w:rsidP="00F15438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Text Box 38" o:spid="_x0000_s1031" type="#_x0000_t112" style="position:absolute;left:0;text-align:left;margin-left:253.75pt;margin-top:7.6pt;width:31.85pt;height:6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" filled="f" stroked="f">
                <v:textbox>
                  <w:txbxContent>
                    <w:p w:rsidR="007F42A3" w:rsidRPr="009E7410" w:rsidRDefault="007F42A3" w:rsidP="00F15438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-144145</wp:posOffset>
                </wp:positionH>
                <wp:positionV relativeFrom="paragraph">
                  <wp:posOffset>82550</wp:posOffset>
                </wp:positionV>
                <wp:extent cx="2729230" cy="1026795"/>
                <wp:effectExtent l="0" t="0" r="0" b="0"/>
                <wp:wrapNone/>
                <wp:docPr id="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9230" cy="102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A3" w:rsidRPr="00105F38" w:rsidRDefault="007F42A3" w:rsidP="00105F3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通過學校</w:t>
                            </w:r>
                            <w:proofErr w:type="gramStart"/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逕</w:t>
                            </w:r>
                            <w:proofErr w:type="gramEnd"/>
                            <w:r w:rsidRPr="00105F38">
                              <w:rPr>
                                <w:rFonts w:ascii="標楷體" w:eastAsia="標楷體" w:hAnsi="標楷體" w:hint="eastAsia"/>
                              </w:rPr>
                              <w:t>為核撥經費</w:t>
                            </w:r>
                          </w:p>
                          <w:p w:rsidR="007F42A3" w:rsidRPr="0018605F" w:rsidRDefault="007F42A3" w:rsidP="0018605F">
                            <w:pPr>
                              <w:ind w:left="283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未通過學校於</w:t>
                            </w:r>
                            <w:r w:rsidRPr="00083FFF">
                              <w:rPr>
                                <w:rFonts w:ascii="標楷體" w:eastAsia="標楷體" w:hAnsi="標楷體" w:hint="eastAsia"/>
                              </w:rPr>
                              <w:t>8月中旬前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檢送第一次修正計畫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2" type="#_x0000_t202" style="position:absolute;left:0;text-align:left;margin-left:-11.35pt;margin-top:6.5pt;width:214.9pt;height:80.8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KLdug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" filled="f" stroked="f">
                <v:textbox>
                  <w:txbxContent>
                    <w:p w:rsidR="007F42A3" w:rsidRPr="00105F38" w:rsidRDefault="007F42A3" w:rsidP="00105F3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 w:rsidRPr="00105F38">
                        <w:rPr>
                          <w:rFonts w:ascii="標楷體" w:eastAsia="標楷體" w:hAnsi="標楷體" w:hint="eastAsia"/>
                        </w:rPr>
                        <w:t>通過學校</w:t>
                      </w:r>
                      <w:proofErr w:type="gramStart"/>
                      <w:r w:rsidRPr="00105F38">
                        <w:rPr>
                          <w:rFonts w:ascii="標楷體" w:eastAsia="標楷體" w:hAnsi="標楷體" w:hint="eastAsia"/>
                        </w:rPr>
                        <w:t>逕</w:t>
                      </w:r>
                      <w:proofErr w:type="gramEnd"/>
                      <w:r w:rsidRPr="00105F38">
                        <w:rPr>
                          <w:rFonts w:ascii="標楷體" w:eastAsia="標楷體" w:hAnsi="標楷體" w:hint="eastAsia"/>
                        </w:rPr>
                        <w:t>為核撥經費</w:t>
                      </w:r>
                    </w:p>
                    <w:p w:rsidR="007F42A3" w:rsidRPr="0018605F" w:rsidRDefault="007F42A3" w:rsidP="0018605F">
                      <w:pPr>
                        <w:ind w:left="283" w:hangingChars="118" w:hanging="283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</w:rPr>
                        <w:t>.</w:t>
                      </w:r>
                      <w:r>
                        <w:rPr>
                          <w:rFonts w:ascii="標楷體" w:eastAsia="標楷體" w:hAnsi="標楷體" w:hint="eastAsia"/>
                        </w:rPr>
                        <w:t>未通過學校於</w:t>
                      </w:r>
                      <w:r w:rsidRPr="00083FFF">
                        <w:rPr>
                          <w:rFonts w:ascii="標楷體" w:eastAsia="標楷體" w:hAnsi="標楷體" w:hint="eastAsia"/>
                        </w:rPr>
                        <w:t>8月中旬前</w:t>
                      </w:r>
                      <w:r>
                        <w:rPr>
                          <w:rFonts w:ascii="標楷體" w:eastAsia="標楷體" w:hAnsi="標楷體" w:hint="eastAsia"/>
                        </w:rPr>
                        <w:t>檢送第一次修正計畫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3475990</wp:posOffset>
                </wp:positionH>
                <wp:positionV relativeFrom="paragraph">
                  <wp:posOffset>78740</wp:posOffset>
                </wp:positionV>
                <wp:extent cx="673735" cy="250190"/>
                <wp:effectExtent l="0" t="0" r="0" b="0"/>
                <wp:wrapNone/>
                <wp:docPr id="5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735" cy="250190"/>
                        </a:xfrm>
                        <a:prstGeom prst="flowChartPredefinedProcess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9E7410" w:rsidRDefault="007F42A3" w:rsidP="00F6202B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E7410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112" style="position:absolute;left:0;text-align:left;margin-left:273.7pt;margin-top:6.2pt;width:53.05pt;height:19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" filled="f" stroked="f">
                <v:textbox>
                  <w:txbxContent>
                    <w:p w:rsidR="007F42A3" w:rsidRPr="009E7410" w:rsidRDefault="007F42A3" w:rsidP="00F6202B">
                      <w:pPr>
                        <w:snapToGrid w:val="0"/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E7410">
                        <w:rPr>
                          <w:rFonts w:ascii="標楷體" w:eastAsia="標楷體" w:hAnsi="標楷體" w:hint="eastAsia"/>
                          <w:sz w:val="20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4039870</wp:posOffset>
                </wp:positionH>
                <wp:positionV relativeFrom="paragraph">
                  <wp:posOffset>79375</wp:posOffset>
                </wp:positionV>
                <wp:extent cx="1698625" cy="493395"/>
                <wp:effectExtent l="38100" t="19050" r="0" b="20955"/>
                <wp:wrapNone/>
                <wp:docPr id="39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8625" cy="493395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646346" w:rsidRDefault="007F42A3" w:rsidP="00F6202B">
                            <w:pPr>
                              <w:spacing w:line="240" w:lineRule="exac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97455E">
                              <w:rPr>
                                <w:rFonts w:ascii="標楷體" w:eastAsia="標楷體" w:hAnsi="標楷體" w:hint="eastAsia"/>
                                <w:sz w:val="16"/>
                                <w:szCs w:val="20"/>
                              </w:rPr>
                              <w:t>第一次修正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4" style="position:absolute;left:0;text-align:left;margin-left:318.1pt;margin-top:6.25pt;width:133.75pt;height:38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">
                <v:textbox>
                  <w:txbxContent>
                    <w:p w:rsidR="007F42A3" w:rsidRPr="00646346" w:rsidRDefault="007F42A3" w:rsidP="00F6202B">
                      <w:pPr>
                        <w:spacing w:line="240" w:lineRule="exac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97455E">
                        <w:rPr>
                          <w:rFonts w:ascii="標楷體" w:eastAsia="標楷體" w:hAnsi="標楷體" w:hint="eastAsia"/>
                          <w:sz w:val="16"/>
                          <w:szCs w:val="20"/>
                        </w:rPr>
                        <w:t>第一次修正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3610610</wp:posOffset>
                </wp:positionH>
                <wp:positionV relativeFrom="paragraph">
                  <wp:posOffset>72389</wp:posOffset>
                </wp:positionV>
                <wp:extent cx="468630" cy="0"/>
                <wp:effectExtent l="38100" t="76200" r="0" b="76200"/>
                <wp:wrapNone/>
                <wp:docPr id="24" name="直線單箭頭接點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86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35A6C0" id="直線單箭頭接點 24" o:spid="_x0000_s1026" type="#_x0000_t32" style="position:absolute;margin-left:284.3pt;margin-top:5.7pt;width:36.9pt;height:0;flip:x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">
                <v:stroke endarrow="block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4771390</wp:posOffset>
                </wp:positionH>
                <wp:positionV relativeFrom="paragraph">
                  <wp:posOffset>197485</wp:posOffset>
                </wp:positionV>
                <wp:extent cx="485775" cy="1038860"/>
                <wp:effectExtent l="0" t="0" r="0" b="0"/>
                <wp:wrapNone/>
                <wp:docPr id="36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1038860"/>
                        </a:xfrm>
                        <a:prstGeom prst="flowChartTerminator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B80C41" w:rsidRDefault="007F42A3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116" style="position:absolute;left:0;text-align:left;margin-left:375.7pt;margin-top:15.55pt;width:38.25pt;height:81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" filled="f" stroked="f">
                <v:stroke joinstyle="round"/>
                <v:textbox>
                  <w:txbxContent>
                    <w:p w:rsidR="007F42A3" w:rsidRPr="00B80C41" w:rsidRDefault="007F42A3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sz w:val="20"/>
                        </w:rPr>
                        <w:t>不通過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4890770</wp:posOffset>
                </wp:positionH>
                <wp:positionV relativeFrom="paragraph">
                  <wp:posOffset>64770</wp:posOffset>
                </wp:positionV>
                <wp:extent cx="6350" cy="909320"/>
                <wp:effectExtent l="76200" t="0" r="50800" b="43180"/>
                <wp:wrapNone/>
                <wp:docPr id="21" name="直線單箭頭接點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0" cy="9093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654E" id="直線單箭頭接點 21" o:spid="_x0000_s1026" type="#_x0000_t32" style="position:absolute;margin-left:385.1pt;margin-top:5.1pt;width:.5pt;height:7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">
                <v:stroke endarrow="block"/>
                <o:lock v:ext="edit" shapetype="f"/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6D014D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4659630</wp:posOffset>
                </wp:positionH>
                <wp:positionV relativeFrom="paragraph">
                  <wp:posOffset>211455</wp:posOffset>
                </wp:positionV>
                <wp:extent cx="597535" cy="349250"/>
                <wp:effectExtent l="0" t="0" r="0" b="0"/>
                <wp:wrapNone/>
                <wp:docPr id="5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" cy="34925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B80C41" w:rsidRDefault="007F42A3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駁回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4" o:spid="_x0000_s1036" style="position:absolute;left:0;text-align:left;margin-left:366.9pt;margin-top:16.65pt;width:47.05pt;height:2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">
                <v:stroke joinstyle="miter"/>
                <v:textbox>
                  <w:txbxContent>
                    <w:p w:rsidR="007F42A3" w:rsidRPr="00B80C41" w:rsidRDefault="007F42A3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駁回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2910205</wp:posOffset>
                </wp:positionH>
                <wp:positionV relativeFrom="paragraph">
                  <wp:posOffset>219075</wp:posOffset>
                </wp:positionV>
                <wp:extent cx="1439545" cy="359410"/>
                <wp:effectExtent l="0" t="0" r="8255" b="2540"/>
                <wp:wrapNone/>
                <wp:docPr id="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9545" cy="35941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B80C41" w:rsidRDefault="007F42A3" w:rsidP="009E7410">
                            <w:pPr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經費核撥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_x0000_s1037" style="position:absolute;left:0;text-align:left;margin-left:229.15pt;margin-top:17.25pt;width:113.35pt;height:28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">
                <v:stroke joinstyle="miter"/>
                <v:textbox>
                  <w:txbxContent>
                    <w:p w:rsidR="007F42A3" w:rsidRPr="00B80C41" w:rsidRDefault="007F42A3" w:rsidP="009E7410">
                      <w:pPr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經費核撥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139700</wp:posOffset>
                </wp:positionV>
                <wp:extent cx="2309495" cy="736600"/>
                <wp:effectExtent l="0" t="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9495" cy="736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A3" w:rsidRDefault="007F42A3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計畫期程：</w:t>
                            </w:r>
                          </w:p>
                          <w:p w:rsidR="007F42A3" w:rsidRPr="0012352C" w:rsidRDefault="007F42A3" w:rsidP="0012352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13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9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至11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7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8" type="#_x0000_t202" style="position:absolute;left:0;text-align:left;margin-left:-11.1pt;margin-top:11pt;width:181.85pt;height:5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vCKvQIAAMM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" filled="f" stroked="f">
                <v:textbox>
                  <w:txbxContent>
                    <w:p w:rsidR="007F42A3" w:rsidRDefault="007F42A3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計畫期程：</w:t>
                      </w:r>
                    </w:p>
                    <w:p w:rsidR="007F42A3" w:rsidRPr="0012352C" w:rsidRDefault="007F42A3" w:rsidP="0012352C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1</w:t>
                      </w:r>
                      <w:r>
                        <w:rPr>
                          <w:rFonts w:ascii="標楷體" w:eastAsia="標楷體" w:hAnsi="標楷體"/>
                        </w:rPr>
                        <w:t>13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9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  <w:r>
                        <w:rPr>
                          <w:rFonts w:ascii="標楷體" w:eastAsia="標楷體" w:hAnsi="標楷體" w:hint="eastAsia"/>
                        </w:rPr>
                        <w:t>至11</w:t>
                      </w:r>
                      <w:r>
                        <w:rPr>
                          <w:rFonts w:ascii="標楷體" w:eastAsia="標楷體" w:hAnsi="標楷體"/>
                        </w:rPr>
                        <w:t>4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>
                        <w:rPr>
                          <w:rFonts w:ascii="標楷體" w:eastAsia="標楷體" w:hAnsi="標楷體" w:hint="eastAsia"/>
                        </w:rPr>
                        <w:t>7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Pr="009141EB" w:rsidRDefault="00672CF2" w:rsidP="00AE5E5D">
      <w:pPr>
        <w:adjustRightInd w:val="0"/>
        <w:snapToGrid w:val="0"/>
        <w:spacing w:line="400" w:lineRule="exact"/>
        <w:ind w:leftChars="171" w:left="650" w:hangingChars="100" w:hanging="240"/>
        <w:textAlignment w:val="baseline"/>
        <w:rPr>
          <w:rFonts w:eastAsia="標楷體"/>
        </w:rPr>
      </w:pPr>
    </w:p>
    <w:p w:rsidR="00672CF2" w:rsidRPr="009141EB" w:rsidRDefault="00512706" w:rsidP="00AE5E5D">
      <w:pPr>
        <w:spacing w:line="400" w:lineRule="exact"/>
        <w:ind w:left="480" w:hangingChars="200" w:hanging="480"/>
        <w:rPr>
          <w:rFonts w:eastAsia="標楷體"/>
        </w:rPr>
      </w:pPr>
      <w:r>
        <w:rPr>
          <w:rFonts w:eastAsia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79374</wp:posOffset>
                </wp:positionV>
                <wp:extent cx="0" cy="2981325"/>
                <wp:effectExtent l="76200" t="0" r="57150" b="47625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81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300E49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" o:spid="_x0000_s1026" type="#_x0000_t32" style="position:absolute;margin-left:4in;margin-top:6.25pt;width:0;height:23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" strokecolor="black [3200]" strokeweight=".5pt">
                <v:stroke endarrow="block" joinstyle="miter"/>
              </v:shape>
            </w:pict>
          </mc:Fallback>
        </mc:AlternateContent>
      </w: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B80C41" w:rsidRDefault="00B80C41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72CF2" w:rsidP="00AE5E5D">
      <w:pPr>
        <w:spacing w:line="400" w:lineRule="exact"/>
        <w:ind w:left="480" w:hangingChars="200" w:hanging="480"/>
        <w:rPr>
          <w:rFonts w:eastAsia="標楷體"/>
        </w:rPr>
      </w:pPr>
    </w:p>
    <w:p w:rsidR="00672CF2" w:rsidRPr="009141EB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221615</wp:posOffset>
                </wp:positionV>
                <wp:extent cx="2341245" cy="47244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1245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42A3" w:rsidRPr="006F34C2" w:rsidRDefault="007F42A3" w:rsidP="00672CF2">
                            <w:r>
                              <w:rPr>
                                <w:rFonts w:ascii="標楷體" w:eastAsia="標楷體" w:hAnsi="標楷體" w:hint="eastAsia"/>
                              </w:rPr>
                              <w:t>11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年</w:t>
                            </w:r>
                            <w:r w:rsidR="00512706">
                              <w:rPr>
                                <w:rFonts w:ascii="標楷體" w:eastAsia="標楷體" w:hAnsi="標楷體"/>
                              </w:rPr>
                              <w:t>7</w:t>
                            </w:r>
                            <w:r w:rsidRPr="006F34C2">
                              <w:rPr>
                                <w:rFonts w:ascii="標楷體" w:eastAsia="標楷體" w:hAnsi="標楷體" w:hint="eastAsia"/>
                              </w:rPr>
                              <w:t>月繳交期末成果報告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9" type="#_x0000_t202" style="position:absolute;margin-left:-11.6pt;margin-top:17.45pt;width:184.35pt;height:37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FfMugIAAMI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" filled="f" stroked="f">
                <v:textbox>
                  <w:txbxContent>
                    <w:p w:rsidR="007F42A3" w:rsidRPr="006F34C2" w:rsidRDefault="007F42A3" w:rsidP="00672CF2">
                      <w:r>
                        <w:rPr>
                          <w:rFonts w:ascii="標楷體" w:eastAsia="標楷體" w:hAnsi="標楷體" w:hint="eastAsia"/>
                        </w:rPr>
                        <w:t>11</w:t>
                      </w:r>
                      <w:r>
                        <w:rPr>
                          <w:rFonts w:ascii="標楷體" w:eastAsia="標楷體" w:hAnsi="標楷體"/>
                        </w:rPr>
                        <w:t>4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年</w:t>
                      </w:r>
                      <w:r w:rsidR="00512706">
                        <w:rPr>
                          <w:rFonts w:ascii="標楷體" w:eastAsia="標楷體" w:hAnsi="標楷體"/>
                        </w:rPr>
                        <w:t>7</w:t>
                      </w:r>
                      <w:r w:rsidRPr="006F34C2">
                        <w:rPr>
                          <w:rFonts w:ascii="標楷體" w:eastAsia="標楷體" w:hAnsi="標楷體" w:hint="eastAsia"/>
                        </w:rPr>
                        <w:t>月繳交期末成果報告</w:t>
                      </w:r>
                    </w:p>
                  </w:txbxContent>
                </v:textbox>
              </v:shape>
            </w:pict>
          </mc:Fallback>
        </mc:AlternateContent>
      </w:r>
    </w:p>
    <w:p w:rsidR="00672CF2" w:rsidRDefault="006D014D" w:rsidP="00AE5E5D">
      <w:pPr>
        <w:snapToGrid w:val="0"/>
        <w:spacing w:line="400" w:lineRule="exact"/>
        <w:rPr>
          <w:rFonts w:eastAsia="標楷體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20320</wp:posOffset>
                </wp:positionV>
                <wp:extent cx="2520315" cy="360045"/>
                <wp:effectExtent l="0" t="0" r="0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360045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42A3" w:rsidRPr="00B80C41" w:rsidRDefault="007F42A3" w:rsidP="009E7410">
                            <w:pPr>
                              <w:snapToGrid w:val="0"/>
                              <w:spacing w:line="240" w:lineRule="atLeast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</w:t>
                            </w:r>
                            <w:r w:rsidR="00DC2079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上傳及分享會</w:t>
                            </w:r>
                          </w:p>
                          <w:p w:rsidR="007F42A3" w:rsidRPr="00B80C41" w:rsidRDefault="007F42A3" w:rsidP="00546274">
                            <w:pPr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B80C41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期末成果發表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Text Box 10" o:spid="_x0000_s1040" style="position:absolute;margin-left:187.15pt;margin-top:1.6pt;width:198.4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" strokeweight="1pt">
                <v:stroke joinstyle="miter"/>
                <v:textbox>
                  <w:txbxContent>
                    <w:p w:rsidR="007F42A3" w:rsidRPr="00B80C41" w:rsidRDefault="007F42A3" w:rsidP="009E7410">
                      <w:pPr>
                        <w:snapToGrid w:val="0"/>
                        <w:spacing w:line="240" w:lineRule="atLeast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</w:t>
                      </w:r>
                      <w:r w:rsidR="00DC2079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上傳及分享會</w:t>
                      </w:r>
                    </w:p>
                    <w:p w:rsidR="007F42A3" w:rsidRPr="00B80C41" w:rsidRDefault="007F42A3" w:rsidP="00546274">
                      <w:pPr>
                        <w:snapToGrid w:val="0"/>
                        <w:jc w:val="center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B80C41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期末成果發表</w:t>
                      </w:r>
                    </w:p>
                  </w:txbxContent>
                </v:textbox>
              </v:roundrect>
            </w:pict>
          </mc:Fallback>
        </mc:AlternateContent>
      </w:r>
    </w:p>
    <w:p w:rsidR="00672CF2" w:rsidRDefault="00A77164" w:rsidP="00AE5E5D">
      <w:pPr>
        <w:widowControl/>
        <w:spacing w:line="400" w:lineRule="exact"/>
        <w:rPr>
          <w:rFonts w:eastAsia="標楷體"/>
          <w:b/>
          <w:sz w:val="28"/>
          <w:szCs w:val="28"/>
        </w:rPr>
      </w:pPr>
      <w:r>
        <w:rPr>
          <w:rFonts w:eastAsia="標楷體"/>
          <w:b/>
          <w:sz w:val="28"/>
          <w:szCs w:val="28"/>
        </w:rPr>
        <w:br w:type="page"/>
      </w:r>
    </w:p>
    <w:p w:rsidR="00D5227C" w:rsidRPr="009141EB" w:rsidRDefault="00D5227C" w:rsidP="00105F38">
      <w:pPr>
        <w:snapToGrid w:val="0"/>
        <w:spacing w:line="400" w:lineRule="exact"/>
        <w:jc w:val="both"/>
        <w:rPr>
          <w:rFonts w:eastAsia="標楷體"/>
        </w:rPr>
      </w:pPr>
      <w:r w:rsidRPr="009141EB">
        <w:rPr>
          <w:rFonts w:eastAsia="標楷體"/>
        </w:rPr>
        <w:lastRenderedPageBreak/>
        <w:t>【附件</w:t>
      </w:r>
      <w:r w:rsidRPr="009141EB">
        <w:rPr>
          <w:rFonts w:eastAsia="標楷體" w:hint="eastAsia"/>
        </w:rPr>
        <w:t>1</w:t>
      </w:r>
      <w:r w:rsidRPr="009141EB">
        <w:rPr>
          <w:rFonts w:eastAsia="標楷體"/>
        </w:rPr>
        <w:t>】</w:t>
      </w:r>
      <w:r w:rsidR="00472053">
        <w:rPr>
          <w:rFonts w:eastAsia="標楷體" w:hint="eastAsia"/>
        </w:rPr>
        <w:t xml:space="preserve"> </w:t>
      </w:r>
    </w:p>
    <w:p w:rsidR="00AE5EFA" w:rsidRPr="00294813" w:rsidRDefault="00D5227C" w:rsidP="00AE5E5D">
      <w:pPr>
        <w:spacing w:line="400" w:lineRule="exact"/>
        <w:jc w:val="center"/>
        <w:rPr>
          <w:rFonts w:eastAsia="標楷體"/>
          <w:b/>
          <w:sz w:val="28"/>
          <w:szCs w:val="32"/>
        </w:rPr>
      </w:pPr>
      <w:r w:rsidRPr="00294813">
        <w:rPr>
          <w:rFonts w:eastAsia="標楷體"/>
          <w:b/>
          <w:sz w:val="28"/>
          <w:szCs w:val="32"/>
        </w:rPr>
        <w:t>新北市</w:t>
      </w:r>
      <w:r w:rsidRPr="00294813">
        <w:rPr>
          <w:rFonts w:eastAsia="標楷體" w:hint="eastAsia"/>
          <w:b/>
          <w:sz w:val="28"/>
          <w:szCs w:val="32"/>
        </w:rPr>
        <w:t>OO</w:t>
      </w:r>
      <w:r w:rsidRPr="00294813">
        <w:rPr>
          <w:rFonts w:eastAsia="標楷體" w:hint="eastAsia"/>
          <w:b/>
          <w:sz w:val="28"/>
          <w:szCs w:val="32"/>
        </w:rPr>
        <w:t>小學</w:t>
      </w:r>
      <w:r w:rsidR="00294813" w:rsidRPr="00294813">
        <w:rPr>
          <w:rFonts w:eastAsia="標楷體" w:hint="eastAsia"/>
          <w:b/>
          <w:sz w:val="28"/>
          <w:szCs w:val="32"/>
        </w:rPr>
        <w:t>(</w:t>
      </w:r>
      <w:r w:rsidR="00294813" w:rsidRPr="00294813">
        <w:rPr>
          <w:rFonts w:eastAsia="標楷體" w:hint="eastAsia"/>
          <w:b/>
          <w:sz w:val="28"/>
          <w:szCs w:val="32"/>
        </w:rPr>
        <w:t>中學</w:t>
      </w:r>
      <w:r w:rsidR="00294813" w:rsidRPr="00294813">
        <w:rPr>
          <w:rFonts w:eastAsia="標楷體" w:hint="eastAsia"/>
          <w:b/>
          <w:sz w:val="28"/>
          <w:szCs w:val="32"/>
        </w:rPr>
        <w:t>/</w:t>
      </w:r>
      <w:r w:rsidR="00294813" w:rsidRPr="00294813">
        <w:rPr>
          <w:rFonts w:eastAsia="標楷體" w:hint="eastAsia"/>
          <w:b/>
          <w:sz w:val="28"/>
          <w:szCs w:val="32"/>
        </w:rPr>
        <w:t>高中</w:t>
      </w:r>
      <w:r w:rsidR="00294813" w:rsidRPr="00294813">
        <w:rPr>
          <w:rFonts w:eastAsia="標楷體" w:hint="eastAsia"/>
          <w:b/>
          <w:sz w:val="28"/>
          <w:szCs w:val="32"/>
        </w:rPr>
        <w:t xml:space="preserve">) </w:t>
      </w:r>
      <w:r w:rsidR="00105F38">
        <w:rPr>
          <w:rFonts w:eastAsia="標楷體"/>
          <w:b/>
          <w:sz w:val="28"/>
          <w:szCs w:val="32"/>
        </w:rPr>
        <w:t>1</w:t>
      </w:r>
      <w:r w:rsidR="00105F38">
        <w:rPr>
          <w:rFonts w:eastAsia="標楷體" w:hint="eastAsia"/>
          <w:b/>
          <w:sz w:val="28"/>
          <w:szCs w:val="32"/>
        </w:rPr>
        <w:t>1</w:t>
      </w:r>
      <w:r w:rsidR="00941072">
        <w:rPr>
          <w:rFonts w:eastAsia="標楷體"/>
          <w:b/>
          <w:sz w:val="28"/>
          <w:szCs w:val="32"/>
        </w:rPr>
        <w:t>3</w:t>
      </w:r>
      <w:r w:rsidRPr="00294813">
        <w:rPr>
          <w:rFonts w:eastAsia="標楷體" w:hint="eastAsia"/>
          <w:b/>
          <w:sz w:val="28"/>
          <w:szCs w:val="32"/>
        </w:rPr>
        <w:t>學</w:t>
      </w:r>
      <w:r w:rsidRPr="00294813">
        <w:rPr>
          <w:rFonts w:eastAsia="標楷體"/>
          <w:b/>
          <w:sz w:val="28"/>
          <w:szCs w:val="32"/>
        </w:rPr>
        <w:t>年度</w:t>
      </w:r>
      <w:r w:rsidR="00B01F94" w:rsidRPr="00294813">
        <w:rPr>
          <w:rFonts w:eastAsia="標楷體" w:hint="eastAsia"/>
          <w:b/>
          <w:sz w:val="28"/>
          <w:szCs w:val="32"/>
        </w:rPr>
        <w:t>環境</w:t>
      </w:r>
      <w:r w:rsidRPr="00294813">
        <w:rPr>
          <w:rFonts w:eastAsia="標楷體"/>
          <w:b/>
          <w:sz w:val="28"/>
          <w:szCs w:val="32"/>
        </w:rPr>
        <w:t>教育方案</w:t>
      </w:r>
      <w:r w:rsidRPr="00294813">
        <w:rPr>
          <w:rFonts w:eastAsia="標楷體" w:hint="eastAsia"/>
          <w:b/>
          <w:sz w:val="28"/>
          <w:szCs w:val="32"/>
        </w:rPr>
        <w:t>實施計畫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1"/>
        <w:gridCol w:w="464"/>
        <w:gridCol w:w="350"/>
        <w:gridCol w:w="806"/>
        <w:gridCol w:w="292"/>
        <w:gridCol w:w="136"/>
        <w:gridCol w:w="428"/>
        <w:gridCol w:w="428"/>
        <w:gridCol w:w="428"/>
        <w:gridCol w:w="413"/>
        <w:gridCol w:w="15"/>
        <w:gridCol w:w="428"/>
        <w:gridCol w:w="388"/>
        <w:gridCol w:w="40"/>
        <w:gridCol w:w="428"/>
        <w:gridCol w:w="428"/>
        <w:gridCol w:w="428"/>
        <w:gridCol w:w="435"/>
      </w:tblGrid>
      <w:tr w:rsidR="009141EB" w:rsidRPr="009141EB" w:rsidTr="006E59DC">
        <w:trPr>
          <w:trHeight w:val="684"/>
        </w:trPr>
        <w:tc>
          <w:tcPr>
            <w:tcW w:w="1227" w:type="pct"/>
            <w:shd w:val="clear" w:color="auto" w:fill="auto"/>
            <w:vAlign w:val="center"/>
          </w:tcPr>
          <w:p w:rsidR="00863E55" w:rsidRPr="006E59DC" w:rsidRDefault="00863E5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1565"/>
        </w:trPr>
        <w:tc>
          <w:tcPr>
            <w:tcW w:w="1227" w:type="pct"/>
            <w:shd w:val="clear" w:color="auto" w:fill="auto"/>
            <w:vAlign w:val="center"/>
          </w:tcPr>
          <w:p w:rsidR="009923EC" w:rsidRPr="006E59DC" w:rsidRDefault="00AC1E97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壹、計畫緣起</w:t>
            </w:r>
          </w:p>
          <w:p w:rsidR="00AC1E97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(含簡述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歷年環教成果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說明)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378"/>
        </w:trPr>
        <w:tc>
          <w:tcPr>
            <w:tcW w:w="1227" w:type="pct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貳、環境背景分析</w:t>
            </w:r>
          </w:p>
        </w:tc>
        <w:tc>
          <w:tcPr>
            <w:tcW w:w="3773" w:type="pct"/>
            <w:gridSpan w:val="17"/>
            <w:shd w:val="clear" w:color="auto" w:fill="auto"/>
            <w:vAlign w:val="center"/>
          </w:tcPr>
          <w:p w:rsidR="00C92064" w:rsidRPr="006E59DC" w:rsidRDefault="00C92064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如</w:t>
            </w:r>
            <w:r w:rsidR="009923EC" w:rsidRPr="006E59DC">
              <w:rPr>
                <w:rFonts w:ascii="標楷體" w:eastAsia="標楷體" w:hAnsi="標楷體" w:hint="eastAsia"/>
              </w:rPr>
              <w:t>附表</w:t>
            </w:r>
          </w:p>
        </w:tc>
      </w:tr>
      <w:tr w:rsidR="009141EB" w:rsidRPr="009141EB" w:rsidTr="006E59DC">
        <w:trPr>
          <w:trHeight w:val="924"/>
        </w:trPr>
        <w:tc>
          <w:tcPr>
            <w:tcW w:w="1227" w:type="pct"/>
            <w:shd w:val="clear" w:color="auto" w:fill="auto"/>
            <w:vAlign w:val="center"/>
          </w:tcPr>
          <w:p w:rsidR="00AC1E97" w:rsidRPr="006E59DC" w:rsidRDefault="00C92064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叁</w:t>
            </w:r>
            <w:r w:rsidR="00AC1E97" w:rsidRPr="006E59DC">
              <w:rPr>
                <w:rFonts w:ascii="標楷體" w:eastAsia="標楷體" w:hAnsi="標楷體" w:hint="eastAsia"/>
              </w:rPr>
              <w:t>、計畫目標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AC1E97" w:rsidRPr="006E59DC" w:rsidRDefault="00AC1E97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565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肆、申請經費總額</w:t>
            </w: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5A72EA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11</w:t>
            </w:r>
            <w:r w:rsidR="009C1CF8">
              <w:rPr>
                <w:rFonts w:ascii="標楷體" w:eastAsia="標楷體" w:hAnsi="標楷體"/>
              </w:rPr>
              <w:t>3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Pr="006E59DC">
              <w:rPr>
                <w:rFonts w:ascii="標楷體" w:eastAsia="標楷體" w:hAnsi="標楷體"/>
              </w:rPr>
              <w:t>-12月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5" w:type="pct"/>
            <w:gridSpan w:val="3"/>
            <w:vMerge w:val="restart"/>
            <w:shd w:val="clear" w:color="auto" w:fill="D9D9D9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總計</w:t>
            </w:r>
          </w:p>
        </w:tc>
        <w:tc>
          <w:tcPr>
            <w:tcW w:w="1047" w:type="pct"/>
            <w:gridSpan w:val="5"/>
            <w:vMerge w:val="restart"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元</w:t>
            </w:r>
          </w:p>
        </w:tc>
      </w:tr>
      <w:tr w:rsidR="006E59DC" w:rsidRPr="009141EB" w:rsidTr="00167E78">
        <w:trPr>
          <w:trHeight w:val="559"/>
        </w:trPr>
        <w:tc>
          <w:tcPr>
            <w:tcW w:w="1227" w:type="pct"/>
            <w:vMerge/>
            <w:shd w:val="clear" w:color="auto" w:fill="auto"/>
            <w:vAlign w:val="center"/>
          </w:tcPr>
          <w:p w:rsidR="00991DAE" w:rsidRPr="006E59DC" w:rsidRDefault="00991DA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138" w:type="pct"/>
            <w:gridSpan w:val="4"/>
            <w:shd w:val="clear" w:color="auto" w:fill="auto"/>
          </w:tcPr>
          <w:p w:rsidR="00991DAE" w:rsidRPr="006E59DC" w:rsidRDefault="00991DAE" w:rsidP="00C53B74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  <w:r w:rsidRPr="006E59DC">
              <w:rPr>
                <w:rFonts w:ascii="標楷體" w:eastAsia="標楷體" w:hAnsi="標楷體"/>
              </w:rPr>
              <w:t>1</w:t>
            </w:r>
            <w:r w:rsidR="009C1CF8">
              <w:rPr>
                <w:rFonts w:ascii="標楷體" w:eastAsia="標楷體" w:hAnsi="標楷體"/>
              </w:rPr>
              <w:t>4</w:t>
            </w:r>
            <w:r w:rsidRPr="006E59DC">
              <w:rPr>
                <w:rFonts w:ascii="標楷體" w:eastAsia="標楷體" w:hAnsi="標楷體" w:hint="eastAsia"/>
              </w:rPr>
              <w:t>年1</w:t>
            </w:r>
            <w:r w:rsidRPr="006E59DC">
              <w:rPr>
                <w:rFonts w:ascii="標楷體" w:eastAsia="標楷體" w:hAnsi="標楷體"/>
              </w:rPr>
              <w:t>-7</w:t>
            </w:r>
            <w:r w:rsidRPr="006E59DC">
              <w:rPr>
                <w:rFonts w:ascii="標楷體" w:eastAsia="標楷體" w:hAnsi="標楷體" w:hint="eastAsia"/>
              </w:rPr>
              <w:t>月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           元</w:t>
            </w:r>
          </w:p>
        </w:tc>
        <w:tc>
          <w:tcPr>
            <w:tcW w:w="495" w:type="pct"/>
            <w:gridSpan w:val="3"/>
            <w:vMerge/>
            <w:shd w:val="clear" w:color="auto" w:fill="D9D9D9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047" w:type="pct"/>
            <w:gridSpan w:val="5"/>
            <w:vMerge/>
            <w:shd w:val="clear" w:color="auto" w:fill="auto"/>
          </w:tcPr>
          <w:p w:rsidR="00991DAE" w:rsidRPr="006E59DC" w:rsidRDefault="00991DAE" w:rsidP="006E59DC">
            <w:pPr>
              <w:spacing w:line="480" w:lineRule="auto"/>
              <w:jc w:val="both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肆、執行團隊</w:t>
            </w: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專長領域</w:t>
            </w: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負責工作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9141EB" w:rsidTr="00167E78">
        <w:trPr>
          <w:trHeight w:val="334"/>
        </w:trPr>
        <w:tc>
          <w:tcPr>
            <w:tcW w:w="1227" w:type="pct"/>
            <w:vMerge w:val="restart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聯絡窗口</w:t>
            </w:r>
          </w:p>
        </w:tc>
        <w:tc>
          <w:tcPr>
            <w:tcW w:w="484" w:type="pct"/>
            <w:gridSpan w:val="2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092" w:type="pct"/>
            <w:gridSpan w:val="5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542" w:type="pct"/>
            <w:gridSpan w:val="8"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電子信箱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D9D9D9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84" w:type="pct"/>
            <w:gridSpan w:val="2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54" w:type="pct"/>
            <w:gridSpan w:val="2"/>
            <w:tcBorders>
              <w:left w:val="nil"/>
            </w:tcBorders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92" w:type="pct"/>
            <w:gridSpan w:val="5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42" w:type="pct"/>
            <w:gridSpan w:val="8"/>
            <w:shd w:val="clear" w:color="auto" w:fill="D9D9D9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12352C" w:rsidRPr="009141EB" w:rsidTr="006E59DC">
        <w:trPr>
          <w:trHeight w:val="334"/>
        </w:trPr>
        <w:tc>
          <w:tcPr>
            <w:tcW w:w="1227" w:type="pct"/>
            <w:vMerge w:val="restart"/>
            <w:shd w:val="clear" w:color="auto" w:fill="auto"/>
            <w:vAlign w:val="center"/>
          </w:tcPr>
          <w:p w:rsidR="0012352C" w:rsidRPr="006E59DC" w:rsidRDefault="0012352C" w:rsidP="00083FFF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伍、執行期程</w:t>
            </w:r>
          </w:p>
        </w:tc>
        <w:tc>
          <w:tcPr>
            <w:tcW w:w="3773" w:type="pct"/>
            <w:gridSpan w:val="17"/>
            <w:shd w:val="clear" w:color="auto" w:fill="auto"/>
          </w:tcPr>
          <w:p w:rsidR="0012352C" w:rsidRPr="006E59DC" w:rsidRDefault="0012352C" w:rsidP="005A72EA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自1</w:t>
            </w:r>
            <w:r w:rsidR="00105F38" w:rsidRPr="006E59DC">
              <w:rPr>
                <w:rFonts w:ascii="標楷體" w:eastAsia="標楷體" w:hAnsi="標楷體" w:hint="eastAsia"/>
              </w:rPr>
              <w:t>1</w:t>
            </w:r>
            <w:r w:rsidR="009C1CF8">
              <w:rPr>
                <w:rFonts w:ascii="標楷體" w:eastAsia="標楷體" w:hAnsi="標楷體"/>
              </w:rPr>
              <w:t>3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5A72EA">
              <w:rPr>
                <w:rFonts w:ascii="標楷體" w:eastAsia="標楷體" w:hAnsi="標楷體" w:hint="eastAsia"/>
              </w:rPr>
              <w:t>9</w:t>
            </w:r>
            <w:r w:rsidR="00B94F3B" w:rsidRPr="006E59DC">
              <w:rPr>
                <w:rFonts w:ascii="標楷體" w:eastAsia="標楷體" w:hAnsi="標楷體" w:hint="eastAsia"/>
              </w:rPr>
              <w:t>月</w:t>
            </w:r>
            <w:r w:rsidRPr="006E59DC">
              <w:rPr>
                <w:rFonts w:ascii="標楷體" w:eastAsia="標楷體" w:hAnsi="標楷體" w:hint="eastAsia"/>
              </w:rPr>
              <w:t>至</w:t>
            </w:r>
            <w:r w:rsidR="00105F38" w:rsidRPr="006E59DC">
              <w:rPr>
                <w:rFonts w:ascii="標楷體" w:eastAsia="標楷體" w:hAnsi="標楷體" w:hint="eastAsia"/>
              </w:rPr>
              <w:t>11</w:t>
            </w:r>
            <w:r w:rsidR="009C1CF8">
              <w:rPr>
                <w:rFonts w:ascii="標楷體" w:eastAsia="標楷體" w:hAnsi="標楷體"/>
              </w:rPr>
              <w:t>4</w:t>
            </w:r>
            <w:r w:rsidRPr="006E59DC">
              <w:rPr>
                <w:rFonts w:ascii="標楷體" w:eastAsia="標楷體" w:hAnsi="標楷體" w:hint="eastAsia"/>
              </w:rPr>
              <w:t>年</w:t>
            </w:r>
            <w:r w:rsidR="00AC3E96" w:rsidRPr="006E59DC">
              <w:rPr>
                <w:rFonts w:ascii="標楷體" w:eastAsia="標楷體" w:hAnsi="標楷體"/>
              </w:rPr>
              <w:t>7</w:t>
            </w:r>
            <w:r w:rsidRPr="006E59DC">
              <w:rPr>
                <w:rFonts w:ascii="標楷體" w:eastAsia="標楷體" w:hAnsi="標楷體" w:hint="eastAsia"/>
              </w:rPr>
              <w:t>月止</w:t>
            </w: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16"/>
              </w:rPr>
              <w:t>項次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EC2C8E" w:rsidRPr="006E59DC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sz w:val="22"/>
              </w:rPr>
              <w:t>工作內容</w:t>
            </w:r>
          </w:p>
        </w:tc>
        <w:tc>
          <w:tcPr>
            <w:tcW w:w="255" w:type="pct"/>
            <w:gridSpan w:val="2"/>
            <w:shd w:val="clear" w:color="auto" w:fill="auto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9月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10月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11月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12月</w:t>
            </w: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1月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2月</w:t>
            </w: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3月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167E78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5月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6月</w:t>
            </w:r>
          </w:p>
        </w:tc>
        <w:tc>
          <w:tcPr>
            <w:tcW w:w="255" w:type="pct"/>
            <w:shd w:val="clear" w:color="auto" w:fill="auto"/>
            <w:vAlign w:val="center"/>
          </w:tcPr>
          <w:p w:rsidR="00EC2C8E" w:rsidRPr="00083FFF" w:rsidRDefault="00EC2C8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83FFF">
              <w:rPr>
                <w:rFonts w:ascii="標楷體" w:eastAsia="標楷體" w:hAnsi="標楷體" w:hint="eastAsia"/>
                <w:sz w:val="20"/>
                <w:szCs w:val="20"/>
              </w:rPr>
              <w:t>7月</w:t>
            </w: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42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9141EB" w:rsidTr="00167E78">
        <w:trPr>
          <w:trHeight w:val="351"/>
        </w:trPr>
        <w:tc>
          <w:tcPr>
            <w:tcW w:w="1227" w:type="pct"/>
            <w:vMerge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6" w:type="pct"/>
            <w:shd w:val="clear" w:color="auto" w:fill="auto"/>
          </w:tcPr>
          <w:p w:rsidR="0012352C" w:rsidRPr="006E59DC" w:rsidRDefault="00B94F3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88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55" w:type="pct"/>
            <w:gridSpan w:val="2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gridSpan w:val="2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  <w:vAlign w:val="center"/>
          </w:tcPr>
          <w:p w:rsidR="0012352C" w:rsidRPr="006E59DC" w:rsidRDefault="0012352C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2B0EDE" w:rsidRPr="009141EB" w:rsidRDefault="00C92064" w:rsidP="00AE5E5D">
      <w:pPr>
        <w:spacing w:line="400" w:lineRule="exact"/>
        <w:rPr>
          <w:rFonts w:ascii="標楷體" w:eastAsia="標楷體" w:hAnsi="標楷體"/>
        </w:rPr>
      </w:pPr>
      <w:r w:rsidRPr="009141EB">
        <w:rPr>
          <w:rFonts w:ascii="標楷體" w:eastAsia="標楷體" w:hAnsi="標楷體" w:hint="eastAsia"/>
        </w:rPr>
        <w:t>陸</w:t>
      </w:r>
      <w:r w:rsidR="00863E55" w:rsidRPr="009141EB">
        <w:rPr>
          <w:rFonts w:ascii="標楷體" w:eastAsia="標楷體" w:hAnsi="標楷體" w:hint="eastAsia"/>
        </w:rPr>
        <w:t>、執行方式</w:t>
      </w:r>
      <w:r w:rsidRPr="009141EB">
        <w:rPr>
          <w:rFonts w:ascii="標楷體" w:eastAsia="標楷體" w:hAnsi="標楷體" w:hint="eastAsia"/>
        </w:rPr>
        <w:t>(如下頁)</w:t>
      </w:r>
      <w:r w:rsidR="002B0EDE" w:rsidRPr="009141EB">
        <w:rPr>
          <w:rFonts w:ascii="標楷體" w:eastAsia="標楷體" w:hAnsi="標楷體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"/>
        <w:gridCol w:w="1094"/>
        <w:gridCol w:w="1792"/>
        <w:gridCol w:w="2801"/>
        <w:gridCol w:w="784"/>
        <w:gridCol w:w="560"/>
        <w:gridCol w:w="896"/>
      </w:tblGrid>
      <w:tr w:rsidR="009141EB" w:rsidRPr="009141EB" w:rsidTr="006E59DC">
        <w:trPr>
          <w:trHeight w:val="510"/>
        </w:trPr>
        <w:tc>
          <w:tcPr>
            <w:tcW w:w="5000" w:type="pct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075BFC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一、</w:t>
            </w:r>
            <w:proofErr w:type="gramStart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環教方案</w:t>
            </w:r>
            <w:proofErr w:type="gramEnd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課程實踐(必選，至少</w:t>
            </w:r>
            <w:r w:rsidR="00C26BD5" w:rsidRPr="006E59DC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節課)</w:t>
            </w:r>
          </w:p>
          <w:p w:rsidR="00075BFC" w:rsidRPr="006E59DC" w:rsidRDefault="00075BFC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主要議題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：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□環境倫理  □永續發展  □氣候變遷   □能</w:t>
            </w:r>
            <w:r w:rsidR="00D62D22" w:rsidRPr="006E59DC">
              <w:rPr>
                <w:rFonts w:ascii="標楷體" w:eastAsia="標楷體" w:hAnsi="標楷體" w:hint="eastAsia"/>
                <w:color w:val="FF0000"/>
              </w:rPr>
              <w:t>源</w:t>
            </w:r>
            <w:r w:rsidRPr="006E59DC">
              <w:rPr>
                <w:rFonts w:ascii="標楷體" w:eastAsia="標楷體" w:hAnsi="標楷體" w:hint="eastAsia"/>
                <w:color w:val="FF0000"/>
              </w:rPr>
              <w:t>資源永續利用</w:t>
            </w:r>
          </w:p>
          <w:p w:rsidR="00A97A5E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焦點物種：______、_______、___________(最多可填入三種)</w:t>
            </w:r>
          </w:p>
          <w:p w:rsidR="00F27DA9" w:rsidRPr="006E59DC" w:rsidRDefault="00F27DA9" w:rsidP="006E59DC">
            <w:pPr>
              <w:spacing w:line="400" w:lineRule="exact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申請類型：□種子學校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□新苗學校</w:t>
            </w:r>
          </w:p>
          <w:p w:rsidR="00F27DA9" w:rsidRPr="006E59DC" w:rsidRDefault="00F27DA9" w:rsidP="006E59DC">
            <w:pPr>
              <w:spacing w:line="400" w:lineRule="exact"/>
              <w:ind w:firstLineChars="500" w:firstLine="1200"/>
              <w:jc w:val="both"/>
              <w:rPr>
                <w:rFonts w:ascii="標楷體"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□綠蔭聯盟，與_________學校合作(</w:t>
            </w:r>
            <w:proofErr w:type="gramStart"/>
            <w:r w:rsidRPr="006E59DC">
              <w:rPr>
                <w:rFonts w:ascii="標楷體" w:eastAsia="標楷體" w:hAnsi="標楷體" w:hint="eastAsia"/>
                <w:color w:val="FF0000"/>
              </w:rPr>
              <w:t>限新北市</w:t>
            </w:r>
            <w:proofErr w:type="gramEnd"/>
            <w:r w:rsidRPr="006E59DC">
              <w:rPr>
                <w:rFonts w:ascii="標楷體" w:eastAsia="標楷體" w:hAnsi="標楷體" w:hint="eastAsia"/>
                <w:color w:val="FF0000"/>
              </w:rPr>
              <w:t>所屬各級學校)</w:t>
            </w:r>
          </w:p>
          <w:p w:rsidR="001754B4" w:rsidRPr="006E59DC" w:rsidRDefault="001754B4" w:rsidP="004F1D12">
            <w:pPr>
              <w:spacing w:line="400" w:lineRule="exact"/>
              <w:rPr>
                <w:rFonts w:eastAsia="標楷體" w:hAnsi="標楷體"/>
                <w:color w:val="FF0000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績優成果：□</w:t>
            </w:r>
            <w:r w:rsidR="00105F38" w:rsidRPr="006E59DC">
              <w:rPr>
                <w:rFonts w:eastAsia="標楷體" w:hAnsi="標楷體" w:hint="eastAsia"/>
                <w:color w:val="FF0000"/>
              </w:rPr>
              <w:t>1</w:t>
            </w:r>
            <w:r w:rsidR="00C53B74">
              <w:rPr>
                <w:rFonts w:eastAsia="標楷體" w:hAnsi="標楷體"/>
                <w:color w:val="FF0000"/>
              </w:rPr>
              <w:t>1</w:t>
            </w:r>
            <w:r w:rsidR="009C1CF8">
              <w:rPr>
                <w:rFonts w:eastAsia="標楷體" w:hAnsi="標楷體"/>
                <w:color w:val="FF0000"/>
              </w:rPr>
              <w:t>2</w:t>
            </w:r>
            <w:r w:rsidRPr="006E59DC">
              <w:rPr>
                <w:rFonts w:eastAsia="標楷體" w:hAnsi="標楷體" w:hint="eastAsia"/>
                <w:color w:val="FF0000"/>
              </w:rPr>
              <w:t>學年度環境教育方案學校</w:t>
            </w:r>
            <w:r w:rsidRPr="006E59DC">
              <w:rPr>
                <w:rFonts w:eastAsia="標楷體" w:hAnsi="標楷體" w:hint="eastAsia"/>
                <w:color w:val="FF0000"/>
              </w:rPr>
              <w:t xml:space="preserve"> 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綠蔭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新苗</w:t>
            </w:r>
            <w:r w:rsidRPr="006E59DC">
              <w:rPr>
                <w:rFonts w:eastAsia="標楷體" w:hAnsi="標楷體" w:hint="eastAsia"/>
                <w:color w:val="FF0000"/>
                <w:u w:val="single"/>
              </w:rPr>
              <w:t>/</w:t>
            </w:r>
            <w:r w:rsidR="00105F38" w:rsidRPr="006E59DC">
              <w:rPr>
                <w:rFonts w:eastAsia="標楷體" w:hAnsi="標楷體" w:hint="eastAsia"/>
                <w:color w:val="FF0000"/>
                <w:u w:val="single"/>
              </w:rPr>
              <w:t>種子</w:t>
            </w:r>
            <w:r w:rsidRPr="006E59DC">
              <w:rPr>
                <w:rFonts w:eastAsia="標楷體" w:hAnsi="標楷體"/>
                <w:color w:val="FF0000"/>
              </w:rPr>
              <w:t xml:space="preserve"> </w:t>
            </w:r>
            <w:r w:rsidRPr="006E59DC">
              <w:rPr>
                <w:rFonts w:eastAsia="標楷體" w:hAnsi="標楷體" w:hint="eastAsia"/>
                <w:color w:val="FF0000"/>
              </w:rPr>
              <w:t>類</w:t>
            </w:r>
          </w:p>
        </w:tc>
      </w:tr>
      <w:tr w:rsidR="009141EB" w:rsidRPr="009141EB" w:rsidTr="006E59DC">
        <w:trPr>
          <w:trHeight w:val="94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)課程／單元名稱：</w:t>
            </w:r>
          </w:p>
        </w:tc>
      </w:tr>
      <w:tr w:rsidR="009141EB" w:rsidRPr="009141EB" w:rsidTr="006E59DC">
        <w:trPr>
          <w:trHeight w:val="1212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(二)設計理念：</w:t>
            </w:r>
          </w:p>
        </w:tc>
      </w:tr>
      <w:tr w:rsidR="009141EB" w:rsidRPr="009141EB" w:rsidTr="006E59DC">
        <w:trPr>
          <w:trHeight w:val="1203"/>
        </w:trPr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(三)課程架構（含教學目標）：</w:t>
            </w:r>
          </w:p>
        </w:tc>
      </w:tr>
      <w:tr w:rsidR="009141EB" w:rsidRPr="009141EB" w:rsidTr="006E59DC">
        <w:tc>
          <w:tcPr>
            <w:tcW w:w="5000" w:type="pct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(四)課程／單元內容簡述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  <w:r w:rsidRPr="006E59DC">
              <w:rPr>
                <w:rFonts w:ascii="標楷體" w:eastAsia="標楷體" w:hAnsi="標楷體" w:hint="eastAsia"/>
                <w:sz w:val="16"/>
                <w:szCs w:val="16"/>
              </w:rPr>
              <w:t>編號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1070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課堂主題</w:t>
            </w:r>
          </w:p>
        </w:tc>
        <w:tc>
          <w:tcPr>
            <w:tcW w:w="1672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單元簡述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實施年級</w:t>
            </w:r>
          </w:p>
        </w:tc>
        <w:tc>
          <w:tcPr>
            <w:tcW w:w="334" w:type="pct"/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6E59DC">
              <w:rPr>
                <w:rFonts w:ascii="標楷體" w:eastAsia="標楷體" w:hAnsi="標楷體" w:hint="eastAsia"/>
                <w:sz w:val="18"/>
                <w:szCs w:val="18"/>
              </w:rPr>
              <w:t>參與人數</w:t>
            </w: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B0EDE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653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2B0EDE" w:rsidRPr="006E59DC" w:rsidRDefault="002B0ED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8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653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70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672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468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4" w:type="pct"/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5" w:type="pct"/>
            <w:tcBorders>
              <w:right w:val="double" w:sz="4" w:space="0" w:color="auto"/>
            </w:tcBorders>
            <w:shd w:val="clear" w:color="auto" w:fill="auto"/>
          </w:tcPr>
          <w:p w:rsidR="001E71F6" w:rsidRPr="006E59DC" w:rsidRDefault="001E71F6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863E55" w:rsidRPr="009141EB" w:rsidTr="006E59DC">
        <w:trPr>
          <w:trHeight w:val="773"/>
        </w:trPr>
        <w:tc>
          <w:tcPr>
            <w:tcW w:w="5000" w:type="pct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2B0EDE" w:rsidRPr="006E59DC">
              <w:rPr>
                <w:rFonts w:ascii="標楷體" w:eastAsia="標楷體" w:hAnsi="標楷體" w:hint="eastAsia"/>
              </w:rPr>
              <w:t>評量方式及</w:t>
            </w:r>
            <w:r w:rsidRPr="006E59DC">
              <w:rPr>
                <w:rFonts w:ascii="標楷體" w:eastAsia="標楷體" w:hAnsi="標楷體" w:hint="eastAsia"/>
              </w:rPr>
              <w:t>預期成效：</w:t>
            </w:r>
          </w:p>
        </w:tc>
      </w:tr>
    </w:tbl>
    <w:p w:rsidR="002B0EDE" w:rsidRPr="00A97A5E" w:rsidRDefault="00D62D22" w:rsidP="00AE5E5D">
      <w:pPr>
        <w:widowControl/>
        <w:spacing w:line="400" w:lineRule="exact"/>
        <w:rPr>
          <w:sz w:val="16"/>
          <w:szCs w:val="16"/>
        </w:rPr>
      </w:pPr>
      <w:r>
        <w:rPr>
          <w:sz w:val="16"/>
          <w:szCs w:val="16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632"/>
        <w:gridCol w:w="694"/>
        <w:gridCol w:w="1470"/>
        <w:gridCol w:w="1175"/>
        <w:gridCol w:w="954"/>
        <w:gridCol w:w="1275"/>
        <w:gridCol w:w="834"/>
        <w:gridCol w:w="886"/>
      </w:tblGrid>
      <w:tr w:rsidR="009141EB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863E55" w:rsidRPr="006E59DC" w:rsidRDefault="00A97A5E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二</w:t>
            </w:r>
            <w:r w:rsidR="00863E55" w:rsidRPr="006E59DC">
              <w:rPr>
                <w:rFonts w:ascii="標楷體" w:eastAsia="標楷體" w:hAnsi="標楷體" w:hint="eastAsia"/>
                <w:sz w:val="28"/>
                <w:szCs w:val="28"/>
              </w:rPr>
              <w:t>、生態社團組訓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)辦理目標：</w:t>
            </w:r>
          </w:p>
        </w:tc>
      </w:tr>
      <w:tr w:rsidR="009141EB" w:rsidRPr="009141EB" w:rsidTr="006E59DC">
        <w:trPr>
          <w:trHeight w:val="850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(二)招收對象：</w:t>
            </w:r>
          </w:p>
        </w:tc>
      </w:tr>
      <w:tr w:rsidR="009141EB" w:rsidRPr="009141EB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(三)培訓課程</w:t>
            </w:r>
            <w:r w:rsidR="002B0EDE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A97A5E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3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415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87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課程內容</w:t>
            </w:r>
          </w:p>
        </w:tc>
        <w:tc>
          <w:tcPr>
            <w:tcW w:w="702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預定講師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761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參與對象</w:t>
            </w:r>
          </w:p>
        </w:tc>
        <w:tc>
          <w:tcPr>
            <w:tcW w:w="498" w:type="pct"/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參與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A97A5E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A97A5E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9141EB" w:rsidTr="006E59DC">
        <w:tc>
          <w:tcPr>
            <w:tcW w:w="269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3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415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6"/>
                <w:szCs w:val="16"/>
              </w:rPr>
            </w:pPr>
          </w:p>
        </w:tc>
        <w:tc>
          <w:tcPr>
            <w:tcW w:w="87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702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70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761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學生/教師/志工</w:t>
            </w:r>
          </w:p>
        </w:tc>
        <w:tc>
          <w:tcPr>
            <w:tcW w:w="498" w:type="pct"/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29" w:type="pct"/>
            <w:tcBorders>
              <w:right w:val="double" w:sz="4" w:space="0" w:color="auto"/>
            </w:tcBorders>
            <w:shd w:val="clear" w:color="auto" w:fill="auto"/>
          </w:tcPr>
          <w:p w:rsidR="00A97A5E" w:rsidRPr="006E59DC" w:rsidRDefault="00A97A5E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9141EB" w:rsidTr="006E59DC">
        <w:trPr>
          <w:trHeight w:val="699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</w:t>
            </w:r>
            <w:r w:rsidR="00D277F3" w:rsidRPr="006E59DC">
              <w:rPr>
                <w:rFonts w:ascii="標楷體" w:eastAsia="標楷體" w:hAnsi="標楷體" w:hint="eastAsia"/>
              </w:rPr>
              <w:t>志工</w:t>
            </w:r>
            <w:r w:rsidR="003850A0" w:rsidRPr="006E59DC">
              <w:rPr>
                <w:rFonts w:ascii="標楷體" w:eastAsia="標楷體" w:hAnsi="標楷體" w:hint="eastAsia"/>
              </w:rPr>
              <w:t>服務計畫（含環境維護、解說導</w:t>
            </w:r>
            <w:proofErr w:type="gramStart"/>
            <w:r w:rsidR="003850A0" w:rsidRPr="006E59DC">
              <w:rPr>
                <w:rFonts w:ascii="標楷體" w:eastAsia="標楷體" w:hAnsi="標楷體" w:hint="eastAsia"/>
              </w:rPr>
              <w:t>覽</w:t>
            </w:r>
            <w:proofErr w:type="gramEnd"/>
            <w:r w:rsidR="003850A0" w:rsidRPr="006E59DC">
              <w:rPr>
                <w:rFonts w:ascii="標楷體" w:eastAsia="標楷體" w:hAnsi="標楷體" w:hint="eastAsia"/>
              </w:rPr>
              <w:t>對象、時間、內容）</w:t>
            </w:r>
          </w:p>
        </w:tc>
      </w:tr>
      <w:tr w:rsidR="009141EB" w:rsidRPr="009141EB" w:rsidTr="006E59DC">
        <w:trPr>
          <w:trHeight w:val="88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(五)</w:t>
            </w:r>
            <w:r w:rsidR="003850A0" w:rsidRPr="006E59DC">
              <w:rPr>
                <w:rFonts w:ascii="標楷體" w:eastAsia="標楷體" w:hAnsi="標楷體" w:hint="eastAsia"/>
              </w:rPr>
              <w:t>評量方式及預期成效：</w:t>
            </w:r>
          </w:p>
        </w:tc>
      </w:tr>
    </w:tbl>
    <w:p w:rsidR="003850A0" w:rsidRPr="009141EB" w:rsidRDefault="003850A0" w:rsidP="00AE5E5D">
      <w:pPr>
        <w:widowControl/>
        <w:spacing w:line="400" w:lineRule="exact"/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443"/>
        <w:gridCol w:w="225"/>
        <w:gridCol w:w="331"/>
        <w:gridCol w:w="463"/>
        <w:gridCol w:w="297"/>
        <w:gridCol w:w="783"/>
        <w:gridCol w:w="648"/>
        <w:gridCol w:w="245"/>
        <w:gridCol w:w="818"/>
        <w:gridCol w:w="691"/>
        <w:gridCol w:w="375"/>
        <w:gridCol w:w="442"/>
        <w:gridCol w:w="1015"/>
        <w:gridCol w:w="672"/>
        <w:gridCol w:w="672"/>
      </w:tblGrid>
      <w:tr w:rsidR="0028297D" w:rsidRPr="009141EB" w:rsidTr="006E59DC">
        <w:trPr>
          <w:trHeight w:val="510"/>
        </w:trPr>
        <w:tc>
          <w:tcPr>
            <w:tcW w:w="5000" w:type="pct"/>
            <w:gridSpan w:val="1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、教師社群(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含增能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與專家指導</w:t>
            </w: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研習</w:t>
            </w:r>
            <w:r w:rsidR="0028297D" w:rsidRPr="006E59DC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 xml:space="preserve"> (選填)</w:t>
            </w:r>
          </w:p>
        </w:tc>
      </w:tr>
      <w:tr w:rsidR="0028297D" w:rsidRPr="00D277F3" w:rsidTr="006E59DC">
        <w:trPr>
          <w:trHeight w:val="454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)社群名稱：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(二)對象：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bottom w:val="single" w:sz="4" w:space="0" w:color="FFFFFF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級別：　　　　年級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　　學科／領域／學群：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FFFFFF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(三)召集人資訊</w:t>
            </w:r>
          </w:p>
        </w:tc>
      </w:tr>
      <w:tr w:rsidR="006E59DC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602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聯絡電話</w:t>
            </w:r>
          </w:p>
        </w:tc>
        <w:tc>
          <w:tcPr>
            <w:tcW w:w="2256" w:type="pct"/>
            <w:gridSpan w:val="6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22" w:type="pct"/>
            <w:gridSpan w:val="2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E-mail</w:t>
            </w:r>
          </w:p>
        </w:tc>
        <w:tc>
          <w:tcPr>
            <w:tcW w:w="4478" w:type="pct"/>
            <w:gridSpan w:val="14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52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(四)社群組成/研習辦理目的與現況說明</w:t>
            </w:r>
          </w:p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(五)是否對外開放研習  </w:t>
            </w:r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是/</w:t>
            </w:r>
            <w:proofErr w:type="gramStart"/>
            <w:r w:rsidRPr="006E59DC">
              <w:rPr>
                <w:rFonts w:ascii="新細明體" w:hAnsi="新細明體" w:hint="eastAsia"/>
                <w:sz w:val="20"/>
                <w:szCs w:val="20"/>
              </w:rPr>
              <w:t>□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否</w:t>
            </w:r>
            <w:proofErr w:type="gramEnd"/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六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)社群成員/研習名單(研習名單可結束後另附,不需先填。表格不敷使用請自行增列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proofErr w:type="gramEnd"/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姓名</w:t>
            </w: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任教科目</w:t>
            </w: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任教年級</w:t>
            </w: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846" w:type="pct"/>
            <w:gridSpan w:val="4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21" w:type="pct"/>
            <w:gridSpan w:val="5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8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54" w:type="pct"/>
            <w:gridSpan w:val="5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r w:rsidR="00AC3E96" w:rsidRPr="006E59DC">
              <w:rPr>
                <w:rFonts w:ascii="標楷體" w:eastAsia="標楷體" w:hAnsi="標楷體" w:hint="eastAsia"/>
                <w:sz w:val="20"/>
                <w:szCs w:val="20"/>
              </w:rPr>
              <w:t>七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)預定進行方式（可複選）</w:t>
            </w:r>
          </w:p>
        </w:tc>
      </w:tr>
      <w:tr w:rsidR="00AC3E96" w:rsidRPr="00D277F3" w:rsidTr="006E59DC">
        <w:trPr>
          <w:trHeight w:val="916"/>
        </w:trPr>
        <w:tc>
          <w:tcPr>
            <w:tcW w:w="5000" w:type="pct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323AD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□教學觀察與回饋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□主題探討（含專書、影片）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□主題經驗分享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□教學檔案製作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:rsidR="00AC3E96" w:rsidRPr="006E59DC" w:rsidRDefault="00AC3E96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□專題講座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□新課程發展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□教學方法創新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協同備課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6E59DC">
              <w:rPr>
                <w:rFonts w:ascii="標楷體" w:eastAsia="標楷體" w:hAnsi="標楷體"/>
                <w:sz w:val="20"/>
                <w:szCs w:val="20"/>
              </w:rPr>
              <w:t xml:space="preserve">    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□案例分析</w:t>
            </w:r>
            <w:r w:rsidR="001323AD"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1323AD" w:rsidRPr="006E59DC">
              <w:rPr>
                <w:rFonts w:ascii="標楷體" w:eastAsia="標楷體" w:hAnsi="標楷體"/>
                <w:sz w:val="20"/>
                <w:szCs w:val="20"/>
              </w:rPr>
              <w:t xml:space="preserve">       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□教學檔案製作</w:t>
            </w: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(七)進度規劃（表格不敷使用請自行增列）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場次</w:t>
            </w:r>
          </w:p>
        </w:tc>
        <w:tc>
          <w:tcPr>
            <w:tcW w:w="39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日期</w:t>
            </w:r>
          </w:p>
        </w:tc>
        <w:tc>
          <w:tcPr>
            <w:tcW w:w="636" w:type="pct"/>
            <w:gridSpan w:val="3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835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實施內容</w:t>
            </w:r>
          </w:p>
        </w:tc>
        <w:tc>
          <w:tcPr>
            <w:tcW w:w="62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講師</w:t>
            </w:r>
            <w:r w:rsidR="00D277F3" w:rsidRPr="006E59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內/外聘</w:t>
            </w:r>
          </w:p>
        </w:tc>
        <w:tc>
          <w:tcPr>
            <w:tcW w:w="850" w:type="pct"/>
            <w:gridSpan w:val="2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地點</w:t>
            </w:r>
          </w:p>
        </w:tc>
        <w:tc>
          <w:tcPr>
            <w:tcW w:w="392" w:type="pct"/>
            <w:shd w:val="clear" w:color="auto" w:fill="auto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28297D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節</w:t>
            </w:r>
            <w:r w:rsidR="0028297D" w:rsidRPr="006E59DC">
              <w:rPr>
                <w:rFonts w:ascii="標楷體" w:eastAsia="標楷體" w:hAnsi="標楷體" w:hint="eastAsia"/>
                <w:sz w:val="20"/>
                <w:szCs w:val="20"/>
              </w:rPr>
              <w:t>數</w:t>
            </w: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263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39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6" w:type="pct"/>
            <w:gridSpan w:val="3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22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5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92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907"/>
        </w:trPr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(八)學習資</w:t>
            </w:r>
            <w:r w:rsidR="006702AB" w:rsidRPr="006E59DC">
              <w:rPr>
                <w:rFonts w:ascii="標楷體" w:eastAsia="標楷體" w:hAnsi="標楷體" w:hint="eastAsia"/>
                <w:sz w:val="20"/>
                <w:szCs w:val="20"/>
              </w:rPr>
              <w:t>源</w:t>
            </w: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  <w:p w:rsidR="006702AB" w:rsidRPr="006E59DC" w:rsidRDefault="006702AB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16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(十)擬採購之出版品(無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則免填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名稱</w:t>
            </w: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類型</w:t>
            </w: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與專業學習社群運作之相關說明</w:t>
            </w: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數量</w:t>
            </w: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1116" w:type="pct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30" w:type="pct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78" w:type="pct"/>
            <w:gridSpan w:val="6"/>
            <w:tcBorders>
              <w:bottom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6" w:type="pct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1304"/>
        </w:trPr>
        <w:tc>
          <w:tcPr>
            <w:tcW w:w="5000" w:type="pct"/>
            <w:gridSpan w:val="16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(九)</w:t>
            </w:r>
            <w:r w:rsidR="00D277F3" w:rsidRPr="006E59DC">
              <w:rPr>
                <w:rFonts w:ascii="標楷體" w:eastAsia="標楷體" w:hAnsi="標楷體" w:hint="eastAsia"/>
                <w:sz w:val="20"/>
                <w:szCs w:val="20"/>
              </w:rPr>
              <w:t>成效</w:t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檢核方式:</w:t>
            </w:r>
          </w:p>
        </w:tc>
      </w:tr>
    </w:tbl>
    <w:p w:rsidR="00D277F3" w:rsidRDefault="00D277F3"/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1639"/>
        <w:gridCol w:w="879"/>
        <w:gridCol w:w="1008"/>
        <w:gridCol w:w="622"/>
        <w:gridCol w:w="617"/>
        <w:gridCol w:w="619"/>
        <w:gridCol w:w="617"/>
        <w:gridCol w:w="2012"/>
      </w:tblGrid>
      <w:tr w:rsidR="0028297D" w:rsidRPr="009141EB" w:rsidTr="006E59DC">
        <w:trPr>
          <w:trHeight w:val="51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28297D" w:rsidRPr="006E59DC" w:rsidRDefault="0028297D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五、棲地營造及物種復育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005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)辦理目標：</w:t>
            </w:r>
          </w:p>
        </w:tc>
      </w:tr>
      <w:tr w:rsidR="0028297D" w:rsidRPr="00D277F3" w:rsidTr="006E59DC">
        <w:trPr>
          <w:trHeight w:val="2098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(二)棲地營造規劃：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1.場域規劃: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2.人力規劃: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 xml:space="preserve"> 3.其他:</w:t>
            </w:r>
          </w:p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(三)預定復育物種（表格不敷使用請自行增列）</w:t>
            </w:r>
          </w:p>
        </w:tc>
      </w:tr>
      <w:tr w:rsidR="006E59DC" w:rsidRPr="00D277F3" w:rsidTr="006E59DC">
        <w:tc>
          <w:tcPr>
            <w:tcW w:w="325" w:type="pct"/>
            <w:vMerge w:val="restar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956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物種名稱</w:t>
            </w:r>
          </w:p>
        </w:tc>
        <w:tc>
          <w:tcPr>
            <w:tcW w:w="513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既有物種量</w:t>
            </w:r>
          </w:p>
        </w:tc>
        <w:tc>
          <w:tcPr>
            <w:tcW w:w="588" w:type="pct"/>
            <w:vMerge w:val="restar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復育量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(一年內)</w:t>
            </w:r>
          </w:p>
        </w:tc>
        <w:tc>
          <w:tcPr>
            <w:tcW w:w="1444" w:type="pct"/>
            <w:gridSpan w:val="4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預計物種來源(勾選)</w:t>
            </w:r>
          </w:p>
        </w:tc>
        <w:tc>
          <w:tcPr>
            <w:tcW w:w="1174" w:type="pct"/>
            <w:vMerge w:val="restart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復育重要性</w:t>
            </w:r>
          </w:p>
        </w:tc>
      </w:tr>
      <w:tr w:rsidR="006E59DC" w:rsidRPr="00D277F3" w:rsidTr="006E59DC">
        <w:tc>
          <w:tcPr>
            <w:tcW w:w="325" w:type="pct"/>
            <w:vMerge/>
            <w:tcBorders>
              <w:lef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vMerge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外部採種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他校分享</w:t>
            </w: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購買</w:t>
            </w: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其他</w:t>
            </w:r>
          </w:p>
        </w:tc>
        <w:tc>
          <w:tcPr>
            <w:tcW w:w="1174" w:type="pct"/>
            <w:vMerge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56" w:type="pct"/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1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88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3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FFFFFF"/>
            <w:vAlign w:val="center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74" w:type="pct"/>
            <w:tcBorders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9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</w:t>
            </w:r>
            <w:r w:rsidR="00D62D22" w:rsidRPr="006E59DC">
              <w:rPr>
                <w:rFonts w:ascii="標楷體" w:eastAsia="標楷體" w:hAnsi="標楷體" w:hint="eastAsia"/>
                <w:sz w:val="20"/>
                <w:szCs w:val="20"/>
              </w:rPr>
              <w:t>預期成效及後續經營管理</w:t>
            </w:r>
          </w:p>
        </w:tc>
      </w:tr>
    </w:tbl>
    <w:p w:rsidR="00C92064" w:rsidRDefault="00C92064" w:rsidP="00AE5E5D">
      <w:pPr>
        <w:widowControl/>
        <w:spacing w:line="400" w:lineRule="exact"/>
      </w:pPr>
    </w:p>
    <w:tbl>
      <w:tblPr>
        <w:tblW w:w="51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1079"/>
        <w:gridCol w:w="1022"/>
        <w:gridCol w:w="1626"/>
        <w:gridCol w:w="1114"/>
        <w:gridCol w:w="1406"/>
        <w:gridCol w:w="560"/>
        <w:gridCol w:w="1227"/>
      </w:tblGrid>
      <w:tr w:rsidR="0028297D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28297D" w:rsidP="006E59DC">
            <w:pPr>
              <w:pStyle w:val="a4"/>
              <w:numPr>
                <w:ilvl w:val="0"/>
                <w:numId w:val="23"/>
              </w:numPr>
              <w:tabs>
                <w:tab w:val="clear" w:pos="2324"/>
                <w:tab w:val="num" w:pos="426"/>
              </w:tabs>
              <w:spacing w:line="400" w:lineRule="exact"/>
              <w:ind w:leftChars="0" w:left="709" w:hanging="567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全</w:t>
            </w:r>
            <w:proofErr w:type="gramStart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校環教</w:t>
            </w:r>
            <w:proofErr w:type="gramEnd"/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推廣活動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)活動名稱：</w:t>
            </w:r>
          </w:p>
        </w:tc>
      </w:tr>
      <w:tr w:rsidR="0028297D" w:rsidRPr="00D277F3" w:rsidTr="006E59DC">
        <w:trPr>
          <w:trHeight w:val="1134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(二)活動目的：</w:t>
            </w:r>
          </w:p>
        </w:tc>
      </w:tr>
      <w:tr w:rsidR="0028297D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(三)活動流程:　　　年　　　月　　　日（星期　　）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編號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預定日期</w:t>
            </w: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時間</w:t>
            </w: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活動內容/名稱</w:t>
            </w: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活動地點</w:t>
            </w: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參加對象</w:t>
            </w:r>
            <w:r w:rsidR="002F4423" w:rsidRPr="006E59DC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請圈選</w:t>
            </w:r>
            <w:proofErr w:type="gramEnd"/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人數</w:t>
            </w: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備註</w:t>
            </w: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6E59DC" w:rsidRPr="00D277F3" w:rsidTr="006E59DC">
        <w:tc>
          <w:tcPr>
            <w:tcW w:w="325" w:type="pct"/>
            <w:tcBorders>
              <w:lef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</w:p>
        </w:tc>
        <w:tc>
          <w:tcPr>
            <w:tcW w:w="62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595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94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64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818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學生/師生/社區民眾</w:t>
            </w:r>
          </w:p>
        </w:tc>
        <w:tc>
          <w:tcPr>
            <w:tcW w:w="326" w:type="pct"/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14" w:type="pct"/>
            <w:tcBorders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28297D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28297D" w:rsidRPr="006E59DC" w:rsidRDefault="0028297D" w:rsidP="006E59DC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59DC">
              <w:rPr>
                <w:rFonts w:ascii="標楷體" w:eastAsia="標楷體" w:hAnsi="標楷體" w:hint="eastAsia"/>
                <w:sz w:val="20"/>
                <w:szCs w:val="20"/>
              </w:rPr>
              <w:t>(四)預期成效：</w:t>
            </w:r>
          </w:p>
        </w:tc>
      </w:tr>
    </w:tbl>
    <w:p w:rsidR="0028297D" w:rsidRDefault="0028297D" w:rsidP="00AE5E5D">
      <w:pPr>
        <w:widowControl/>
        <w:spacing w:line="400" w:lineRule="exact"/>
      </w:pPr>
    </w:p>
    <w:p w:rsidR="0028297D" w:rsidRDefault="0028297D" w:rsidP="00AE5E5D">
      <w:pPr>
        <w:widowControl/>
        <w:spacing w:line="400" w:lineRule="exact"/>
      </w:pPr>
      <w:r>
        <w:br w:type="page"/>
      </w:r>
    </w:p>
    <w:p w:rsidR="0028297D" w:rsidRPr="009141EB" w:rsidRDefault="0028297D" w:rsidP="00AE5E5D">
      <w:pPr>
        <w:widowControl/>
        <w:spacing w:line="400" w:lineRule="exac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755"/>
        <w:gridCol w:w="1265"/>
        <w:gridCol w:w="2091"/>
        <w:gridCol w:w="672"/>
        <w:gridCol w:w="1277"/>
        <w:gridCol w:w="1188"/>
        <w:gridCol w:w="672"/>
      </w:tblGrid>
      <w:tr w:rsidR="009141EB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D62D22" w:rsidRPr="006E59DC" w:rsidRDefault="00863E55" w:rsidP="006E59DC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6E59DC">
              <w:rPr>
                <w:rFonts w:ascii="標楷體" w:eastAsia="標楷體" w:hAnsi="標楷體" w:hint="eastAsia"/>
                <w:sz w:val="28"/>
                <w:szCs w:val="28"/>
              </w:rPr>
              <w:t>七、環境保育行動</w:t>
            </w:r>
            <w:r w:rsidR="002C38E1" w:rsidRPr="006E59DC">
              <w:rPr>
                <w:rFonts w:ascii="標楷體" w:eastAsia="標楷體" w:hAnsi="標楷體" w:hint="eastAsia"/>
                <w:sz w:val="28"/>
                <w:szCs w:val="28"/>
              </w:rPr>
              <w:t>(選填)</w:t>
            </w:r>
          </w:p>
        </w:tc>
      </w:tr>
      <w:tr w:rsidR="009141EB" w:rsidRPr="00D277F3" w:rsidTr="006E59DC">
        <w:trPr>
          <w:trHeight w:val="85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一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)活動名稱：</w:t>
            </w:r>
          </w:p>
        </w:tc>
      </w:tr>
      <w:tr w:rsidR="009141EB" w:rsidRPr="00D277F3" w:rsidTr="006E59DC">
        <w:trPr>
          <w:trHeight w:val="880"/>
        </w:trPr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(二)活動目的：</w:t>
            </w:r>
          </w:p>
        </w:tc>
      </w:tr>
      <w:tr w:rsidR="009141EB" w:rsidRPr="00D277F3" w:rsidTr="006E59DC">
        <w:tc>
          <w:tcPr>
            <w:tcW w:w="5000" w:type="pct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863E55" w:rsidRPr="006E59DC" w:rsidRDefault="00863E55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(三)活動內容</w:t>
            </w:r>
            <w:r w:rsidR="00C92064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756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6E59DC">
              <w:rPr>
                <w:rFonts w:ascii="標楷體" w:eastAsia="標楷體" w:hAnsi="標楷體" w:hint="eastAsia"/>
              </w:rPr>
              <w:t>起迄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48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活動內容</w:t>
            </w:r>
          </w:p>
        </w:tc>
        <w:tc>
          <w:tcPr>
            <w:tcW w:w="401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講師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參與對象</w:t>
            </w:r>
          </w:p>
        </w:tc>
        <w:tc>
          <w:tcPr>
            <w:tcW w:w="709" w:type="pct"/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人數</w:t>
            </w: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節數</w:t>
            </w: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D277F3" w:rsidTr="006E59DC">
        <w:tc>
          <w:tcPr>
            <w:tcW w:w="272" w:type="pc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45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56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1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2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學生/師生/社區民眾</w:t>
            </w:r>
          </w:p>
        </w:tc>
        <w:tc>
          <w:tcPr>
            <w:tcW w:w="709" w:type="pct"/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400" w:type="pct"/>
            <w:tcBorders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D277F3" w:rsidRPr="00D277F3" w:rsidTr="006E59DC">
        <w:trPr>
          <w:trHeight w:val="2778"/>
        </w:trPr>
        <w:tc>
          <w:tcPr>
            <w:tcW w:w="5000" w:type="pct"/>
            <w:gridSpan w:val="8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D277F3" w:rsidRPr="006E59DC" w:rsidRDefault="00D277F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(四) 預期成效：</w:t>
            </w:r>
          </w:p>
        </w:tc>
      </w:tr>
      <w:tr w:rsidR="00D277F3" w:rsidRPr="009141EB" w:rsidTr="006E59DC">
        <w:trPr>
          <w:trHeight w:val="510"/>
        </w:trPr>
        <w:tc>
          <w:tcPr>
            <w:tcW w:w="5000" w:type="pct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77F3" w:rsidRPr="006E59DC" w:rsidRDefault="00D277F3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proofErr w:type="gramStart"/>
            <w:r w:rsidRPr="006E59DC">
              <w:rPr>
                <w:rFonts w:ascii="標楷體" w:eastAsia="標楷體" w:hAnsi="標楷體" w:hint="eastAsia"/>
              </w:rPr>
              <w:t>柒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、智慧財產切結書:如附件2</w:t>
            </w:r>
          </w:p>
        </w:tc>
      </w:tr>
    </w:tbl>
    <w:p w:rsidR="00D277F3" w:rsidRDefault="00D277F3" w:rsidP="00AE5E5D">
      <w:pPr>
        <w:spacing w:line="400" w:lineRule="exact"/>
        <w:jc w:val="center"/>
      </w:pPr>
    </w:p>
    <w:p w:rsidR="00D277F3" w:rsidRDefault="00D277F3">
      <w:pPr>
        <w:widowControl/>
        <w:spacing w:line="240" w:lineRule="auto"/>
      </w:pPr>
      <w:r>
        <w:br w:type="page"/>
      </w:r>
    </w:p>
    <w:p w:rsidR="00633308" w:rsidRPr="009141EB" w:rsidRDefault="00DA5FD7" w:rsidP="00AE5E5D">
      <w:pPr>
        <w:spacing w:line="400" w:lineRule="exact"/>
        <w:rPr>
          <w:rFonts w:eastAsia="標楷體"/>
        </w:rPr>
      </w:pPr>
      <w:r w:rsidRPr="009141EB">
        <w:rPr>
          <w:rFonts w:eastAsia="標楷體" w:hint="eastAsia"/>
        </w:rPr>
        <w:lastRenderedPageBreak/>
        <w:t>【附</w:t>
      </w:r>
      <w:r w:rsidR="009923EC">
        <w:rPr>
          <w:rFonts w:eastAsia="標楷體" w:hint="eastAsia"/>
        </w:rPr>
        <w:t>表</w:t>
      </w:r>
      <w:r w:rsidRPr="009141EB">
        <w:rPr>
          <w:rFonts w:eastAsia="標楷體" w:hint="eastAsia"/>
        </w:rPr>
        <w:t>】</w:t>
      </w:r>
    </w:p>
    <w:p w:rsidR="00633308" w:rsidRDefault="00633308" w:rsidP="00AE5E5D">
      <w:pPr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學校環境背景分析</w:t>
      </w:r>
    </w:p>
    <w:p w:rsidR="009923EC" w:rsidRPr="009141EB" w:rsidRDefault="009923EC" w:rsidP="00AE5E5D">
      <w:pPr>
        <w:spacing w:line="400" w:lineRule="exact"/>
        <w:jc w:val="center"/>
        <w:rPr>
          <w:rFonts w:eastAsia="標楷體" w:hAnsi="標楷體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0000FF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1361"/>
        <w:gridCol w:w="700"/>
        <w:gridCol w:w="1259"/>
        <w:gridCol w:w="327"/>
        <w:gridCol w:w="257"/>
        <w:gridCol w:w="114"/>
        <w:gridCol w:w="855"/>
        <w:gridCol w:w="154"/>
        <w:gridCol w:w="203"/>
        <w:gridCol w:w="272"/>
        <w:gridCol w:w="1133"/>
        <w:gridCol w:w="178"/>
        <w:gridCol w:w="1583"/>
      </w:tblGrid>
      <w:tr w:rsidR="004A5C90" w:rsidRPr="009141EB" w:rsidTr="00C74F13">
        <w:tc>
          <w:tcPr>
            <w:tcW w:w="5000" w:type="pct"/>
            <w:gridSpan w:val="13"/>
          </w:tcPr>
          <w:p w:rsidR="004A5C90" w:rsidRPr="009141EB" w:rsidRDefault="004A5C90" w:rsidP="00C74F13">
            <w:pPr>
              <w:tabs>
                <w:tab w:val="left" w:pos="142"/>
                <w:tab w:val="left" w:pos="284"/>
              </w:tabs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  <w:b/>
              </w:rPr>
              <w:t>一、基本資料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 w:hint="eastAsia"/>
              </w:rPr>
              <w:t>班級</w:t>
            </w:r>
            <w:r w:rsidRPr="004A5C90">
              <w:rPr>
                <w:rFonts w:ascii="標楷體" w:eastAsia="標楷體" w:hAnsi="標楷體"/>
              </w:rPr>
              <w:t>數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學生數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學校面積</w:t>
            </w:r>
          </w:p>
        </w:tc>
        <w:tc>
          <w:tcPr>
            <w:tcW w:w="116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4A5C90" w:rsidRDefault="004A5C90" w:rsidP="004A5C90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proofErr w:type="gramStart"/>
            <w:r w:rsidRPr="004A5C90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884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綠覆率</w:t>
            </w:r>
          </w:p>
        </w:tc>
        <w:tc>
          <w:tcPr>
            <w:tcW w:w="1724" w:type="pct"/>
            <w:gridSpan w:val="3"/>
            <w:tcBorders>
              <w:left w:val="single" w:sz="4" w:space="0" w:color="auto"/>
            </w:tcBorders>
            <w:vAlign w:val="center"/>
          </w:tcPr>
          <w:p w:rsidR="004A5C90" w:rsidRPr="004A5C90" w:rsidRDefault="004A5C90" w:rsidP="00C74F13">
            <w:pPr>
              <w:spacing w:line="400" w:lineRule="exact"/>
              <w:jc w:val="righ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%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學校</w:t>
            </w:r>
            <w:r w:rsidRPr="004A5C90">
              <w:rPr>
                <w:rFonts w:ascii="標楷體" w:eastAsia="標楷體" w:hAnsi="標楷體"/>
              </w:rPr>
              <w:t>環境類型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城市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鄉村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山區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海濱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學校水源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自來水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山泉水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雨水回收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中水淨化</w:t>
            </w:r>
          </w:p>
        </w:tc>
      </w:tr>
      <w:tr w:rsidR="004A5C90" w:rsidRPr="004A5C90" w:rsidTr="00BD0D12">
        <w:tblPrEx>
          <w:tblBorders>
            <w:right w:val="single" w:sz="4" w:space="0" w:color="auto"/>
          </w:tblBorders>
        </w:tblPrEx>
        <w:tc>
          <w:tcPr>
            <w:tcW w:w="1226" w:type="pct"/>
            <w:gridSpan w:val="2"/>
            <w:tcBorders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學校能源</w:t>
            </w:r>
          </w:p>
        </w:tc>
        <w:tc>
          <w:tcPr>
            <w:tcW w:w="945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臺電</w:t>
            </w:r>
          </w:p>
        </w:tc>
        <w:tc>
          <w:tcPr>
            <w:tcW w:w="943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太陽能</w:t>
            </w:r>
          </w:p>
        </w:tc>
        <w:tc>
          <w:tcPr>
            <w:tcW w:w="9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風力</w:t>
            </w:r>
          </w:p>
        </w:tc>
        <w:tc>
          <w:tcPr>
            <w:tcW w:w="943" w:type="pct"/>
            <w:tcBorders>
              <w:left w:val="single" w:sz="4" w:space="0" w:color="auto"/>
            </w:tcBorders>
          </w:tcPr>
          <w:p w:rsidR="004A5C90" w:rsidRPr="004A5C90" w:rsidRDefault="004A5C90" w:rsidP="00C74F13">
            <w:pPr>
              <w:spacing w:line="400" w:lineRule="exact"/>
              <w:rPr>
                <w:rFonts w:ascii="標楷體" w:eastAsia="標楷體" w:hAnsi="標楷體"/>
              </w:rPr>
            </w:pPr>
            <w:r w:rsidRPr="004A5C90">
              <w:rPr>
                <w:rFonts w:ascii="標楷體" w:eastAsia="標楷體" w:hAnsi="標楷體"/>
              </w:rPr>
              <w:t>□ 其他</w:t>
            </w:r>
          </w:p>
        </w:tc>
      </w:tr>
      <w:tr w:rsidR="009141EB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74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位置地圖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eastAsia="標楷體"/>
              </w:rPr>
            </w:pPr>
            <w:r w:rsidRPr="009141EB">
              <w:rPr>
                <w:rFonts w:eastAsia="標楷體" w:hint="eastAsia"/>
              </w:rPr>
              <w:t>請附上學校環境位置地圖（可利用</w:t>
            </w:r>
            <w:r w:rsidRPr="009141EB">
              <w:rPr>
                <w:rFonts w:eastAsia="標楷體" w:hint="eastAsia"/>
              </w:rPr>
              <w:t>google</w:t>
            </w:r>
            <w:r w:rsidRPr="009141EB">
              <w:rPr>
                <w:rFonts w:eastAsia="標楷體" w:hint="eastAsia"/>
              </w:rPr>
              <w:t>尋找）</w:t>
            </w:r>
          </w:p>
        </w:tc>
      </w:tr>
      <w:tr w:rsidR="009141EB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715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山系</w:t>
            </w:r>
          </w:p>
        </w:tc>
        <w:tc>
          <w:tcPr>
            <w:tcW w:w="151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 w:hint="eastAsia"/>
              </w:rPr>
              <w:t>水系</w:t>
            </w:r>
            <w:proofErr w:type="gramEnd"/>
          </w:p>
        </w:tc>
        <w:tc>
          <w:tcPr>
            <w:tcW w:w="20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308" w:rsidRPr="009141EB" w:rsidRDefault="00633308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溪</w:t>
            </w:r>
            <w:r w:rsidR="00D277F3">
              <w:rPr>
                <w:rFonts w:ascii="標楷體" w:eastAsia="標楷體" w:hAnsi="標楷體" w:hint="eastAsia"/>
              </w:rPr>
              <w:t>/</w:t>
            </w:r>
            <w:r w:rsidRPr="009141EB">
              <w:rPr>
                <w:rFonts w:ascii="標楷體" w:eastAsia="標楷體" w:hAnsi="標楷體" w:hint="eastAsia"/>
              </w:rPr>
              <w:t xml:space="preserve">河段：上 中 下 </w:t>
            </w:r>
            <w:proofErr w:type="gramStart"/>
            <w:r w:rsidRPr="009141EB">
              <w:rPr>
                <w:rFonts w:ascii="標楷體" w:eastAsia="標楷體" w:hAnsi="標楷體" w:hint="eastAsia"/>
              </w:rPr>
              <w:t>游</w:t>
            </w:r>
            <w:proofErr w:type="gramEnd"/>
          </w:p>
        </w:tc>
      </w:tr>
      <w:tr w:rsidR="00B4570E" w:rsidRPr="009141EB" w:rsidTr="00BD0D12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3068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D0D12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校內</w:t>
            </w:r>
            <w:proofErr w:type="gramStart"/>
            <w:r>
              <w:rPr>
                <w:rFonts w:ascii="標楷體" w:eastAsia="標楷體" w:hAnsi="標楷體" w:hint="eastAsia"/>
              </w:rPr>
              <w:t>外</w:t>
            </w:r>
            <w:proofErr w:type="gramEnd"/>
            <w:r>
              <w:rPr>
                <w:rFonts w:ascii="標楷體" w:eastAsia="標楷體" w:hAnsi="標楷體"/>
              </w:rPr>
              <w:br/>
            </w:r>
            <w:r w:rsidR="00B4570E">
              <w:rPr>
                <w:rFonts w:ascii="標楷體" w:eastAsia="標楷體" w:hAnsi="標楷體" w:hint="eastAsia"/>
              </w:rPr>
              <w:t>自然環境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□________登山步道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□________公園步道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□________社區步道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□________校園生態步道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□________</w:t>
            </w:r>
            <w:r w:rsidRPr="00B4570E">
              <w:rPr>
                <w:rFonts w:ascii="標楷體" w:eastAsia="標楷體" w:hAnsi="標楷體"/>
              </w:rPr>
              <w:t>溼地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□植物相______________________</w:t>
            </w:r>
          </w:p>
          <w:p w:rsidR="00B4570E" w:rsidRPr="00B4570E" w:rsidRDefault="00B4570E" w:rsidP="00B4570E">
            <w:pPr>
              <w:spacing w:line="400" w:lineRule="exac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□動物相______________________</w:t>
            </w:r>
          </w:p>
        </w:tc>
      </w:tr>
      <w:tr w:rsidR="00B4570E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cantSplit/>
          <w:trHeight w:val="1557"/>
        </w:trPr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570E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人文環境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□古建築物______________________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□特殊建物______________________</w:t>
            </w:r>
          </w:p>
          <w:p w:rsidR="00B4570E" w:rsidRPr="00B4570E" w:rsidRDefault="00B4570E" w:rsidP="00B4570E">
            <w:pPr>
              <w:spacing w:line="240" w:lineRule="atLeast"/>
              <w:rPr>
                <w:rFonts w:ascii="標楷體" w:eastAsia="標楷體" w:hAnsi="標楷體"/>
              </w:rPr>
            </w:pPr>
            <w:r w:rsidRPr="00B4570E">
              <w:rPr>
                <w:rFonts w:ascii="標楷體" w:eastAsia="標楷體" w:hAnsi="標楷體" w:hint="eastAsia"/>
              </w:rPr>
              <w:t>□其他   ______________________</w:t>
            </w:r>
            <w:r w:rsidR="00BD0D12">
              <w:rPr>
                <w:rFonts w:ascii="標楷體" w:eastAsia="標楷體" w:hAnsi="標楷體"/>
              </w:rPr>
              <w:t>_</w:t>
            </w:r>
          </w:p>
        </w:tc>
      </w:tr>
      <w:tr w:rsidR="00914A4D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40"/>
        </w:trPr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4A4D" w:rsidRPr="009141EB" w:rsidRDefault="00B4570E" w:rsidP="00AE5E5D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適合進行教學活動</w:t>
            </w:r>
          </w:p>
        </w:tc>
        <w:tc>
          <w:tcPr>
            <w:tcW w:w="419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BD0D12" w:rsidRDefault="00BD0D12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□植物探索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□動物探索</w:t>
            </w:r>
          </w:p>
          <w:p w:rsidR="00914A4D" w:rsidRPr="009141EB" w:rsidRDefault="00914A4D" w:rsidP="00B4570E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□人文探索</w:t>
            </w:r>
          </w:p>
          <w:p w:rsidR="00BD0D12" w:rsidRPr="00BD0D12" w:rsidRDefault="00914A4D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  <w:u w:val="single"/>
              </w:rPr>
            </w:pPr>
            <w:r w:rsidRPr="009141EB">
              <w:rPr>
                <w:rFonts w:ascii="標楷體" w:eastAsia="標楷體" w:hAnsi="標楷體" w:hint="eastAsia"/>
              </w:rPr>
              <w:t>□其他</w:t>
            </w:r>
            <w:r w:rsidRPr="009141EB">
              <w:rPr>
                <w:rFonts w:ascii="標楷體" w:eastAsia="標楷體" w:hAnsi="標楷體" w:hint="eastAsia"/>
                <w:u w:val="single"/>
              </w:rPr>
              <w:t xml:space="preserve">                        </w:t>
            </w:r>
          </w:p>
          <w:p w:rsidR="00BD0D12" w:rsidRPr="009141EB" w:rsidRDefault="00BD0D12" w:rsidP="002F4423">
            <w:pPr>
              <w:tabs>
                <w:tab w:val="center" w:pos="4153"/>
                <w:tab w:val="right" w:pos="8306"/>
              </w:tabs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4A5C90" w:rsidRPr="009141EB" w:rsidTr="006E59DC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416"/>
        </w:trPr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2C38E1" w:rsidRDefault="00832B6E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已具備</w:t>
            </w:r>
            <w:r>
              <w:rPr>
                <w:rFonts w:ascii="標楷體" w:eastAsia="標楷體" w:hAnsi="標楷體"/>
              </w:rPr>
              <w:br/>
            </w:r>
            <w:r w:rsidR="004A5C90" w:rsidRPr="002C38E1">
              <w:rPr>
                <w:rFonts w:ascii="標楷體" w:eastAsia="標楷體" w:hAnsi="標楷體" w:hint="eastAsia"/>
              </w:rPr>
              <w:t>棲地：</w:t>
            </w:r>
          </w:p>
          <w:p w:rsidR="004A5C90" w:rsidRPr="009141EB" w:rsidRDefault="002C38E1" w:rsidP="002C38E1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ind w:leftChars="-59" w:rightChars="-46" w:right="-110" w:hangingChars="59" w:hanging="142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 w:hint="eastAsia"/>
              </w:rPr>
              <w:t>(選填)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型態</w:t>
            </w:r>
            <w:r>
              <w:rPr>
                <w:rFonts w:ascii="標楷體" w:eastAsia="標楷體" w:hAnsi="標楷體" w:hint="eastAsia"/>
              </w:rPr>
              <w:br/>
            </w:r>
            <w:proofErr w:type="gramStart"/>
            <w:r>
              <w:rPr>
                <w:rFonts w:ascii="標楷體" w:eastAsia="標楷體" w:hAnsi="標楷體"/>
              </w:rPr>
              <w:t>（</w:t>
            </w:r>
            <w:proofErr w:type="gramEnd"/>
            <w:r>
              <w:rPr>
                <w:rFonts w:ascii="標楷體" w:eastAsia="標楷體" w:hAnsi="標楷體" w:hint="eastAsia"/>
              </w:rPr>
              <w:t>溼地、池塘</w:t>
            </w:r>
            <w:r w:rsidR="00832B6E">
              <w:rPr>
                <w:rFonts w:ascii="標楷體" w:eastAsia="標楷體" w:hAnsi="標楷體" w:hint="eastAsia"/>
              </w:rPr>
              <w:t>、草皮等</w:t>
            </w:r>
            <w:r w:rsidRPr="009141EB">
              <w:rPr>
                <w:rFonts w:ascii="標楷體" w:eastAsia="標楷體" w:hAnsi="標楷體"/>
              </w:rPr>
              <w:t>)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520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M</w:t>
            </w:r>
            <w:r w:rsidRPr="00B4570E">
              <w:rPr>
                <w:rFonts w:ascii="標楷體" w:eastAsia="標楷體" w:hAnsi="標楷體" w:hint="eastAsia"/>
                <w:vertAlign w:val="superscript"/>
              </w:rPr>
              <w:t>2</w:t>
            </w: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水源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694"/>
        </w:trPr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4A5C90" w:rsidRPr="009141EB" w:rsidTr="002C38E1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1298"/>
        </w:trPr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90" w:rsidRPr="00B4570E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B4570E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照片</w:t>
            </w:r>
          </w:p>
        </w:tc>
        <w:tc>
          <w:tcPr>
            <w:tcW w:w="9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90" w:rsidRPr="009141EB" w:rsidRDefault="004A5C90" w:rsidP="00D277F3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6E59DC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 w:val="restart"/>
            <w:tcBorders>
              <w:right w:val="single" w:sz="4" w:space="0" w:color="auto"/>
            </w:tcBorders>
            <w:vAlign w:val="center"/>
          </w:tcPr>
          <w:p w:rsidR="002C38E1" w:rsidRPr="002C38E1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2C38E1">
              <w:rPr>
                <w:rFonts w:ascii="標楷體" w:eastAsia="標楷體" w:hAnsi="標楷體" w:hint="eastAsia"/>
              </w:rPr>
              <w:t>已有</w:t>
            </w:r>
            <w:r w:rsidRPr="002C38E1">
              <w:rPr>
                <w:rFonts w:ascii="標楷體" w:eastAsia="標楷體" w:hAnsi="標楷體"/>
              </w:rPr>
              <w:t>棲地</w:t>
            </w:r>
            <w:proofErr w:type="gramEnd"/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(A)花園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(B)農園</w:t>
            </w:r>
          </w:p>
          <w:p w:rsidR="002C38E1" w:rsidRPr="002C38E1" w:rsidRDefault="002C38E1" w:rsidP="002C38E1">
            <w:pPr>
              <w:spacing w:line="400" w:lineRule="exact"/>
              <w:ind w:leftChars="-60" w:left="-143" w:hanging="1"/>
              <w:jc w:val="center"/>
              <w:rPr>
                <w:rFonts w:ascii="標楷體" w:eastAsia="標楷體" w:hAnsi="標楷體"/>
              </w:rPr>
            </w:pPr>
            <w:r w:rsidRPr="002C38E1">
              <w:rPr>
                <w:rFonts w:ascii="標楷體" w:eastAsia="標楷體" w:hAnsi="標楷體"/>
              </w:rPr>
              <w:t>(C)菜圃</w:t>
            </w:r>
          </w:p>
          <w:p w:rsidR="002C38E1" w:rsidRPr="002C38E1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2C38E1">
              <w:rPr>
                <w:rFonts w:ascii="標楷體" w:eastAsia="標楷體" w:hAnsi="標楷體" w:hint="eastAsia"/>
              </w:rPr>
              <w:t xml:space="preserve"> (選填)</w:t>
            </w: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編號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1.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2.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型態</w:t>
            </w:r>
            <w:proofErr w:type="gramStart"/>
            <w:r w:rsidRPr="009141EB">
              <w:rPr>
                <w:rFonts w:ascii="標楷體" w:eastAsia="標楷體" w:hAnsi="標楷體"/>
              </w:rPr>
              <w:t>（</w:t>
            </w:r>
            <w:proofErr w:type="gramEnd"/>
            <w:r w:rsidRPr="009141EB">
              <w:rPr>
                <w:rFonts w:ascii="標楷體" w:eastAsia="標楷體" w:hAnsi="標楷體"/>
              </w:rPr>
              <w:t>請填A.B.C</w:t>
            </w:r>
            <w:proofErr w:type="gramStart"/>
            <w:r w:rsidRPr="009141EB">
              <w:rPr>
                <w:rFonts w:ascii="標楷體" w:eastAsia="標楷體" w:hAnsi="標楷體"/>
              </w:rPr>
              <w:t>）</w:t>
            </w:r>
            <w:proofErr w:type="gramEnd"/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照片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 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32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43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面積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 xml:space="preserve">               </w:t>
            </w: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ind w:left="12"/>
              <w:rPr>
                <w:rFonts w:ascii="標楷體" w:eastAsia="標楷體" w:hAnsi="標楷體"/>
              </w:rPr>
            </w:pPr>
            <w:proofErr w:type="gramStart"/>
            <w:r w:rsidRPr="009141EB">
              <w:rPr>
                <w:rFonts w:ascii="標楷體" w:eastAsia="標楷體" w:hAnsi="標楷體"/>
              </w:rPr>
              <w:t>㎡</w:t>
            </w:r>
            <w:proofErr w:type="gramEnd"/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日照情形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/>
              </w:rPr>
              <w:t>經營者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502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經營現況或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遭遇</w:t>
            </w:r>
            <w:r w:rsidRPr="009141EB">
              <w:rPr>
                <w:rFonts w:ascii="標楷體" w:eastAsia="標楷體" w:hAnsi="標楷體" w:hint="eastAsia"/>
              </w:rPr>
              <w:t>困難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棲地營造構想</w:t>
            </w:r>
          </w:p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  <w:b/>
              </w:rPr>
              <w:t>(短中長期)</w:t>
            </w: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中期:</w:t>
            </w:r>
          </w:p>
        </w:tc>
      </w:tr>
      <w:tr w:rsidR="002C38E1" w:rsidRPr="009141EB" w:rsidTr="002C38E1">
        <w:tblPrEx>
          <w:tblBorders>
            <w:right w:val="single" w:sz="4" w:space="0" w:color="auto"/>
          </w:tblBorders>
        </w:tblPrEx>
        <w:trPr>
          <w:cantSplit/>
          <w:trHeight w:val="265"/>
        </w:trPr>
        <w:tc>
          <w:tcPr>
            <w:tcW w:w="810" w:type="pct"/>
            <w:vMerge/>
            <w:tcBorders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8E1" w:rsidRPr="009141EB" w:rsidRDefault="002C38E1" w:rsidP="00B37865">
            <w:pPr>
              <w:spacing w:line="40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925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50" w:type="pct"/>
            <w:gridSpan w:val="4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B37865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  <w:tc>
          <w:tcPr>
            <w:tcW w:w="1049" w:type="pct"/>
            <w:gridSpan w:val="2"/>
            <w:tcBorders>
              <w:left w:val="single" w:sz="4" w:space="0" w:color="auto"/>
            </w:tcBorders>
            <w:vAlign w:val="center"/>
          </w:tcPr>
          <w:p w:rsidR="002C38E1" w:rsidRPr="009141EB" w:rsidRDefault="002C38E1" w:rsidP="002C38E1">
            <w:pPr>
              <w:spacing w:line="400" w:lineRule="exact"/>
              <w:rPr>
                <w:rFonts w:ascii="標楷體"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長期:</w:t>
            </w:r>
          </w:p>
        </w:tc>
      </w:tr>
      <w:tr w:rsidR="004A5C90" w:rsidRPr="009141EB" w:rsidTr="004A5C90">
        <w:tblPrEx>
          <w:tblBorders>
            <w:right w:val="single" w:sz="4" w:space="0" w:color="auto"/>
            <w:insideV w:val="single" w:sz="4" w:space="0" w:color="auto"/>
          </w:tblBorders>
        </w:tblPrEx>
        <w:trPr>
          <w:trHeight w:val="365"/>
        </w:trPr>
        <w:tc>
          <w:tcPr>
            <w:tcW w:w="810" w:type="pct"/>
            <w:tcBorders>
              <w:right w:val="single" w:sz="4" w:space="0" w:color="auto"/>
            </w:tcBorders>
            <w:vAlign w:val="center"/>
          </w:tcPr>
          <w:p w:rsidR="004A5C90" w:rsidRPr="009141EB" w:rsidRDefault="004A5C90" w:rsidP="00C74F13">
            <w:pPr>
              <w:tabs>
                <w:tab w:val="center" w:pos="4153"/>
                <w:tab w:val="right" w:pos="8306"/>
              </w:tabs>
              <w:snapToGrid w:val="0"/>
              <w:spacing w:before="120" w:after="120" w:line="400" w:lineRule="exact"/>
              <w:jc w:val="center"/>
              <w:rPr>
                <w:rFonts w:eastAsia="標楷體"/>
              </w:rPr>
            </w:pPr>
            <w:r w:rsidRPr="009141EB">
              <w:rPr>
                <w:rFonts w:eastAsia="標楷體" w:hAnsi="標楷體"/>
              </w:rPr>
              <w:t>已有教學資源</w:t>
            </w:r>
          </w:p>
        </w:tc>
        <w:tc>
          <w:tcPr>
            <w:tcW w:w="4190" w:type="pct"/>
            <w:gridSpan w:val="12"/>
            <w:tcBorders>
              <w:left w:val="single" w:sz="4" w:space="0" w:color="auto"/>
            </w:tcBorders>
            <w:vAlign w:val="center"/>
          </w:tcPr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教案</w:t>
            </w:r>
          </w:p>
          <w:p w:rsidR="004A5C90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教材</w:t>
            </w:r>
          </w:p>
          <w:p w:rsidR="005250C1" w:rsidRPr="009141EB" w:rsidRDefault="004A5C90" w:rsidP="004A5C90">
            <w:pPr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both"/>
              <w:rPr>
                <w:rFonts w:eastAsia="標楷體" w:hAnsi="標楷體"/>
              </w:rPr>
            </w:pPr>
            <w:r w:rsidRPr="009141EB">
              <w:rPr>
                <w:rFonts w:ascii="標楷體" w:eastAsia="標楷體" w:hAnsi="標楷體" w:hint="eastAsia"/>
              </w:rPr>
              <w:t>□</w:t>
            </w:r>
            <w:r w:rsidRPr="009141EB">
              <w:rPr>
                <w:rFonts w:eastAsia="標楷體" w:hAnsi="標楷體"/>
              </w:rPr>
              <w:t>教具</w:t>
            </w:r>
          </w:p>
        </w:tc>
      </w:tr>
    </w:tbl>
    <w:p w:rsidR="00870913" w:rsidRDefault="00870913" w:rsidP="00AE5E5D">
      <w:pPr>
        <w:spacing w:line="400" w:lineRule="exact"/>
        <w:rPr>
          <w:rFonts w:eastAsia="標楷體"/>
        </w:rPr>
      </w:pPr>
    </w:p>
    <w:p w:rsidR="005250C1" w:rsidRDefault="005250C1">
      <w:pPr>
        <w:widowControl/>
        <w:spacing w:line="240" w:lineRule="auto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/>
          <w:b/>
          <w:bCs/>
          <w:sz w:val="28"/>
          <w:szCs w:val="28"/>
        </w:rPr>
        <w:br w:type="page"/>
      </w:r>
    </w:p>
    <w:p w:rsidR="0099207C" w:rsidRPr="009141EB" w:rsidRDefault="0099207C" w:rsidP="00AE5E5D">
      <w:pPr>
        <w:snapToGrid w:val="0"/>
        <w:spacing w:line="400" w:lineRule="exact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9141EB">
        <w:rPr>
          <w:rFonts w:ascii="標楷體" w:eastAsia="標楷體" w:hAnsi="標楷體" w:hint="eastAsia"/>
          <w:b/>
          <w:bCs/>
          <w:sz w:val="28"/>
          <w:szCs w:val="28"/>
        </w:rPr>
        <w:lastRenderedPageBreak/>
        <w:t>【附件</w:t>
      </w:r>
      <w:r w:rsidR="00A1123E" w:rsidRPr="009141EB">
        <w:rPr>
          <w:rFonts w:ascii="標楷體" w:eastAsia="標楷體" w:hAnsi="標楷體" w:hint="eastAsia"/>
          <w:b/>
          <w:bCs/>
          <w:sz w:val="28"/>
          <w:szCs w:val="28"/>
        </w:rPr>
        <w:t>2</w:t>
      </w:r>
      <w:r w:rsidRPr="009141EB">
        <w:rPr>
          <w:rFonts w:ascii="標楷體" w:eastAsia="標楷體" w:hAnsi="標楷體" w:hint="eastAsia"/>
          <w:b/>
          <w:bCs/>
          <w:sz w:val="28"/>
          <w:szCs w:val="28"/>
        </w:rPr>
        <w:t>】</w:t>
      </w:r>
    </w:p>
    <w:p w:rsidR="0099207C" w:rsidRPr="009141EB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新北市1</w:t>
      </w:r>
      <w:r w:rsidR="00B45B46">
        <w:rPr>
          <w:rFonts w:ascii="標楷體" w:eastAsia="標楷體" w:hAnsi="標楷體" w:hint="eastAsia"/>
          <w:b/>
          <w:sz w:val="36"/>
          <w:szCs w:val="36"/>
        </w:rPr>
        <w:t>1</w:t>
      </w:r>
      <w:r w:rsidR="009C1CF8">
        <w:rPr>
          <w:rFonts w:ascii="標楷體" w:eastAsia="標楷體" w:hAnsi="標楷體"/>
          <w:b/>
          <w:sz w:val="36"/>
          <w:szCs w:val="36"/>
        </w:rPr>
        <w:t>3</w:t>
      </w:r>
      <w:r w:rsidRPr="009141EB">
        <w:rPr>
          <w:rFonts w:ascii="標楷體" w:eastAsia="標楷體" w:hAnsi="標楷體" w:hint="eastAsia"/>
          <w:b/>
          <w:sz w:val="36"/>
          <w:szCs w:val="36"/>
        </w:rPr>
        <w:t>學年度環境教育方案</w:t>
      </w:r>
    </w:p>
    <w:p w:rsidR="0099207C" w:rsidRPr="00013691" w:rsidRDefault="0099207C" w:rsidP="00AE5E5D">
      <w:pPr>
        <w:snapToGrid w:val="0"/>
        <w:spacing w:line="40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9141EB">
        <w:rPr>
          <w:rFonts w:ascii="標楷體" w:eastAsia="標楷體" w:hAnsi="標楷體" w:hint="eastAsia"/>
          <w:b/>
          <w:sz w:val="36"/>
          <w:szCs w:val="36"/>
        </w:rPr>
        <w:t>智慧財產權切結書暨</w:t>
      </w:r>
      <w:r w:rsidRPr="009141EB">
        <w:rPr>
          <w:rFonts w:ascii="標楷體" w:eastAsia="標楷體" w:hAnsi="標楷體"/>
          <w:b/>
          <w:sz w:val="36"/>
          <w:szCs w:val="36"/>
        </w:rPr>
        <w:t>授權書</w:t>
      </w:r>
    </w:p>
    <w:tbl>
      <w:tblPr>
        <w:tblpPr w:leftFromText="180" w:rightFromText="180" w:vertAnchor="text" w:horzAnchor="margin" w:tblpXSpec="center" w:tblpY="75"/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4820"/>
        <w:gridCol w:w="2835"/>
      </w:tblGrid>
      <w:tr w:rsidR="009141EB" w:rsidRPr="009141EB" w:rsidTr="006E59DC">
        <w:trPr>
          <w:trHeight w:val="1130"/>
        </w:trPr>
        <w:tc>
          <w:tcPr>
            <w:tcW w:w="1871" w:type="dxa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校</w:t>
            </w: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 xml:space="preserve">　　</w:t>
            </w:r>
            <w:r w:rsidRPr="009141EB">
              <w:rPr>
                <w:rFonts w:eastAsia="標楷體" w:hAnsi="標楷體"/>
                <w:b/>
                <w:sz w:val="32"/>
                <w:szCs w:val="32"/>
              </w:rPr>
              <w:t>名</w:t>
            </w:r>
          </w:p>
        </w:tc>
        <w:tc>
          <w:tcPr>
            <w:tcW w:w="7655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right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/>
                <w:sz w:val="32"/>
                <w:szCs w:val="32"/>
              </w:rPr>
              <w:t>（</w:t>
            </w:r>
            <w:r w:rsidRPr="009141EB">
              <w:rPr>
                <w:rFonts w:eastAsia="標楷體" w:hAnsi="標楷體"/>
                <w:sz w:val="32"/>
                <w:szCs w:val="32"/>
              </w:rPr>
              <w:t>全銜</w:t>
            </w:r>
            <w:r w:rsidRPr="009141EB">
              <w:rPr>
                <w:rFonts w:eastAsia="標楷體"/>
                <w:sz w:val="32"/>
                <w:szCs w:val="32"/>
              </w:rPr>
              <w:t>）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 w:hAnsi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計畫名稱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</w:tr>
      <w:tr w:rsidR="009141EB" w:rsidRPr="009141EB" w:rsidTr="006E59DC">
        <w:trPr>
          <w:trHeight w:val="711"/>
        </w:trPr>
        <w:tc>
          <w:tcPr>
            <w:tcW w:w="1871" w:type="dxa"/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b/>
                <w:sz w:val="32"/>
                <w:szCs w:val="32"/>
              </w:rPr>
              <w:t>計畫主持人</w:t>
            </w:r>
          </w:p>
        </w:tc>
        <w:tc>
          <w:tcPr>
            <w:tcW w:w="4820" w:type="dxa"/>
            <w:tcBorders>
              <w:righ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left w:val="double" w:sz="4" w:space="0" w:color="FFFFFF"/>
            </w:tcBorders>
            <w:vAlign w:val="center"/>
          </w:tcPr>
          <w:p w:rsidR="00E8362C" w:rsidRPr="009141EB" w:rsidRDefault="00E8362C" w:rsidP="00AE5E5D">
            <w:pPr>
              <w:snapToGrid w:val="0"/>
              <w:spacing w:line="400" w:lineRule="exact"/>
              <w:jc w:val="center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校　長</w:t>
            </w:r>
          </w:p>
        </w:tc>
      </w:tr>
      <w:tr w:rsidR="009141EB" w:rsidRPr="009141EB" w:rsidTr="00E8362C">
        <w:trPr>
          <w:trHeight w:val="711"/>
        </w:trPr>
        <w:tc>
          <w:tcPr>
            <w:tcW w:w="1871" w:type="dxa"/>
            <w:vAlign w:val="center"/>
          </w:tcPr>
          <w:p w:rsidR="0099207C" w:rsidRPr="009141EB" w:rsidRDefault="0099207C" w:rsidP="00AE5E5D">
            <w:pPr>
              <w:snapToGrid w:val="0"/>
              <w:spacing w:before="120" w:after="120" w:line="400" w:lineRule="exact"/>
              <w:jc w:val="center"/>
              <w:rPr>
                <w:rFonts w:eastAsia="標楷體"/>
                <w:b/>
                <w:sz w:val="32"/>
                <w:szCs w:val="32"/>
              </w:rPr>
            </w:pPr>
            <w:r w:rsidRPr="009141EB">
              <w:rPr>
                <w:rFonts w:eastAsia="標楷體" w:hAnsi="標楷體"/>
                <w:b/>
                <w:sz w:val="32"/>
                <w:szCs w:val="32"/>
              </w:rPr>
              <w:t>被授權人</w:t>
            </w:r>
          </w:p>
        </w:tc>
        <w:tc>
          <w:tcPr>
            <w:tcW w:w="7655" w:type="dxa"/>
            <w:gridSpan w:val="2"/>
            <w:vAlign w:val="center"/>
          </w:tcPr>
          <w:p w:rsidR="0099207C" w:rsidRPr="009141EB" w:rsidRDefault="0099207C" w:rsidP="00AE5E5D">
            <w:pPr>
              <w:snapToGrid w:val="0"/>
              <w:spacing w:line="400" w:lineRule="exact"/>
              <w:ind w:firstLineChars="100" w:firstLine="320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</w:tc>
      </w:tr>
      <w:tr w:rsidR="009141EB" w:rsidRPr="009141EB" w:rsidTr="0099207C">
        <w:trPr>
          <w:trHeight w:val="5259"/>
        </w:trPr>
        <w:tc>
          <w:tcPr>
            <w:tcW w:w="9526" w:type="dxa"/>
            <w:gridSpan w:val="3"/>
          </w:tcPr>
          <w:p w:rsidR="0099207C" w:rsidRPr="009141EB" w:rsidRDefault="0099207C" w:rsidP="00AE5E5D">
            <w:pPr>
              <w:tabs>
                <w:tab w:val="left" w:pos="8931"/>
              </w:tabs>
              <w:spacing w:beforeLines="100" w:before="360" w:line="400" w:lineRule="exact"/>
              <w:ind w:leftChars="177" w:left="425" w:rightChars="224" w:right="538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 xml:space="preserve">　　本計畫中之所有作品確</w:t>
            </w:r>
            <w:proofErr w:type="gramStart"/>
            <w:r w:rsidRPr="009141EB">
              <w:rPr>
                <w:rFonts w:eastAsia="標楷體" w:hint="eastAsia"/>
                <w:sz w:val="32"/>
                <w:szCs w:val="32"/>
              </w:rPr>
              <w:t>係立書人</w:t>
            </w:r>
            <w:proofErr w:type="gramEnd"/>
            <w:r w:rsidRPr="009141EB">
              <w:rPr>
                <w:rFonts w:eastAsia="標楷體" w:hint="eastAsia"/>
                <w:sz w:val="32"/>
                <w:szCs w:val="32"/>
              </w:rPr>
              <w:t>所屬學校團隊所創作，未違反智慧財產權之相關問題；若有抄襲或不實，得由新北市政府教育局取消獲選資格，收回所補助經費，其法律責任自負。</w:t>
            </w:r>
          </w:p>
          <w:p w:rsidR="0099207C" w:rsidRPr="009141EB" w:rsidRDefault="0099207C" w:rsidP="00AE5E5D">
            <w:pPr>
              <w:spacing w:beforeLines="100" w:before="360" w:line="400" w:lineRule="exact"/>
              <w:ind w:leftChars="225" w:left="540" w:rightChars="200" w:right="480" w:firstLineChars="247" w:firstLine="790"/>
              <w:rPr>
                <w:rFonts w:eastAsia="標楷體"/>
                <w:bCs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本計畫成果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授權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政府教育局公開展示及印製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計畫成果</w:t>
            </w:r>
            <w:r w:rsidRPr="009141EB">
              <w:rPr>
                <w:rFonts w:eastAsia="標楷體" w:hAnsi="標楷體"/>
                <w:sz w:val="32"/>
                <w:szCs w:val="32"/>
              </w:rPr>
              <w:t>。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74" w:firstLine="877"/>
              <w:jc w:val="both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此致</w:t>
            </w:r>
          </w:p>
          <w:p w:rsidR="0099207C" w:rsidRPr="009141EB" w:rsidRDefault="0099207C" w:rsidP="00AE5E5D">
            <w:pPr>
              <w:snapToGrid w:val="0"/>
              <w:spacing w:afterLines="20" w:after="72" w:line="400" w:lineRule="exact"/>
              <w:ind w:leftChars="225" w:left="540" w:rightChars="200" w:right="480" w:firstLineChars="247" w:firstLine="79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 w:firstLineChars="8" w:firstLine="26"/>
              <w:jc w:val="both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新北市</w:t>
            </w:r>
            <w:r w:rsidRPr="009141EB">
              <w:rPr>
                <w:rFonts w:eastAsia="標楷體" w:hAnsi="標楷體"/>
                <w:sz w:val="32"/>
                <w:szCs w:val="32"/>
              </w:rPr>
              <w:t>政府教育局</w:t>
            </w: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line="400" w:lineRule="exact"/>
              <w:ind w:leftChars="225" w:left="540" w:rightChars="200" w:right="480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500" w:firstLine="1600"/>
              <w:rPr>
                <w:rFonts w:eastAsia="標楷體" w:hAnsi="標楷體"/>
                <w:sz w:val="32"/>
                <w:szCs w:val="32"/>
              </w:rPr>
            </w:pPr>
            <w:r w:rsidRPr="009141EB">
              <w:rPr>
                <w:rFonts w:eastAsia="標楷體" w:hAnsi="標楷體"/>
                <w:sz w:val="32"/>
                <w:szCs w:val="32"/>
              </w:rPr>
              <w:t>計畫主</w:t>
            </w:r>
            <w:r w:rsidRPr="009141EB">
              <w:rPr>
                <w:rFonts w:eastAsia="標楷體" w:hAnsi="標楷體" w:hint="eastAsia"/>
                <w:sz w:val="32"/>
                <w:szCs w:val="32"/>
              </w:rPr>
              <w:t>持</w:t>
            </w:r>
            <w:r w:rsidRPr="009141EB">
              <w:rPr>
                <w:rFonts w:eastAsia="標楷體" w:hAnsi="標楷體"/>
                <w:sz w:val="32"/>
                <w:szCs w:val="32"/>
              </w:rPr>
              <w:t>人簽章：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ind w:leftChars="225" w:left="540" w:rightChars="200" w:right="480" w:firstLineChars="700" w:firstLine="2240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int="eastAsia"/>
                <w:sz w:val="32"/>
                <w:szCs w:val="32"/>
              </w:rPr>
              <w:t>身分證字號：</w:t>
            </w:r>
          </w:p>
          <w:p w:rsidR="0099207C" w:rsidRPr="009141EB" w:rsidRDefault="0099207C" w:rsidP="00AE5E5D">
            <w:pPr>
              <w:snapToGrid w:val="0"/>
              <w:spacing w:before="120" w:after="120" w:line="400" w:lineRule="exact"/>
              <w:jc w:val="both"/>
              <w:rPr>
                <w:rFonts w:eastAsia="標楷體"/>
                <w:sz w:val="32"/>
                <w:szCs w:val="32"/>
              </w:rPr>
            </w:pPr>
          </w:p>
          <w:p w:rsidR="0099207C" w:rsidRPr="009141EB" w:rsidRDefault="0099207C" w:rsidP="00536120">
            <w:pPr>
              <w:snapToGrid w:val="0"/>
              <w:spacing w:line="400" w:lineRule="exact"/>
              <w:ind w:leftChars="225" w:left="540" w:rightChars="200" w:right="480"/>
              <w:jc w:val="distribute"/>
              <w:rPr>
                <w:rFonts w:eastAsia="標楷體"/>
                <w:sz w:val="32"/>
                <w:szCs w:val="32"/>
              </w:rPr>
            </w:pPr>
            <w:r w:rsidRPr="009141EB">
              <w:rPr>
                <w:rFonts w:eastAsia="標楷體" w:hAnsi="標楷體" w:hint="eastAsia"/>
                <w:sz w:val="32"/>
                <w:szCs w:val="32"/>
              </w:rPr>
              <w:t>中華民國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　</w:t>
            </w:r>
            <w:r w:rsidR="00624171">
              <w:rPr>
                <w:rFonts w:eastAsia="標楷體" w:hint="eastAsia"/>
                <w:sz w:val="32"/>
                <w:szCs w:val="32"/>
              </w:rPr>
              <w:t>11</w:t>
            </w:r>
            <w:r w:rsidR="009C1CF8">
              <w:rPr>
                <w:rFonts w:eastAsia="標楷體"/>
                <w:sz w:val="32"/>
                <w:szCs w:val="32"/>
              </w:rPr>
              <w:t>3</w:t>
            </w:r>
            <w:r w:rsidRPr="009141EB">
              <w:rPr>
                <w:rFonts w:eastAsia="標楷體" w:hAnsi="標楷體"/>
                <w:sz w:val="32"/>
                <w:szCs w:val="32"/>
              </w:rPr>
              <w:t xml:space="preserve">年　</w:t>
            </w:r>
            <w:r w:rsidRPr="009141EB">
              <w:rPr>
                <w:rFonts w:eastAsia="標楷體"/>
                <w:sz w:val="32"/>
                <w:szCs w:val="32"/>
              </w:rPr>
              <w:t xml:space="preserve"> </w:t>
            </w:r>
            <w:r w:rsidRPr="009141EB">
              <w:rPr>
                <w:rFonts w:eastAsia="標楷體" w:hAnsi="標楷體"/>
                <w:sz w:val="32"/>
                <w:szCs w:val="32"/>
              </w:rPr>
              <w:t>月</w:t>
            </w:r>
            <w:r w:rsidRPr="009141EB">
              <w:rPr>
                <w:rFonts w:eastAsia="標楷體"/>
                <w:sz w:val="32"/>
                <w:szCs w:val="32"/>
              </w:rPr>
              <w:t xml:space="preserve">    </w:t>
            </w:r>
            <w:r w:rsidRPr="009141EB">
              <w:rPr>
                <w:rFonts w:eastAsia="標楷體" w:hAnsi="標楷體"/>
                <w:sz w:val="32"/>
                <w:szCs w:val="32"/>
              </w:rPr>
              <w:t>日</w:t>
            </w:r>
          </w:p>
        </w:tc>
      </w:tr>
    </w:tbl>
    <w:p w:rsidR="0099207C" w:rsidRPr="009141EB" w:rsidRDefault="0099207C" w:rsidP="00AE5E5D">
      <w:pPr>
        <w:spacing w:line="400" w:lineRule="exact"/>
        <w:jc w:val="center"/>
      </w:pPr>
    </w:p>
    <w:p w:rsidR="0099207C" w:rsidRPr="009141EB" w:rsidRDefault="0099207C" w:rsidP="00C22756">
      <w:pPr>
        <w:spacing w:line="400" w:lineRule="exact"/>
        <w:sectPr w:rsidR="0099207C" w:rsidRPr="009141EB" w:rsidSect="00105F38">
          <w:footerReference w:type="default" r:id="rId8"/>
          <w:pgSz w:w="11906" w:h="16838"/>
          <w:pgMar w:top="1440" w:right="1700" w:bottom="1440" w:left="1800" w:header="851" w:footer="992" w:gutter="0"/>
          <w:cols w:space="425"/>
          <w:docGrid w:type="lines" w:linePitch="360"/>
        </w:sectPr>
      </w:pPr>
    </w:p>
    <w:p w:rsidR="0099207C" w:rsidRPr="009141EB" w:rsidRDefault="0099207C" w:rsidP="00AE5E5D">
      <w:pPr>
        <w:pStyle w:val="Web"/>
        <w:spacing w:before="0" w:beforeAutospacing="0" w:after="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3</w:t>
      </w:r>
      <w:r w:rsidR="00294813">
        <w:rPr>
          <w:rFonts w:ascii="Times New Roman" w:eastAsia="標楷體" w:hAnsi="Times New Roman"/>
          <w:b/>
          <w:bCs/>
        </w:rPr>
        <w:t>-1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Default="00294813" w:rsidP="00294813">
      <w:pPr>
        <w:spacing w:line="400" w:lineRule="exact"/>
        <w:jc w:val="center"/>
        <w:rPr>
          <w:rFonts w:eastAsia="標楷體"/>
          <w:b/>
        </w:rPr>
      </w:pPr>
      <w:r w:rsidRPr="00294813">
        <w:rPr>
          <w:rFonts w:eastAsia="標楷體"/>
          <w:b/>
        </w:rPr>
        <w:t>新北市</w:t>
      </w:r>
      <w:r w:rsidRPr="00294813">
        <w:rPr>
          <w:rFonts w:eastAsia="標楷體" w:hint="eastAsia"/>
          <w:b/>
        </w:rPr>
        <w:t>OO</w:t>
      </w:r>
      <w:r w:rsidRPr="00294813">
        <w:rPr>
          <w:rFonts w:eastAsia="標楷體" w:hint="eastAsia"/>
          <w:b/>
        </w:rPr>
        <w:t>小學</w:t>
      </w:r>
      <w:r w:rsidRPr="00294813">
        <w:rPr>
          <w:rFonts w:eastAsia="標楷體" w:hint="eastAsia"/>
          <w:b/>
        </w:rPr>
        <w:t>(</w:t>
      </w:r>
      <w:r w:rsidRPr="00294813">
        <w:rPr>
          <w:rFonts w:eastAsia="標楷體" w:hint="eastAsia"/>
          <w:b/>
        </w:rPr>
        <w:t>中學</w:t>
      </w:r>
      <w:r w:rsidRPr="00294813">
        <w:rPr>
          <w:rFonts w:eastAsia="標楷體" w:hint="eastAsia"/>
          <w:b/>
        </w:rPr>
        <w:t>/</w:t>
      </w:r>
      <w:r w:rsidRPr="00294813">
        <w:rPr>
          <w:rFonts w:eastAsia="標楷體" w:hint="eastAsia"/>
          <w:b/>
        </w:rPr>
        <w:t>高中</w:t>
      </w:r>
      <w:r w:rsidRPr="00294813">
        <w:rPr>
          <w:rFonts w:eastAsia="標楷體" w:hint="eastAsia"/>
          <w:b/>
        </w:rPr>
        <w:t xml:space="preserve">) </w:t>
      </w:r>
      <w:r w:rsidR="00624171">
        <w:rPr>
          <w:rFonts w:eastAsia="標楷體"/>
          <w:b/>
        </w:rPr>
        <w:t>1</w:t>
      </w:r>
      <w:r w:rsidR="00624171">
        <w:rPr>
          <w:rFonts w:eastAsia="標楷體" w:hint="eastAsia"/>
          <w:b/>
        </w:rPr>
        <w:t>1</w:t>
      </w:r>
      <w:r w:rsidR="009C1CF8">
        <w:rPr>
          <w:rFonts w:eastAsia="標楷體"/>
          <w:b/>
        </w:rPr>
        <w:t>3</w:t>
      </w:r>
      <w:r w:rsidRPr="00294813">
        <w:rPr>
          <w:rFonts w:eastAsia="標楷體" w:hint="eastAsia"/>
          <w:b/>
        </w:rPr>
        <w:t>學</w:t>
      </w:r>
      <w:r w:rsidRPr="00294813">
        <w:rPr>
          <w:rFonts w:eastAsia="標楷體"/>
          <w:b/>
        </w:rPr>
        <w:t>年度</w:t>
      </w:r>
      <w:r w:rsidRPr="00294813">
        <w:rPr>
          <w:rFonts w:eastAsia="標楷體" w:hint="eastAsia"/>
          <w:b/>
        </w:rPr>
        <w:t>環境</w:t>
      </w:r>
      <w:r w:rsidRPr="00294813">
        <w:rPr>
          <w:rFonts w:eastAsia="標楷體"/>
          <w:b/>
        </w:rPr>
        <w:t>教育方案</w:t>
      </w:r>
      <w:r w:rsidRPr="00294813">
        <w:rPr>
          <w:rFonts w:eastAsia="標楷體" w:hint="eastAsia"/>
          <w:b/>
        </w:rPr>
        <w:t>實施計畫</w:t>
      </w:r>
    </w:p>
    <w:p w:rsidR="0099207C" w:rsidRPr="00294813" w:rsidRDefault="00624171" w:rsidP="00294813">
      <w:pPr>
        <w:spacing w:line="400" w:lineRule="exact"/>
        <w:jc w:val="center"/>
        <w:rPr>
          <w:rFonts w:eastAsia="標楷體"/>
          <w:b/>
        </w:rPr>
      </w:pPr>
      <w:r>
        <w:rPr>
          <w:rFonts w:eastAsia="標楷體" w:hint="eastAsia"/>
          <w:b/>
        </w:rPr>
        <w:t>11</w:t>
      </w:r>
      <w:r w:rsidR="009C1CF8">
        <w:rPr>
          <w:rFonts w:eastAsia="標楷體"/>
          <w:b/>
        </w:rPr>
        <w:t>3</w:t>
      </w:r>
      <w:r w:rsidR="00294813">
        <w:rPr>
          <w:rFonts w:eastAsia="標楷體" w:hint="eastAsia"/>
          <w:b/>
        </w:rPr>
        <w:t>年</w:t>
      </w:r>
      <w:r w:rsidR="00294813" w:rsidRPr="00294813">
        <w:rPr>
          <w:rFonts w:eastAsia="標楷體"/>
          <w:b/>
        </w:rPr>
        <w:t>9</w:t>
      </w:r>
      <w:r w:rsidR="0099207C" w:rsidRPr="00294813">
        <w:rPr>
          <w:rFonts w:eastAsia="標楷體"/>
          <w:b/>
        </w:rPr>
        <w:t>-12</w:t>
      </w:r>
      <w:r w:rsidR="0099207C" w:rsidRPr="00294813">
        <w:rPr>
          <w:rFonts w:eastAsia="標楷體"/>
          <w:b/>
        </w:rPr>
        <w:t>月經費概算表</w:t>
      </w:r>
      <w:r w:rsidR="008D09F5" w:rsidRPr="00294813">
        <w:rPr>
          <w:rFonts w:eastAsia="標楷體"/>
          <w:b/>
        </w:rPr>
        <w:t>[</w:t>
      </w:r>
      <w:r w:rsidR="00991DAE">
        <w:rPr>
          <w:rFonts w:eastAsia="標楷體" w:hint="eastAsia"/>
          <w:b/>
        </w:rPr>
        <w:t>參考用</w:t>
      </w:r>
      <w:r w:rsidR="008D09F5" w:rsidRPr="00294813">
        <w:rPr>
          <w:rFonts w:eastAsia="標楷體"/>
          <w:b/>
        </w:rPr>
        <w:t>]</w:t>
      </w:r>
    </w:p>
    <w:p w:rsidR="00CF7D6A" w:rsidRPr="00294813" w:rsidRDefault="00CF7D6A" w:rsidP="00294813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294813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2105"/>
        <w:gridCol w:w="851"/>
        <w:gridCol w:w="992"/>
        <w:gridCol w:w="1276"/>
        <w:gridCol w:w="1843"/>
        <w:gridCol w:w="6456"/>
      </w:tblGrid>
      <w:tr w:rsidR="00CF7D6A" w:rsidRPr="00A66473" w:rsidTr="00167E78">
        <w:trPr>
          <w:cantSplit/>
          <w:trHeight w:val="312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2105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6456" w:type="dxa"/>
            <w:shd w:val="clear" w:color="auto" w:fill="D9D9D9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F7D6A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</w:t>
            </w:r>
            <w:r w:rsidR="00CF7D6A" w:rsidRPr="00C22756">
              <w:rPr>
                <w:rFonts w:ascii="標楷體" w:eastAsia="標楷體" w:hAnsi="標楷體" w:hint="eastAsia"/>
                <w:color w:val="FF0000"/>
              </w:rPr>
              <w:t>膳費請註明活動暫定日期</w:t>
            </w:r>
            <w:r w:rsidR="00294813" w:rsidRPr="00C22756">
              <w:rPr>
                <w:rFonts w:ascii="標楷體" w:eastAsia="標楷體" w:hAnsi="標楷體" w:hint="eastAsia"/>
                <w:color w:val="FF0000"/>
              </w:rPr>
              <w:t>及時間</w:t>
            </w:r>
            <w:r>
              <w:rPr>
                <w:rFonts w:ascii="標楷體" w:eastAsia="標楷體" w:hAnsi="標楷體" w:hint="eastAsia"/>
                <w:color w:val="FF0000"/>
              </w:rPr>
              <w:t>。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6"/>
              </w:numPr>
              <w:snapToGrid w:val="0"/>
              <w:spacing w:line="240" w:lineRule="atLeast"/>
              <w:ind w:leftChars="0" w:left="257" w:hanging="257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外聘鐘點費</w:t>
            </w:r>
          </w:p>
        </w:tc>
        <w:tc>
          <w:tcPr>
            <w:tcW w:w="851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2,000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方案課程規劃：9/14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生態社團組訓：9/19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proofErr w:type="gramStart"/>
            <w:r w:rsidRPr="007B50A4">
              <w:rPr>
                <w:rFonts w:ascii="標楷體" w:eastAsia="標楷體" w:hAnsi="標楷體"/>
              </w:rPr>
              <w:t>內聘鐘點</w:t>
            </w:r>
            <w:proofErr w:type="gramEnd"/>
            <w:r w:rsidRPr="007B50A4">
              <w:rPr>
                <w:rFonts w:ascii="標楷體" w:eastAsia="標楷體" w:hAnsi="標楷體"/>
              </w:rPr>
              <w:t>費</w:t>
            </w:r>
          </w:p>
        </w:tc>
        <w:tc>
          <w:tcPr>
            <w:tcW w:w="851" w:type="dxa"/>
            <w:vAlign w:val="center"/>
          </w:tcPr>
          <w:p w:rsidR="00CF7D6A" w:rsidRPr="007B50A4" w:rsidRDefault="00DE6129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1,000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方案課程規劃：9/21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學生戶外教育：11/6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290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3</w:t>
            </w:r>
          </w:p>
        </w:tc>
        <w:tc>
          <w:tcPr>
            <w:tcW w:w="2105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鐘點費</w:t>
            </w:r>
          </w:p>
        </w:tc>
        <w:tc>
          <w:tcPr>
            <w:tcW w:w="851" w:type="dxa"/>
            <w:vMerge w:val="restart"/>
            <w:vAlign w:val="center"/>
          </w:tcPr>
          <w:p w:rsidR="00CF7D6A" w:rsidRPr="007B50A4" w:rsidRDefault="00CF7D6A" w:rsidP="007B50A4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Merge w:val="restart"/>
            <w:vAlign w:val="center"/>
          </w:tcPr>
          <w:p w:rsidR="00294813" w:rsidRPr="007B50A4" w:rsidRDefault="00294813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336</w:t>
            </w:r>
          </w:p>
        </w:tc>
        <w:tc>
          <w:tcPr>
            <w:tcW w:w="1843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CF7D6A" w:rsidRPr="007B50A4" w:rsidRDefault="00CF7D6A" w:rsidP="00A66473">
            <w:pPr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生態社團組訓：9/12</w:t>
            </w:r>
            <w:r w:rsidR="00294813" w:rsidRPr="007B50A4">
              <w:rPr>
                <w:rFonts w:ascii="標楷體" w:eastAsia="標楷體" w:hAnsi="標楷體"/>
              </w:rPr>
              <w:t xml:space="preserve"> 08:00~09:00</w:t>
            </w: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378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218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9969D5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  <w:r>
              <w:rPr>
                <w:rFonts w:ascii="標楷體" w:eastAsia="標楷體" w:hAnsi="標楷體" w:hint="eastAsia"/>
              </w:rPr>
              <w:t>2</w:t>
            </w:r>
            <w:r w:rsidR="00DE6129" w:rsidRPr="007B50A4">
              <w:rPr>
                <w:rFonts w:ascii="標楷體" w:eastAsia="標楷體" w:hAnsi="標楷體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 w:val="restart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</w:t>
            </w:r>
          </w:p>
        </w:tc>
        <w:tc>
          <w:tcPr>
            <w:tcW w:w="2105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課後鐘點費</w:t>
            </w:r>
          </w:p>
        </w:tc>
        <w:tc>
          <w:tcPr>
            <w:tcW w:w="851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節</w:t>
            </w:r>
          </w:p>
        </w:tc>
        <w:tc>
          <w:tcPr>
            <w:tcW w:w="992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400</w:t>
            </w:r>
          </w:p>
        </w:tc>
        <w:tc>
          <w:tcPr>
            <w:tcW w:w="1843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450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Merge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05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550</w:t>
            </w:r>
          </w:p>
        </w:tc>
        <w:tc>
          <w:tcPr>
            <w:tcW w:w="1843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57"/>
          <w:jc w:val="center"/>
        </w:trPr>
        <w:tc>
          <w:tcPr>
            <w:tcW w:w="725" w:type="dxa"/>
            <w:vAlign w:val="center"/>
          </w:tcPr>
          <w:p w:rsidR="00CF7D6A" w:rsidRPr="007B50A4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5</w:t>
            </w:r>
          </w:p>
        </w:tc>
        <w:tc>
          <w:tcPr>
            <w:tcW w:w="2105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出席費</w:t>
            </w:r>
          </w:p>
        </w:tc>
        <w:tc>
          <w:tcPr>
            <w:tcW w:w="851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次</w:t>
            </w:r>
          </w:p>
        </w:tc>
        <w:tc>
          <w:tcPr>
            <w:tcW w:w="992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2,500</w:t>
            </w:r>
          </w:p>
        </w:tc>
        <w:tc>
          <w:tcPr>
            <w:tcW w:w="1843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7B50A4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CF7D6A" w:rsidRPr="00A66473" w:rsidTr="00167E78">
        <w:trPr>
          <w:cantSplit/>
          <w:trHeight w:val="353"/>
          <w:jc w:val="center"/>
        </w:trPr>
        <w:tc>
          <w:tcPr>
            <w:tcW w:w="5949" w:type="dxa"/>
            <w:gridSpan w:val="5"/>
            <w:vAlign w:val="center"/>
          </w:tcPr>
          <w:p w:rsidR="00CF7D6A" w:rsidRPr="00A66473" w:rsidRDefault="00CF7D6A" w:rsidP="0097455E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A66473">
              <w:rPr>
                <w:rFonts w:ascii="標楷體" w:eastAsia="標楷體" w:hAnsi="標楷體" w:hint="eastAsia"/>
              </w:rPr>
              <w:t>總計       新臺幣  萬  仟  佰  拾  元整</w:t>
            </w:r>
          </w:p>
        </w:tc>
        <w:tc>
          <w:tcPr>
            <w:tcW w:w="1843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CF7D6A" w:rsidRPr="00A66473" w:rsidRDefault="00CF7D6A" w:rsidP="00A66473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</w:tbl>
    <w:p w:rsidR="0097455E" w:rsidRPr="0097455E" w:rsidRDefault="00CF7D6A" w:rsidP="0097455E">
      <w:pPr>
        <w:spacing w:line="240" w:lineRule="atLeast"/>
        <w:ind w:firstLineChars="250" w:firstLine="600"/>
        <w:rPr>
          <w:rFonts w:ascii="標楷體" w:eastAsia="標楷體" w:hAnsi="標楷體"/>
        </w:rPr>
      </w:pPr>
      <w:proofErr w:type="gramStart"/>
      <w:r w:rsidRPr="00A66473">
        <w:rPr>
          <w:rFonts w:ascii="標楷體" w:eastAsia="標楷體" w:hAnsi="標楷體" w:hint="eastAsia"/>
        </w:rPr>
        <w:t>承辦人核章</w:t>
      </w:r>
      <w:proofErr w:type="gramEnd"/>
      <w:r w:rsidRPr="00A66473">
        <w:rPr>
          <w:rFonts w:ascii="標楷體" w:eastAsia="標楷體" w:hAnsi="標楷體" w:hint="eastAsia"/>
        </w:rPr>
        <w:t>：</w:t>
      </w:r>
      <w:r w:rsidRPr="00A66473">
        <w:rPr>
          <w:rFonts w:ascii="標楷體" w:eastAsia="標楷體" w:hAnsi="標楷體" w:hint="eastAsia"/>
        </w:rPr>
        <w:tab/>
        <w:t xml:space="preserve">                 單位主管核章：</w:t>
      </w:r>
      <w:r w:rsidRPr="00A66473">
        <w:rPr>
          <w:rFonts w:ascii="標楷體" w:eastAsia="標楷體" w:hAnsi="標楷體" w:hint="eastAsia"/>
        </w:rPr>
        <w:tab/>
        <w:t xml:space="preserve">              會計主任核章：</w:t>
      </w:r>
      <w:r w:rsidRPr="00A66473">
        <w:rPr>
          <w:rFonts w:ascii="標楷體" w:eastAsia="標楷體" w:hAnsi="標楷體" w:hint="eastAsia"/>
        </w:rPr>
        <w:tab/>
        <w:t xml:space="preserve">            校長核章：</w:t>
      </w:r>
    </w:p>
    <w:p w:rsidR="0099207C" w:rsidRPr="009141EB" w:rsidRDefault="00624171" w:rsidP="00AE5E5D">
      <w:pPr>
        <w:spacing w:line="400" w:lineRule="exact"/>
        <w:rPr>
          <w:rFonts w:eastAsia="標楷體"/>
        </w:rPr>
      </w:pPr>
      <w:proofErr w:type="gramStart"/>
      <w:r>
        <w:rPr>
          <w:rFonts w:ascii="標楷體" w:eastAsia="標楷體" w:hAnsi="標楷體" w:hint="eastAsia"/>
        </w:rPr>
        <w:t>＊</w:t>
      </w:r>
      <w:proofErr w:type="gramEnd"/>
      <w:r w:rsidR="0099207C" w:rsidRPr="009141EB">
        <w:rPr>
          <w:rFonts w:eastAsia="標楷體" w:hint="eastAsia"/>
        </w:rPr>
        <w:t>注意事項：</w:t>
      </w:r>
    </w:p>
    <w:p w:rsidR="0099207C" w:rsidRPr="00497C7E" w:rsidRDefault="0099207C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</w:rPr>
      </w:pPr>
      <w:r w:rsidRPr="00497C7E">
        <w:rPr>
          <w:rFonts w:eastAsia="標楷體"/>
        </w:rPr>
        <w:t>表格不足填寫時，請自行增列</w:t>
      </w:r>
      <w:r w:rsidRPr="00497C7E">
        <w:rPr>
          <w:rFonts w:eastAsia="標楷體" w:hint="eastAsia"/>
        </w:rPr>
        <w:t>。</w:t>
      </w:r>
    </w:p>
    <w:p w:rsidR="00D97BE9" w:rsidRPr="00624171" w:rsidRDefault="003B113B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624171">
        <w:rPr>
          <w:rFonts w:eastAsia="標楷體" w:hint="eastAsia"/>
          <w:color w:val="FF0000"/>
        </w:rPr>
        <w:t>項目名稱：如講師鐘點費、出席費、</w:t>
      </w:r>
      <w:r w:rsidR="00B1012C" w:rsidRPr="00624171">
        <w:rPr>
          <w:rFonts w:eastAsia="標楷體" w:hint="eastAsia"/>
          <w:color w:val="FF0000"/>
        </w:rPr>
        <w:t>工資</w:t>
      </w:r>
      <w:r w:rsidR="00B1012C" w:rsidRPr="00624171">
        <w:rPr>
          <w:rFonts w:eastAsia="標楷體" w:hint="eastAsia"/>
          <w:color w:val="FF0000"/>
        </w:rPr>
        <w:t>(</w:t>
      </w:r>
      <w:proofErr w:type="gramStart"/>
      <w:r w:rsidR="00B1012C" w:rsidRPr="00624171">
        <w:rPr>
          <w:rFonts w:eastAsia="標楷體" w:hint="eastAsia"/>
          <w:color w:val="FF0000"/>
        </w:rPr>
        <w:t>雇工點料</w:t>
      </w:r>
      <w:proofErr w:type="gramEnd"/>
      <w:r w:rsidR="00B1012C" w:rsidRPr="00624171">
        <w:rPr>
          <w:rFonts w:eastAsia="標楷體" w:hint="eastAsia"/>
          <w:color w:val="FF0000"/>
        </w:rPr>
        <w:t>)</w:t>
      </w:r>
      <w:r w:rsidR="00B1012C" w:rsidRPr="00624171">
        <w:rPr>
          <w:rFonts w:eastAsia="標楷體" w:hint="eastAsia"/>
          <w:color w:val="FF0000"/>
        </w:rPr>
        <w:t>、教材費、</w:t>
      </w:r>
      <w:r w:rsidR="00624171" w:rsidRPr="00624171">
        <w:rPr>
          <w:rFonts w:eastAsia="標楷體" w:hint="eastAsia"/>
          <w:color w:val="FF0000"/>
        </w:rPr>
        <w:t>材料費、</w:t>
      </w:r>
      <w:r w:rsidRPr="00624171">
        <w:rPr>
          <w:rFonts w:eastAsia="標楷體" w:hint="eastAsia"/>
          <w:color w:val="FF0000"/>
        </w:rPr>
        <w:t>印刷費、</w:t>
      </w:r>
      <w:r w:rsidR="00624171" w:rsidRPr="00624171">
        <w:rPr>
          <w:rFonts w:eastAsia="標楷體" w:hint="eastAsia"/>
          <w:color w:val="FF0000"/>
        </w:rPr>
        <w:t>膳</w:t>
      </w:r>
      <w:r w:rsidR="00B1012C" w:rsidRPr="00624171">
        <w:rPr>
          <w:rFonts w:eastAsia="標楷體" w:hint="eastAsia"/>
          <w:color w:val="FF0000"/>
        </w:rPr>
        <w:t>費、</w:t>
      </w:r>
      <w:r w:rsidR="00624171" w:rsidRPr="00624171">
        <w:rPr>
          <w:rFonts w:eastAsia="標楷體" w:hint="eastAsia"/>
          <w:color w:val="FF0000"/>
        </w:rPr>
        <w:t>場地費、加班費、</w:t>
      </w:r>
      <w:r w:rsidRPr="00624171">
        <w:rPr>
          <w:rFonts w:eastAsia="標楷體" w:hint="eastAsia"/>
          <w:color w:val="FF0000"/>
        </w:rPr>
        <w:t>交</w:t>
      </w:r>
      <w:r w:rsidRPr="00624171">
        <w:rPr>
          <w:rFonts w:eastAsia="標楷體"/>
          <w:color w:val="FF0000"/>
        </w:rPr>
        <w:t>通</w:t>
      </w:r>
      <w:r w:rsidRPr="00624171">
        <w:rPr>
          <w:rFonts w:eastAsia="標楷體" w:hint="eastAsia"/>
          <w:color w:val="FF0000"/>
        </w:rPr>
        <w:t>費</w:t>
      </w:r>
      <w:r w:rsidR="00B1012C" w:rsidRPr="00624171">
        <w:rPr>
          <w:rFonts w:eastAsia="標楷體" w:hint="eastAsia"/>
          <w:color w:val="FF0000"/>
        </w:rPr>
        <w:t>及</w:t>
      </w:r>
      <w:r w:rsidRPr="00624171">
        <w:rPr>
          <w:rFonts w:eastAsia="標楷體" w:hint="eastAsia"/>
          <w:color w:val="FF0000"/>
        </w:rPr>
        <w:t>雜支</w:t>
      </w:r>
      <w:r w:rsidR="00294813" w:rsidRPr="00624171">
        <w:rPr>
          <w:rFonts w:eastAsia="標楷體" w:hint="eastAsia"/>
          <w:color w:val="FF0000"/>
        </w:rPr>
        <w:t>，其餘項目不予補助。</w:t>
      </w:r>
    </w:p>
    <w:p w:rsidR="00294813" w:rsidRPr="00624171" w:rsidRDefault="00D97BE9" w:rsidP="00167E78">
      <w:pPr>
        <w:pStyle w:val="a4"/>
        <w:numPr>
          <w:ilvl w:val="1"/>
          <w:numId w:val="4"/>
        </w:numPr>
        <w:spacing w:line="240" w:lineRule="exact"/>
        <w:ind w:leftChars="0" w:left="839" w:hanging="357"/>
        <w:rPr>
          <w:rFonts w:eastAsia="標楷體"/>
        </w:rPr>
      </w:pPr>
      <w:r>
        <w:rPr>
          <w:rFonts w:eastAsia="標楷體" w:hint="eastAsia"/>
        </w:rPr>
        <w:t>本案</w:t>
      </w:r>
      <w:r w:rsidRPr="00D97BE9">
        <w:rPr>
          <w:rFonts w:eastAsia="標楷體" w:hint="eastAsia"/>
        </w:rPr>
        <w:t>1</w:t>
      </w:r>
      <w:r w:rsidR="00624171">
        <w:rPr>
          <w:rFonts w:eastAsia="標楷體" w:hint="eastAsia"/>
        </w:rPr>
        <w:t>1</w:t>
      </w:r>
      <w:r w:rsidR="009C1CF8">
        <w:rPr>
          <w:rFonts w:eastAsia="標楷體"/>
        </w:rPr>
        <w:t>3</w:t>
      </w:r>
      <w:r w:rsidRPr="00D97BE9">
        <w:rPr>
          <w:rFonts w:eastAsia="標楷體" w:hint="eastAsia"/>
        </w:rPr>
        <w:t>學年度上、下學期</w:t>
      </w:r>
      <w:r w:rsidR="00BD0D12" w:rsidRPr="00D97BE9">
        <w:rPr>
          <w:rFonts w:eastAsia="標楷體" w:hint="eastAsia"/>
        </w:rPr>
        <w:t>所申請經費</w:t>
      </w:r>
      <w:r w:rsidRPr="00D97BE9">
        <w:rPr>
          <w:rFonts w:eastAsia="標楷體" w:hint="eastAsia"/>
        </w:rPr>
        <w:t>，可依</w:t>
      </w:r>
      <w:r>
        <w:rPr>
          <w:rFonts w:eastAsia="標楷體" w:hint="eastAsia"/>
        </w:rPr>
        <w:t>學校實際需求分</w:t>
      </w:r>
      <w:r w:rsidR="0097455E">
        <w:rPr>
          <w:rFonts w:eastAsia="標楷體" w:hint="eastAsia"/>
        </w:rPr>
        <w:t>配。</w:t>
      </w:r>
    </w:p>
    <w:p w:rsidR="008D09F5" w:rsidRPr="009141EB" w:rsidRDefault="008D09F5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294813">
        <w:rPr>
          <w:rFonts w:ascii="Times New Roman" w:eastAsia="標楷體" w:hAnsi="Times New Roman"/>
          <w:b/>
          <w:bCs/>
        </w:rPr>
        <w:t>3-2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294813" w:rsidRPr="0097455E" w:rsidRDefault="00294813" w:rsidP="00C74F13">
      <w:pPr>
        <w:spacing w:line="400" w:lineRule="exact"/>
        <w:jc w:val="center"/>
        <w:rPr>
          <w:rFonts w:eastAsia="標楷體"/>
          <w:b/>
        </w:rPr>
      </w:pPr>
      <w:r w:rsidRPr="0097455E">
        <w:rPr>
          <w:rFonts w:eastAsia="標楷體"/>
          <w:b/>
        </w:rPr>
        <w:t>新北市</w:t>
      </w:r>
      <w:r w:rsidRPr="0097455E">
        <w:rPr>
          <w:rFonts w:eastAsia="標楷體" w:hint="eastAsia"/>
          <w:b/>
        </w:rPr>
        <w:t>OO</w:t>
      </w:r>
      <w:r w:rsidRPr="0097455E">
        <w:rPr>
          <w:rFonts w:eastAsia="標楷體" w:hint="eastAsia"/>
          <w:b/>
        </w:rPr>
        <w:t>小學</w:t>
      </w:r>
      <w:r w:rsidRPr="0097455E">
        <w:rPr>
          <w:rFonts w:eastAsia="標楷體" w:hint="eastAsia"/>
          <w:b/>
        </w:rPr>
        <w:t>(</w:t>
      </w:r>
      <w:r w:rsidRPr="0097455E">
        <w:rPr>
          <w:rFonts w:eastAsia="標楷體" w:hint="eastAsia"/>
          <w:b/>
        </w:rPr>
        <w:t>中學</w:t>
      </w:r>
      <w:r w:rsidRPr="0097455E">
        <w:rPr>
          <w:rFonts w:eastAsia="標楷體" w:hint="eastAsia"/>
          <w:b/>
        </w:rPr>
        <w:t>/</w:t>
      </w:r>
      <w:r w:rsidRPr="0097455E">
        <w:rPr>
          <w:rFonts w:eastAsia="標楷體" w:hint="eastAsia"/>
          <w:b/>
        </w:rPr>
        <w:t>高中</w:t>
      </w:r>
      <w:r w:rsidRPr="0097455E">
        <w:rPr>
          <w:rFonts w:eastAsia="標楷體" w:hint="eastAsia"/>
          <w:b/>
        </w:rPr>
        <w:t xml:space="preserve">) </w:t>
      </w:r>
      <w:r w:rsidRPr="0097455E">
        <w:rPr>
          <w:rFonts w:eastAsia="標楷體"/>
          <w:b/>
        </w:rPr>
        <w:t>1</w:t>
      </w:r>
      <w:r w:rsidR="006D3B48">
        <w:rPr>
          <w:rFonts w:eastAsia="標楷體" w:hint="eastAsia"/>
          <w:b/>
        </w:rPr>
        <w:t>1</w:t>
      </w:r>
      <w:r w:rsidR="009C1CF8">
        <w:rPr>
          <w:rFonts w:eastAsia="標楷體"/>
          <w:b/>
        </w:rPr>
        <w:t>3</w:t>
      </w:r>
      <w:r w:rsidRPr="0097455E">
        <w:rPr>
          <w:rFonts w:eastAsia="標楷體" w:hint="eastAsia"/>
          <w:b/>
        </w:rPr>
        <w:t>學</w:t>
      </w:r>
      <w:r w:rsidRPr="0097455E">
        <w:rPr>
          <w:rFonts w:eastAsia="標楷體"/>
          <w:b/>
        </w:rPr>
        <w:t>年度</w:t>
      </w:r>
      <w:r w:rsidRPr="0097455E">
        <w:rPr>
          <w:rFonts w:eastAsia="標楷體" w:hint="eastAsia"/>
          <w:b/>
        </w:rPr>
        <w:t>環境</w:t>
      </w:r>
      <w:r w:rsidRPr="0097455E">
        <w:rPr>
          <w:rFonts w:eastAsia="標楷體"/>
          <w:b/>
        </w:rPr>
        <w:t>教育方案</w:t>
      </w:r>
      <w:r w:rsidRPr="0097455E">
        <w:rPr>
          <w:rFonts w:eastAsia="標楷體" w:hint="eastAsia"/>
          <w:b/>
        </w:rPr>
        <w:t>實施計畫</w:t>
      </w:r>
    </w:p>
    <w:p w:rsidR="00294813" w:rsidRPr="0097455E" w:rsidRDefault="00B45B46" w:rsidP="00294813">
      <w:pPr>
        <w:pStyle w:val="Web"/>
        <w:spacing w:before="0" w:beforeAutospacing="0" w:after="0" w:afterAutospacing="0" w:line="400" w:lineRule="exact"/>
        <w:jc w:val="center"/>
        <w:rPr>
          <w:rFonts w:eastAsia="標楷體" w:hint="default"/>
          <w:b/>
        </w:rPr>
      </w:pPr>
      <w:r>
        <w:rPr>
          <w:rFonts w:ascii="Times New Roman" w:eastAsia="標楷體" w:hAnsi="Times New Roman"/>
          <w:b/>
        </w:rPr>
        <w:t>11</w:t>
      </w:r>
      <w:r w:rsidR="009C1CF8">
        <w:rPr>
          <w:rFonts w:ascii="Times New Roman" w:eastAsia="標楷體" w:hAnsi="Times New Roman" w:hint="default"/>
          <w:b/>
        </w:rPr>
        <w:t>4</w:t>
      </w:r>
      <w:r w:rsidR="00294813" w:rsidRPr="0097455E">
        <w:rPr>
          <w:rFonts w:ascii="Times New Roman" w:eastAsia="標楷體" w:hAnsi="Times New Roman"/>
          <w:b/>
        </w:rPr>
        <w:t>年</w:t>
      </w:r>
      <w:r w:rsidR="00294813" w:rsidRPr="0097455E">
        <w:rPr>
          <w:rFonts w:ascii="Times New Roman" w:eastAsia="標楷體" w:hAnsi="Times New Roman"/>
          <w:b/>
        </w:rPr>
        <w:t>1-</w:t>
      </w:r>
      <w:r w:rsidR="0097455E">
        <w:rPr>
          <w:rFonts w:ascii="Times New Roman" w:eastAsia="標楷體" w:hAnsi="Times New Roman" w:hint="default"/>
          <w:b/>
        </w:rPr>
        <w:t>7</w:t>
      </w:r>
      <w:r w:rsidR="00294813" w:rsidRPr="0097455E">
        <w:rPr>
          <w:rFonts w:ascii="Times New Roman" w:eastAsia="標楷體" w:hAnsi="Times New Roman"/>
          <w:b/>
        </w:rPr>
        <w:t>月</w:t>
      </w:r>
      <w:r w:rsidR="00294813" w:rsidRPr="0097455E">
        <w:rPr>
          <w:rFonts w:eastAsia="標楷體"/>
          <w:b/>
        </w:rPr>
        <w:t>經費概算表</w:t>
      </w:r>
      <w:r w:rsidR="00294813" w:rsidRPr="0097455E">
        <w:rPr>
          <w:rFonts w:eastAsia="標楷體"/>
          <w:b/>
        </w:rPr>
        <w:t>[</w:t>
      </w:r>
      <w:r w:rsidR="00991DAE">
        <w:rPr>
          <w:rFonts w:eastAsia="標楷體"/>
          <w:b/>
        </w:rPr>
        <w:t>參考用</w:t>
      </w:r>
      <w:r w:rsidR="00294813" w:rsidRPr="0097455E">
        <w:rPr>
          <w:rFonts w:eastAsia="標楷體"/>
          <w:b/>
        </w:rPr>
        <w:t>]</w:t>
      </w:r>
    </w:p>
    <w:p w:rsidR="00294813" w:rsidRPr="00C22756" w:rsidRDefault="00294813" w:rsidP="00DE6129">
      <w:pPr>
        <w:pStyle w:val="Web"/>
        <w:spacing w:before="0" w:beforeAutospacing="0" w:after="0" w:afterAutospacing="0" w:line="400" w:lineRule="exact"/>
        <w:ind w:firstLineChars="150" w:firstLine="360"/>
        <w:rPr>
          <w:rFonts w:eastAsia="標楷體" w:hint="default"/>
          <w:b/>
        </w:rPr>
      </w:pPr>
      <w:r w:rsidRPr="00C22756">
        <w:rPr>
          <w:rFonts w:eastAsia="標楷體"/>
          <w:b/>
        </w:rPr>
        <w:t>計畫名稱：</w:t>
      </w:r>
    </w:p>
    <w:tbl>
      <w:tblPr>
        <w:tblW w:w="14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5"/>
        <w:gridCol w:w="1822"/>
        <w:gridCol w:w="1134"/>
        <w:gridCol w:w="1134"/>
        <w:gridCol w:w="1417"/>
        <w:gridCol w:w="1560"/>
        <w:gridCol w:w="6456"/>
      </w:tblGrid>
      <w:tr w:rsidR="00294813" w:rsidRPr="007B50A4" w:rsidTr="00167E78">
        <w:trPr>
          <w:cantSplit/>
          <w:trHeight w:val="136"/>
          <w:tblHeader/>
          <w:jc w:val="center"/>
        </w:trPr>
        <w:tc>
          <w:tcPr>
            <w:tcW w:w="725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822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項目名稱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單位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數量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單價（元）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合計（元）</w:t>
            </w:r>
          </w:p>
        </w:tc>
        <w:tc>
          <w:tcPr>
            <w:tcW w:w="6456" w:type="dxa"/>
            <w:shd w:val="clear" w:color="auto" w:fill="D9D9D9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/>
              </w:rPr>
              <w:t>經費說明</w:t>
            </w:r>
          </w:p>
          <w:p w:rsidR="00C22756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  <w:color w:val="FF0000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鐘點費、出席費、工資、加班費、交通費、場地費及膳費請註明活動暫定日期及時間。</w:t>
            </w:r>
          </w:p>
          <w:p w:rsidR="00294813" w:rsidRPr="00C22756" w:rsidRDefault="00C22756" w:rsidP="00C22756">
            <w:pPr>
              <w:pStyle w:val="a4"/>
              <w:numPr>
                <w:ilvl w:val="0"/>
                <w:numId w:val="37"/>
              </w:numPr>
              <w:snapToGrid w:val="0"/>
              <w:spacing w:line="240" w:lineRule="atLeast"/>
              <w:ind w:leftChars="0"/>
              <w:rPr>
                <w:rFonts w:ascii="標楷體" w:eastAsia="標楷體" w:hAnsi="標楷體"/>
              </w:rPr>
            </w:pPr>
            <w:r w:rsidRPr="00C22756">
              <w:rPr>
                <w:rFonts w:ascii="標楷體" w:eastAsia="標楷體" w:hAnsi="標楷體" w:hint="eastAsia"/>
                <w:color w:val="FF0000"/>
              </w:rPr>
              <w:t>教材費、材料費及印刷費請註明所購買項目名稱或內容。</w:t>
            </w:r>
          </w:p>
        </w:tc>
      </w:tr>
      <w:tr w:rsidR="00294813" w:rsidRPr="007B50A4" w:rsidTr="00167E78">
        <w:trPr>
          <w:cantSplit/>
          <w:trHeight w:val="717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外聘鐘點費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2,000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方案課程規劃：9/14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生態社團組訓：9/19 08:00~09:00</w:t>
            </w:r>
          </w:p>
        </w:tc>
      </w:tr>
      <w:tr w:rsidR="00294813" w:rsidRPr="007B50A4" w:rsidTr="00167E78">
        <w:trPr>
          <w:cantSplit/>
          <w:trHeight w:val="443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proofErr w:type="gramStart"/>
            <w:r w:rsidRPr="007B50A4">
              <w:rPr>
                <w:rFonts w:ascii="標楷體" w:eastAsia="標楷體" w:hAnsi="標楷體" w:hint="eastAsia"/>
              </w:rPr>
              <w:t>內聘鐘點</w:t>
            </w:r>
            <w:proofErr w:type="gramEnd"/>
            <w:r w:rsidRPr="007B50A4">
              <w:rPr>
                <w:rFonts w:ascii="標楷體" w:eastAsia="標楷體" w:hAnsi="標楷體" w:hint="eastAsia"/>
              </w:rPr>
              <w:t>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時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1,000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方案課程規劃：9/21 08:00~09:00</w:t>
            </w:r>
          </w:p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學生戶外教育：11/6 08:00~09:00</w:t>
            </w:r>
          </w:p>
        </w:tc>
      </w:tr>
      <w:tr w:rsidR="00294813" w:rsidRPr="007B50A4" w:rsidTr="00167E78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822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ind w:right="400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9969D5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336</w:t>
            </w:r>
          </w:p>
        </w:tc>
        <w:tc>
          <w:tcPr>
            <w:tcW w:w="1560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生態社團組訓：9/12 08:00~09:00</w:t>
            </w:r>
          </w:p>
        </w:tc>
      </w:tr>
      <w:tr w:rsidR="00294813" w:rsidRPr="007B50A4" w:rsidTr="00167E78">
        <w:trPr>
          <w:cantSplit/>
          <w:trHeight w:val="9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3</w:t>
            </w:r>
            <w:r w:rsidR="009969D5">
              <w:rPr>
                <w:rFonts w:ascii="標楷體" w:eastAsia="標楷體" w:hAnsi="標楷體" w:hint="eastAsia"/>
              </w:rPr>
              <w:t>78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89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9969D5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42</w:t>
            </w:r>
            <w:r w:rsidR="00294813" w:rsidRPr="007B50A4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37"/>
          <w:jc w:val="center"/>
        </w:trPr>
        <w:tc>
          <w:tcPr>
            <w:tcW w:w="725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822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課後鐘點費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節</w:t>
            </w:r>
          </w:p>
        </w:tc>
        <w:tc>
          <w:tcPr>
            <w:tcW w:w="1134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400</w:t>
            </w:r>
          </w:p>
        </w:tc>
        <w:tc>
          <w:tcPr>
            <w:tcW w:w="1560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 w:val="restart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35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450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153"/>
          <w:jc w:val="center"/>
        </w:trPr>
        <w:tc>
          <w:tcPr>
            <w:tcW w:w="725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822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550</w:t>
            </w:r>
          </w:p>
        </w:tc>
        <w:tc>
          <w:tcPr>
            <w:tcW w:w="1560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Merge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7B50A4" w:rsidTr="00167E78">
        <w:trPr>
          <w:cantSplit/>
          <w:trHeight w:val="349"/>
          <w:jc w:val="center"/>
        </w:trPr>
        <w:tc>
          <w:tcPr>
            <w:tcW w:w="725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822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出席費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次</w:t>
            </w:r>
          </w:p>
        </w:tc>
        <w:tc>
          <w:tcPr>
            <w:tcW w:w="1134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  <w:r w:rsidRPr="007B50A4">
              <w:rPr>
                <w:rFonts w:ascii="標楷體" w:eastAsia="標楷體" w:hAnsi="標楷體" w:hint="eastAsia"/>
              </w:rPr>
              <w:t>2,500</w:t>
            </w:r>
          </w:p>
        </w:tc>
        <w:tc>
          <w:tcPr>
            <w:tcW w:w="1560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</w:rPr>
            </w:pPr>
          </w:p>
        </w:tc>
        <w:tc>
          <w:tcPr>
            <w:tcW w:w="6456" w:type="dxa"/>
            <w:vAlign w:val="center"/>
          </w:tcPr>
          <w:p w:rsidR="00294813" w:rsidRPr="007B50A4" w:rsidRDefault="00294813" w:rsidP="005250C1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</w:p>
        </w:tc>
      </w:tr>
      <w:tr w:rsidR="00294813" w:rsidRPr="00294813" w:rsidTr="00167E78">
        <w:trPr>
          <w:cantSplit/>
          <w:trHeight w:val="353"/>
          <w:jc w:val="center"/>
        </w:trPr>
        <w:tc>
          <w:tcPr>
            <w:tcW w:w="6232" w:type="dxa"/>
            <w:gridSpan w:val="5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  <w:r w:rsidRPr="00294813">
              <w:rPr>
                <w:rFonts w:eastAsia="標楷體" w:hint="eastAsia"/>
              </w:rPr>
              <w:t>總計</w:t>
            </w:r>
            <w:r w:rsidRPr="00294813">
              <w:rPr>
                <w:rFonts w:eastAsia="標楷體" w:hint="eastAsia"/>
              </w:rPr>
              <w:t xml:space="preserve">       </w:t>
            </w:r>
            <w:r w:rsidRPr="00294813">
              <w:rPr>
                <w:rFonts w:eastAsia="標楷體" w:hint="eastAsia"/>
              </w:rPr>
              <w:t>新臺幣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萬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仟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佰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拾</w:t>
            </w:r>
            <w:r w:rsidRPr="00294813">
              <w:rPr>
                <w:rFonts w:eastAsia="標楷體" w:hint="eastAsia"/>
              </w:rPr>
              <w:t xml:space="preserve">  </w:t>
            </w:r>
            <w:r w:rsidRPr="00294813">
              <w:rPr>
                <w:rFonts w:eastAsia="標楷體" w:hint="eastAsia"/>
              </w:rPr>
              <w:t>元整</w:t>
            </w:r>
          </w:p>
        </w:tc>
        <w:tc>
          <w:tcPr>
            <w:tcW w:w="1560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jc w:val="right"/>
              <w:rPr>
                <w:rFonts w:eastAsia="標楷體"/>
              </w:rPr>
            </w:pPr>
          </w:p>
        </w:tc>
        <w:tc>
          <w:tcPr>
            <w:tcW w:w="6456" w:type="dxa"/>
            <w:vAlign w:val="center"/>
          </w:tcPr>
          <w:p w:rsidR="00294813" w:rsidRPr="00294813" w:rsidRDefault="00294813" w:rsidP="005250C1">
            <w:pPr>
              <w:snapToGrid w:val="0"/>
              <w:spacing w:line="240" w:lineRule="atLeast"/>
              <w:rPr>
                <w:rFonts w:eastAsia="標楷體"/>
              </w:rPr>
            </w:pPr>
          </w:p>
        </w:tc>
      </w:tr>
    </w:tbl>
    <w:p w:rsidR="0099207C" w:rsidRPr="00294813" w:rsidRDefault="00294813" w:rsidP="00C22756">
      <w:pPr>
        <w:snapToGrid w:val="0"/>
        <w:spacing w:line="120" w:lineRule="atLeast"/>
        <w:ind w:firstLineChars="250" w:firstLine="600"/>
        <w:rPr>
          <w:rFonts w:eastAsia="標楷體"/>
        </w:rPr>
      </w:pPr>
      <w:proofErr w:type="gramStart"/>
      <w:r w:rsidRPr="00294813">
        <w:rPr>
          <w:rFonts w:eastAsia="標楷體" w:hint="eastAsia"/>
        </w:rPr>
        <w:t>承辦人核章</w:t>
      </w:r>
      <w:proofErr w:type="gramEnd"/>
      <w:r w:rsidRPr="00294813">
        <w:rPr>
          <w:rFonts w:eastAsia="標楷體" w:hint="eastAsia"/>
        </w:rPr>
        <w:t>：</w:t>
      </w:r>
      <w:r w:rsidRPr="00294813">
        <w:rPr>
          <w:rFonts w:eastAsia="標楷體" w:hint="eastAsia"/>
        </w:rPr>
        <w:tab/>
        <w:t xml:space="preserve">                 </w:t>
      </w:r>
      <w:r w:rsidRPr="00294813">
        <w:rPr>
          <w:rFonts w:eastAsia="標楷體" w:hint="eastAsia"/>
        </w:rPr>
        <w:t>單位主管核章：</w:t>
      </w:r>
      <w:r w:rsidRPr="00294813">
        <w:rPr>
          <w:rFonts w:eastAsia="標楷體" w:hint="eastAsia"/>
        </w:rPr>
        <w:tab/>
        <w:t xml:space="preserve">              </w:t>
      </w:r>
      <w:r w:rsidRPr="00294813">
        <w:rPr>
          <w:rFonts w:eastAsia="標楷體" w:hint="eastAsia"/>
        </w:rPr>
        <w:t>會計主任核章：</w:t>
      </w:r>
      <w:r w:rsidRPr="00294813">
        <w:rPr>
          <w:rFonts w:eastAsia="標楷體" w:hint="eastAsia"/>
        </w:rPr>
        <w:tab/>
        <w:t xml:space="preserve">            </w:t>
      </w:r>
      <w:r w:rsidRPr="00294813">
        <w:rPr>
          <w:rFonts w:eastAsia="標楷體" w:hint="eastAsia"/>
        </w:rPr>
        <w:t>校長核章：</w:t>
      </w:r>
    </w:p>
    <w:p w:rsidR="0099207C" w:rsidRPr="009141EB" w:rsidRDefault="00C22756" w:rsidP="00C22756">
      <w:pPr>
        <w:snapToGrid w:val="0"/>
        <w:spacing w:line="120" w:lineRule="atLeast"/>
        <w:rPr>
          <w:rFonts w:eastAsia="標楷體"/>
        </w:rPr>
      </w:pPr>
      <w:proofErr w:type="gramStart"/>
      <w:r>
        <w:rPr>
          <w:rFonts w:ascii="標楷體" w:eastAsia="標楷體" w:hAnsi="標楷體" w:hint="eastAsia"/>
        </w:rPr>
        <w:t>＊</w:t>
      </w:r>
      <w:proofErr w:type="gramEnd"/>
      <w:r w:rsidR="0099207C" w:rsidRPr="009141EB">
        <w:rPr>
          <w:rFonts w:eastAsia="標楷體" w:hint="eastAsia"/>
        </w:rPr>
        <w:t>注意事項：</w:t>
      </w:r>
    </w:p>
    <w:p w:rsidR="00294813" w:rsidRDefault="0099207C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</w:rPr>
      </w:pPr>
      <w:r w:rsidRPr="009141EB">
        <w:rPr>
          <w:rFonts w:eastAsia="標楷體"/>
        </w:rPr>
        <w:t>表格不足填寫時，請自行增列</w:t>
      </w:r>
      <w:r w:rsidRPr="009141EB">
        <w:rPr>
          <w:rFonts w:eastAsia="標楷體" w:hint="eastAsia"/>
        </w:rPr>
        <w:t>。</w:t>
      </w:r>
    </w:p>
    <w:p w:rsidR="00C22756" w:rsidRDefault="0099207C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C22756">
        <w:rPr>
          <w:rFonts w:eastAsia="標楷體" w:hint="eastAsia"/>
          <w:color w:val="FF0000"/>
        </w:rPr>
        <w:t>項</w:t>
      </w:r>
      <w:r w:rsidR="00C22756" w:rsidRPr="00C22756">
        <w:rPr>
          <w:rFonts w:eastAsia="標楷體" w:hint="eastAsia"/>
          <w:color w:val="FF0000"/>
        </w:rPr>
        <w:t>目名稱：如講師鐘點費、出席費、工資</w:t>
      </w:r>
      <w:r w:rsidR="00C22756" w:rsidRPr="00C22756">
        <w:rPr>
          <w:rFonts w:eastAsia="標楷體" w:hint="eastAsia"/>
          <w:color w:val="FF0000"/>
        </w:rPr>
        <w:t>(</w:t>
      </w:r>
      <w:proofErr w:type="gramStart"/>
      <w:r w:rsidR="00C22756" w:rsidRPr="00C22756">
        <w:rPr>
          <w:rFonts w:eastAsia="標楷體" w:hint="eastAsia"/>
          <w:color w:val="FF0000"/>
        </w:rPr>
        <w:t>雇工點料</w:t>
      </w:r>
      <w:proofErr w:type="gramEnd"/>
      <w:r w:rsidR="00C22756" w:rsidRPr="00C22756">
        <w:rPr>
          <w:rFonts w:eastAsia="標楷體" w:hint="eastAsia"/>
          <w:color w:val="FF0000"/>
        </w:rPr>
        <w:t>)</w:t>
      </w:r>
      <w:r w:rsidR="00C22756" w:rsidRPr="00C22756">
        <w:rPr>
          <w:rFonts w:eastAsia="標楷體" w:hint="eastAsia"/>
          <w:color w:val="FF0000"/>
        </w:rPr>
        <w:t>、教材費、材料費、印刷費、膳費、</w:t>
      </w:r>
      <w:r w:rsidR="00C22756" w:rsidRPr="00C22756">
        <w:rPr>
          <w:rFonts w:eastAsia="標楷體"/>
          <w:color w:val="FF0000"/>
        </w:rPr>
        <w:t>場地費</w:t>
      </w:r>
      <w:r w:rsidR="00C22756" w:rsidRPr="00C22756">
        <w:rPr>
          <w:rFonts w:eastAsia="標楷體" w:hint="eastAsia"/>
          <w:color w:val="FF0000"/>
        </w:rPr>
        <w:t>、加班費、交</w:t>
      </w:r>
      <w:r w:rsidR="00C22756" w:rsidRPr="00C22756">
        <w:rPr>
          <w:rFonts w:eastAsia="標楷體"/>
          <w:color w:val="FF0000"/>
        </w:rPr>
        <w:t>通</w:t>
      </w:r>
      <w:r w:rsidR="00C22756" w:rsidRPr="00C22756">
        <w:rPr>
          <w:rFonts w:eastAsia="標楷體" w:hint="eastAsia"/>
          <w:color w:val="FF0000"/>
        </w:rPr>
        <w:t>費及雜支，其餘項目不予補助。</w:t>
      </w:r>
    </w:p>
    <w:p w:rsidR="0097455E" w:rsidRPr="00C22756" w:rsidRDefault="0097455E" w:rsidP="006D3B48">
      <w:pPr>
        <w:pStyle w:val="a4"/>
        <w:numPr>
          <w:ilvl w:val="0"/>
          <w:numId w:val="8"/>
        </w:numPr>
        <w:spacing w:line="240" w:lineRule="exact"/>
        <w:ind w:leftChars="0" w:left="839" w:hanging="357"/>
        <w:rPr>
          <w:rFonts w:eastAsia="標楷體"/>
          <w:color w:val="FF0000"/>
        </w:rPr>
      </w:pPr>
      <w:r w:rsidRPr="00C22756">
        <w:rPr>
          <w:rFonts w:eastAsia="標楷體" w:hint="eastAsia"/>
        </w:rPr>
        <w:t>本案</w:t>
      </w:r>
      <w:r w:rsidRPr="00C22756">
        <w:rPr>
          <w:rFonts w:eastAsia="標楷體" w:hint="eastAsia"/>
        </w:rPr>
        <w:t>1</w:t>
      </w:r>
      <w:r w:rsidR="00C22756" w:rsidRPr="00C22756">
        <w:rPr>
          <w:rFonts w:eastAsia="標楷體" w:hint="eastAsia"/>
        </w:rPr>
        <w:t>1</w:t>
      </w:r>
      <w:r w:rsidR="009C1CF8">
        <w:rPr>
          <w:rFonts w:eastAsia="標楷體"/>
        </w:rPr>
        <w:t>3</w:t>
      </w:r>
      <w:r w:rsidRPr="00C22756">
        <w:rPr>
          <w:rFonts w:eastAsia="標楷體" w:hint="eastAsia"/>
        </w:rPr>
        <w:t>學年度上、下學期所申請經費，可依學校實際需求分配。</w:t>
      </w:r>
    </w:p>
    <w:p w:rsidR="005C5BC3" w:rsidRPr="009141EB" w:rsidRDefault="005C5BC3" w:rsidP="00AE5E5D">
      <w:pPr>
        <w:pStyle w:val="Web"/>
        <w:spacing w:before="80" w:beforeAutospacing="0" w:after="80" w:afterAutospacing="0" w:line="400" w:lineRule="exact"/>
        <w:rPr>
          <w:rFonts w:ascii="Times New Roman" w:eastAsia="標楷體" w:hAnsi="Times New Roman" w:hint="default"/>
          <w:b/>
          <w:bCs/>
        </w:rPr>
      </w:pPr>
      <w:r w:rsidRPr="009141EB">
        <w:rPr>
          <w:rFonts w:ascii="Times New Roman" w:hAnsi="Times New Roman" w:hint="default"/>
        </w:rPr>
        <w:lastRenderedPageBreak/>
        <w:t>【</w:t>
      </w:r>
      <w:r w:rsidRPr="009141EB">
        <w:rPr>
          <w:rFonts w:ascii="Times New Roman" w:eastAsia="標楷體" w:hAnsi="Times New Roman" w:hint="default"/>
          <w:b/>
          <w:bCs/>
        </w:rPr>
        <w:t>附件</w:t>
      </w:r>
      <w:r w:rsidR="00A1123E" w:rsidRPr="009141EB">
        <w:rPr>
          <w:rFonts w:ascii="Times New Roman" w:eastAsia="標楷體" w:hAnsi="Times New Roman"/>
          <w:b/>
          <w:bCs/>
        </w:rPr>
        <w:t>4</w:t>
      </w:r>
      <w:r w:rsidRPr="009141EB">
        <w:rPr>
          <w:rFonts w:ascii="Times New Roman" w:eastAsia="標楷體" w:hAnsi="Times New Roman" w:hint="default"/>
          <w:b/>
          <w:bCs/>
        </w:rPr>
        <w:t>】</w:t>
      </w:r>
    </w:p>
    <w:p w:rsidR="005C5BC3" w:rsidRPr="00C74F13" w:rsidRDefault="005C5BC3" w:rsidP="00AE5E5D">
      <w:pPr>
        <w:widowControl/>
        <w:spacing w:line="400" w:lineRule="exact"/>
        <w:jc w:val="center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/>
          <w:b/>
        </w:rPr>
        <w:t>新北市OO中小學</w:t>
      </w:r>
      <w:r w:rsidR="00C22756">
        <w:rPr>
          <w:rFonts w:ascii="標楷體" w:eastAsia="標楷體" w:hAnsi="標楷體"/>
          <w:b/>
        </w:rPr>
        <w:t>1</w:t>
      </w:r>
      <w:r w:rsidR="00C22756">
        <w:rPr>
          <w:rFonts w:ascii="標楷體" w:eastAsia="標楷體" w:hAnsi="標楷體" w:hint="eastAsia"/>
          <w:b/>
        </w:rPr>
        <w:t>1</w:t>
      </w:r>
      <w:r w:rsidR="009C1CF8">
        <w:rPr>
          <w:rFonts w:ascii="標楷體" w:eastAsia="標楷體" w:hAnsi="標楷體"/>
          <w:b/>
        </w:rPr>
        <w:t>3</w:t>
      </w:r>
      <w:r w:rsidR="008C1256">
        <w:rPr>
          <w:rFonts w:ascii="標楷體" w:eastAsia="標楷體" w:hAnsi="標楷體" w:hint="eastAsia"/>
          <w:b/>
        </w:rPr>
        <w:t>學</w:t>
      </w:r>
      <w:r w:rsidRPr="00C74F13">
        <w:rPr>
          <w:rFonts w:ascii="標楷體" w:eastAsia="標楷體" w:hAnsi="標楷體"/>
          <w:b/>
        </w:rPr>
        <w:t>年度OO教育方案</w:t>
      </w:r>
      <w:r w:rsidRPr="00C74F13">
        <w:rPr>
          <w:rFonts w:ascii="標楷體" w:eastAsia="標楷體" w:hAnsi="標楷體" w:hint="eastAsia"/>
          <w:b/>
        </w:rPr>
        <w:t>－《各校方案名稱》成果報告書</w:t>
      </w:r>
    </w:p>
    <w:p w:rsidR="005C5BC3" w:rsidRPr="00C74F13" w:rsidRDefault="00C26BD5" w:rsidP="00AE5E5D">
      <w:pPr>
        <w:pStyle w:val="a4"/>
        <w:widowControl/>
        <w:numPr>
          <w:ilvl w:val="0"/>
          <w:numId w:val="13"/>
        </w:numPr>
        <w:spacing w:line="400" w:lineRule="exact"/>
        <w:ind w:leftChars="0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t>課程實施</w:t>
      </w:r>
    </w:p>
    <w:p w:rsidR="00013691" w:rsidRDefault="00013691" w:rsidP="00AE5E5D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 w:rsidRPr="00C74F13">
        <w:rPr>
          <w:rFonts w:ascii="標楷體" w:eastAsia="標楷體" w:hAnsi="標楷體" w:hint="eastAsia"/>
          <w:color w:val="FF0000"/>
        </w:rPr>
        <w:t>主要議題：□環境倫理  □永續發展  □氣候變遷   □能源資源永續利用</w:t>
      </w:r>
    </w:p>
    <w:p w:rsidR="00B20C9B" w:rsidRDefault="00B20C9B" w:rsidP="00B20C9B">
      <w:pPr>
        <w:widowControl/>
        <w:spacing w:line="400" w:lineRule="exact"/>
        <w:ind w:firstLineChars="250" w:firstLine="600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焦點物種：________、_________、___________</w:t>
      </w:r>
      <w:r w:rsidR="005250C1">
        <w:rPr>
          <w:rFonts w:ascii="標楷體" w:eastAsia="標楷體" w:hAnsi="標楷體" w:hint="eastAsia"/>
          <w:color w:val="FF0000"/>
        </w:rPr>
        <w:t xml:space="preserve"> </w:t>
      </w:r>
    </w:p>
    <w:p w:rsidR="005250C1" w:rsidRPr="005250C1" w:rsidRDefault="005250C1" w:rsidP="005250C1">
      <w:pPr>
        <w:spacing w:line="400" w:lineRule="exact"/>
        <w:ind w:firstLineChars="250" w:firstLine="600"/>
        <w:jc w:val="both"/>
        <w:rPr>
          <w:rFonts w:ascii="標楷體" w:eastAsia="標楷體" w:hAnsi="標楷體"/>
          <w:color w:val="FF0000"/>
        </w:rPr>
      </w:pPr>
      <w:r>
        <w:rPr>
          <w:rFonts w:ascii="標楷體" w:eastAsia="標楷體" w:hAnsi="標楷體" w:hint="eastAsia"/>
          <w:color w:val="FF0000"/>
        </w:rPr>
        <w:t>申請類型：</w:t>
      </w:r>
      <w:r w:rsidRPr="00075BFC">
        <w:rPr>
          <w:rFonts w:ascii="標楷體" w:eastAsia="標楷體" w:hAnsi="標楷體" w:hint="eastAsia"/>
          <w:color w:val="FF0000"/>
        </w:rPr>
        <w:t>□</w:t>
      </w:r>
      <w:r>
        <w:rPr>
          <w:rFonts w:ascii="標楷體" w:eastAsia="標楷體" w:hAnsi="標楷體" w:hint="eastAsia"/>
          <w:color w:val="FF0000"/>
        </w:rPr>
        <w:t>種子學校 □新苗學校□綠蔭聯盟，與_________學校合作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084"/>
        <w:gridCol w:w="220"/>
        <w:gridCol w:w="1655"/>
        <w:gridCol w:w="211"/>
        <w:gridCol w:w="1718"/>
        <w:gridCol w:w="1316"/>
        <w:gridCol w:w="339"/>
        <w:gridCol w:w="2103"/>
        <w:gridCol w:w="1984"/>
        <w:gridCol w:w="1520"/>
        <w:gridCol w:w="138"/>
        <w:gridCol w:w="1948"/>
      </w:tblGrid>
      <w:tr w:rsidR="00B20C9B" w:rsidRPr="00C74F13" w:rsidTr="006E59DC">
        <w:trPr>
          <w:trHeight w:val="365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一、學習領域：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□語文領域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□數學領域</w:t>
            </w:r>
          </w:p>
          <w:p w:rsidR="00B20C9B" w:rsidRPr="006E59DC" w:rsidRDefault="00B20C9B" w:rsidP="006E59DC">
            <w:pPr>
              <w:spacing w:line="400" w:lineRule="exact"/>
              <w:ind w:left="338" w:hangingChars="141" w:hanging="338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□自然與生活科技領域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□社會領域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□藝術與人文領域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□健康與體育領域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□綜合領域</w:t>
            </w:r>
          </w:p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□生活領域</w:t>
            </w:r>
          </w:p>
        </w:tc>
      </w:tr>
      <w:tr w:rsidR="00B20C9B" w:rsidRPr="00C74F13" w:rsidTr="006E59DC">
        <w:trPr>
          <w:trHeight w:val="340"/>
        </w:trPr>
        <w:tc>
          <w:tcPr>
            <w:tcW w:w="1902" w:type="dxa"/>
            <w:gridSpan w:val="2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二、適合年級：</w:t>
            </w:r>
          </w:p>
        </w:tc>
        <w:tc>
          <w:tcPr>
            <w:tcW w:w="5120" w:type="dxa"/>
            <w:gridSpan w:val="5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ind w:firstLineChars="250" w:firstLine="600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8032" w:type="dxa"/>
            <w:gridSpan w:val="6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三、教學節數：   節</w:t>
            </w:r>
          </w:p>
        </w:tc>
      </w:tr>
      <w:tr w:rsidR="009141EB" w:rsidRPr="00C74F13" w:rsidTr="006E59DC">
        <w:trPr>
          <w:trHeight w:val="606"/>
        </w:trPr>
        <w:tc>
          <w:tcPr>
            <w:tcW w:w="15054" w:type="dxa"/>
            <w:gridSpan w:val="13"/>
            <w:shd w:val="clear" w:color="auto" w:fill="auto"/>
          </w:tcPr>
          <w:p w:rsidR="00C8694C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四、設計理念：</w:t>
            </w:r>
          </w:p>
        </w:tc>
      </w:tr>
      <w:tr w:rsidR="009141EB" w:rsidRPr="00C74F13" w:rsidTr="006E59DC">
        <w:trPr>
          <w:trHeight w:val="316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五、學習目標：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5C5BC3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（一）基本能力指標與概念分析（請自行依需求刪減）</w:t>
            </w:r>
          </w:p>
        </w:tc>
      </w:tr>
      <w:tr w:rsidR="006E59DC" w:rsidRPr="00C74F13" w:rsidTr="006E59DC">
        <w:trPr>
          <w:trHeight w:val="231"/>
        </w:trPr>
        <w:tc>
          <w:tcPr>
            <w:tcW w:w="81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語文領域</w:t>
            </w:r>
          </w:p>
        </w:tc>
        <w:tc>
          <w:tcPr>
            <w:tcW w:w="1655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數學領域</w:t>
            </w:r>
          </w:p>
        </w:tc>
        <w:tc>
          <w:tcPr>
            <w:tcW w:w="1929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自然與生活科技</w:t>
            </w:r>
          </w:p>
        </w:tc>
        <w:tc>
          <w:tcPr>
            <w:tcW w:w="1655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社會領域</w:t>
            </w:r>
          </w:p>
        </w:tc>
        <w:tc>
          <w:tcPr>
            <w:tcW w:w="2103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藝術與人文領域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健康與體育領域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綜合領域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生活領域</w:t>
            </w:r>
          </w:p>
        </w:tc>
      </w:tr>
      <w:tr w:rsidR="006E59DC" w:rsidRPr="00C74F13" w:rsidTr="006E59DC">
        <w:trPr>
          <w:trHeight w:val="1427"/>
        </w:trPr>
        <w:tc>
          <w:tcPr>
            <w:tcW w:w="818" w:type="dxa"/>
            <w:shd w:val="clear" w:color="auto" w:fill="auto"/>
            <w:vAlign w:val="center"/>
          </w:tcPr>
          <w:p w:rsidR="00C40B25" w:rsidRPr="006E59DC" w:rsidRDefault="00C40B25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基本能力指標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29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5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03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658" w:type="dxa"/>
            <w:gridSpan w:val="2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48" w:type="dxa"/>
            <w:shd w:val="clear" w:color="auto" w:fill="auto"/>
          </w:tcPr>
          <w:p w:rsidR="00C40B25" w:rsidRPr="006E59DC" w:rsidRDefault="00C40B25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894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lastRenderedPageBreak/>
              <w:t xml:space="preserve">　（二）整合性目標學習架構</w:t>
            </w:r>
          </w:p>
        </w:tc>
      </w:tr>
      <w:tr w:rsidR="009141EB" w:rsidRPr="00C74F13" w:rsidTr="006E59DC">
        <w:trPr>
          <w:trHeight w:val="340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六、教學設計</w:t>
            </w:r>
          </w:p>
        </w:tc>
      </w:tr>
      <w:tr w:rsidR="009141EB" w:rsidRPr="00C74F13" w:rsidTr="006E59DC">
        <w:trPr>
          <w:trHeight w:val="2028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（一）教學架構</w:t>
            </w:r>
          </w:p>
        </w:tc>
      </w:tr>
      <w:tr w:rsidR="009141EB" w:rsidRPr="00C74F13" w:rsidTr="006E59DC">
        <w:trPr>
          <w:trHeight w:val="365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3D611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（二）教學說明</w:t>
            </w:r>
            <w:r w:rsidR="00C40B25" w:rsidRPr="006E59DC">
              <w:rPr>
                <w:rFonts w:ascii="標楷體" w:eastAsia="標楷體" w:hAnsi="標楷體" w:hint="eastAsia"/>
              </w:rPr>
              <w:t>（表格不敷使用請自行增列）</w:t>
            </w:r>
          </w:p>
        </w:tc>
      </w:tr>
      <w:tr w:rsidR="009141EB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8980" w:type="dxa"/>
            <w:gridSpan w:val="6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</w:t>
            </w: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3D6118" w:rsidRPr="006E59DC" w:rsidRDefault="003D611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教學節數</w:t>
            </w:r>
          </w:p>
        </w:tc>
      </w:tr>
      <w:tr w:rsidR="006E59DC" w:rsidRPr="00C74F13" w:rsidTr="006E59DC">
        <w:trPr>
          <w:trHeight w:val="365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40"/>
        </w:trPr>
        <w:tc>
          <w:tcPr>
            <w:tcW w:w="818" w:type="dxa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3170" w:type="dxa"/>
            <w:gridSpan w:val="4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980" w:type="dxa"/>
            <w:gridSpan w:val="6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086" w:type="dxa"/>
            <w:gridSpan w:val="2"/>
            <w:shd w:val="clear" w:color="auto" w:fill="auto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1481"/>
        </w:trPr>
        <w:tc>
          <w:tcPr>
            <w:tcW w:w="15054" w:type="dxa"/>
            <w:gridSpan w:val="13"/>
            <w:shd w:val="clear" w:color="auto" w:fill="auto"/>
          </w:tcPr>
          <w:p w:rsidR="003D6118" w:rsidRPr="006E59DC" w:rsidRDefault="00C8694C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 xml:space="preserve">　（三）教材來源與教學資源：</w:t>
            </w:r>
          </w:p>
        </w:tc>
      </w:tr>
    </w:tbl>
    <w:p w:rsidR="00B20C9B" w:rsidRDefault="00B20C9B" w:rsidP="00AE5E5D">
      <w:pPr>
        <w:spacing w:line="400" w:lineRule="exact"/>
        <w:rPr>
          <w:rFonts w:ascii="標楷體" w:eastAsia="標楷體" w:hAnsi="標楷體"/>
          <w:b/>
        </w:rPr>
      </w:pPr>
    </w:p>
    <w:p w:rsidR="006D3B48" w:rsidRDefault="006D3B48" w:rsidP="00AE5E5D">
      <w:pPr>
        <w:spacing w:line="400" w:lineRule="exact"/>
        <w:rPr>
          <w:rFonts w:ascii="標楷體" w:eastAsia="標楷體" w:hAnsi="標楷體"/>
          <w:b/>
        </w:rPr>
      </w:pPr>
    </w:p>
    <w:p w:rsidR="00D5227C" w:rsidRPr="00C74F13" w:rsidRDefault="00C8694C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lastRenderedPageBreak/>
        <w:t>貳、教學</w:t>
      </w:r>
      <w:r w:rsidR="00C26BD5" w:rsidRPr="00C74F13">
        <w:rPr>
          <w:rFonts w:ascii="標楷體" w:eastAsia="標楷體" w:hAnsi="標楷體" w:hint="eastAsia"/>
          <w:b/>
        </w:rPr>
        <w:t>實踐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2389"/>
        <w:gridCol w:w="3772"/>
        <w:gridCol w:w="764"/>
        <w:gridCol w:w="757"/>
        <w:gridCol w:w="201"/>
        <w:gridCol w:w="2395"/>
        <w:gridCol w:w="1257"/>
        <w:gridCol w:w="2311"/>
      </w:tblGrid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教學單元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教學年級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設計者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教材來源</w:t>
            </w:r>
          </w:p>
        </w:tc>
        <w:tc>
          <w:tcPr>
            <w:tcW w:w="6161" w:type="dxa"/>
            <w:gridSpan w:val="2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521" w:type="dxa"/>
            <w:gridSpan w:val="2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教學時間</w:t>
            </w:r>
          </w:p>
        </w:tc>
        <w:tc>
          <w:tcPr>
            <w:tcW w:w="6162" w:type="dxa"/>
            <w:gridSpan w:val="4"/>
            <w:shd w:val="clear" w:color="auto" w:fill="auto"/>
          </w:tcPr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D3B48">
        <w:trPr>
          <w:trHeight w:val="2255"/>
        </w:trPr>
        <w:tc>
          <w:tcPr>
            <w:tcW w:w="1521" w:type="dxa"/>
            <w:shd w:val="clear" w:color="auto" w:fill="D9D9D9"/>
            <w:vAlign w:val="center"/>
          </w:tcPr>
          <w:p w:rsidR="00C8694C" w:rsidRPr="006E59DC" w:rsidRDefault="00C8694C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能力指標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C8694C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學習領域</w:t>
            </w:r>
          </w:p>
          <w:p w:rsidR="00C8694C" w:rsidRPr="006E59DC" w:rsidRDefault="00C8694C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3B113B" w:rsidRPr="006E59DC" w:rsidRDefault="003B113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  <w:p w:rsidR="00C8694C" w:rsidRPr="006E59DC" w:rsidRDefault="006B3A40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結合</w:t>
            </w:r>
            <w:r w:rsidR="00C8694C" w:rsidRPr="006E59DC">
              <w:rPr>
                <w:rFonts w:ascii="標楷體" w:eastAsia="標楷體" w:hAnsi="標楷體" w:hint="eastAsia"/>
              </w:rPr>
              <w:t>議題</w:t>
            </w:r>
          </w:p>
          <w:p w:rsidR="00274B89" w:rsidRPr="006E59DC" w:rsidRDefault="00B10A83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  <w:color w:val="FF0000"/>
              </w:rPr>
              <w:t>請勾選主要議題：□環境倫理  □永續發展  □氣候變遷   □能源資源永續利用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vMerge w:val="restart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教學目標</w:t>
            </w:r>
          </w:p>
        </w:tc>
        <w:tc>
          <w:tcPr>
            <w:tcW w:w="6925" w:type="dxa"/>
            <w:gridSpan w:val="3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單元目標</w:t>
            </w:r>
          </w:p>
        </w:tc>
        <w:tc>
          <w:tcPr>
            <w:tcW w:w="6921" w:type="dxa"/>
            <w:gridSpan w:val="5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</w:tr>
      <w:tr w:rsidR="006E59DC" w:rsidRPr="00C74F13" w:rsidTr="006E59DC">
        <w:trPr>
          <w:trHeight w:val="729"/>
        </w:trPr>
        <w:tc>
          <w:tcPr>
            <w:tcW w:w="1521" w:type="dxa"/>
            <w:vMerge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5" w:type="dxa"/>
            <w:gridSpan w:val="3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6921" w:type="dxa"/>
            <w:gridSpan w:val="5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05"/>
        </w:trPr>
        <w:tc>
          <w:tcPr>
            <w:tcW w:w="15367" w:type="dxa"/>
            <w:gridSpan w:val="9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教學活動</w:t>
            </w: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活動名稱</w:t>
            </w:r>
          </w:p>
        </w:tc>
        <w:tc>
          <w:tcPr>
            <w:tcW w:w="2389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具體目標</w:t>
            </w:r>
          </w:p>
        </w:tc>
        <w:tc>
          <w:tcPr>
            <w:tcW w:w="5494" w:type="dxa"/>
            <w:gridSpan w:val="4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教學步驟</w:t>
            </w:r>
          </w:p>
        </w:tc>
        <w:tc>
          <w:tcPr>
            <w:tcW w:w="2395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教學資源</w:t>
            </w:r>
          </w:p>
        </w:tc>
        <w:tc>
          <w:tcPr>
            <w:tcW w:w="1257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時間（分）</w:t>
            </w:r>
          </w:p>
        </w:tc>
        <w:tc>
          <w:tcPr>
            <w:tcW w:w="2311" w:type="dxa"/>
            <w:shd w:val="clear" w:color="auto" w:fill="D9D9D9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評量方式</w:t>
            </w: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52"/>
        </w:trPr>
        <w:tc>
          <w:tcPr>
            <w:tcW w:w="152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B20C9B" w:rsidRPr="006E59DC" w:rsidRDefault="00B20C9B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6E59DC" w:rsidRPr="00C74F13" w:rsidTr="006E59DC">
        <w:trPr>
          <w:trHeight w:val="328"/>
        </w:trPr>
        <w:tc>
          <w:tcPr>
            <w:tcW w:w="152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89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5494" w:type="dxa"/>
            <w:gridSpan w:val="4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2395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  <w:tc>
          <w:tcPr>
            <w:tcW w:w="1257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11" w:type="dxa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</w:p>
        </w:tc>
      </w:tr>
      <w:tr w:rsidR="009141EB" w:rsidRPr="00C74F13" w:rsidTr="006E59DC">
        <w:trPr>
          <w:trHeight w:val="352"/>
        </w:trPr>
        <w:tc>
          <w:tcPr>
            <w:tcW w:w="1521" w:type="dxa"/>
            <w:shd w:val="clear" w:color="auto" w:fill="D9D9D9"/>
            <w:vAlign w:val="center"/>
          </w:tcPr>
          <w:p w:rsidR="00274B89" w:rsidRPr="006E59DC" w:rsidRDefault="00274B8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3845" w:type="dxa"/>
            <w:gridSpan w:val="8"/>
            <w:shd w:val="clear" w:color="auto" w:fill="auto"/>
          </w:tcPr>
          <w:p w:rsidR="00274B89" w:rsidRPr="006E59DC" w:rsidRDefault="00274B89" w:rsidP="006E59DC">
            <w:pPr>
              <w:spacing w:line="400" w:lineRule="exact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共　　　　份（請標示為附件</w:t>
            </w:r>
            <w:r w:rsidR="00DA1CF9" w:rsidRPr="006E59DC">
              <w:rPr>
                <w:rFonts w:ascii="標楷體" w:eastAsia="標楷體" w:hAnsi="標楷體" w:hint="eastAsia"/>
              </w:rPr>
              <w:t>，列於報告書後</w:t>
            </w:r>
            <w:r w:rsidRPr="006E59DC">
              <w:rPr>
                <w:rFonts w:ascii="標楷體" w:eastAsia="標楷體" w:hAnsi="標楷體" w:hint="eastAsia"/>
              </w:rPr>
              <w:t>）</w:t>
            </w:r>
          </w:p>
        </w:tc>
      </w:tr>
    </w:tbl>
    <w:p w:rsidR="00A737EB" w:rsidRPr="00C74F13" w:rsidRDefault="00013691" w:rsidP="00AE5E5D">
      <w:pPr>
        <w:spacing w:line="400" w:lineRule="exact"/>
        <w:rPr>
          <w:rFonts w:ascii="標楷體" w:eastAsia="標楷體" w:hAnsi="標楷體"/>
          <w:b/>
        </w:rPr>
      </w:pPr>
      <w:r w:rsidRPr="00C74F13">
        <w:rPr>
          <w:rFonts w:ascii="標楷體" w:eastAsia="標楷體" w:hAnsi="標楷體" w:hint="eastAsia"/>
          <w:b/>
        </w:rPr>
        <w:lastRenderedPageBreak/>
        <w:t>參</w:t>
      </w:r>
      <w:r w:rsidR="005B5E81" w:rsidRPr="00C74F13">
        <w:rPr>
          <w:rFonts w:ascii="標楷體" w:eastAsia="標楷體" w:hAnsi="標楷體" w:hint="eastAsia"/>
          <w:b/>
        </w:rPr>
        <w:t>、</w:t>
      </w:r>
      <w:r w:rsidR="00A737EB" w:rsidRPr="00C74F13">
        <w:rPr>
          <w:rFonts w:ascii="標楷體" w:eastAsia="標楷體" w:hAnsi="標楷體" w:hint="eastAsia"/>
          <w:b/>
        </w:rPr>
        <w:t>特色子計畫</w:t>
      </w:r>
      <w:r w:rsidR="00B20C9B">
        <w:rPr>
          <w:rFonts w:ascii="標楷體" w:eastAsia="標楷體" w:hAnsi="標楷體" w:hint="eastAsia"/>
          <w:b/>
        </w:rPr>
        <w:t>簡報</w:t>
      </w:r>
      <w:r w:rsidR="00984C17" w:rsidRPr="00C74F13">
        <w:rPr>
          <w:rFonts w:ascii="標楷體" w:eastAsia="標楷體" w:hAnsi="標楷體" w:hint="eastAsia"/>
          <w:b/>
        </w:rPr>
        <w:t>分享</w:t>
      </w:r>
      <w:r w:rsidR="00B20C9B">
        <w:rPr>
          <w:rFonts w:ascii="標楷體" w:eastAsia="標楷體" w:hAnsi="標楷體" w:hint="eastAsia"/>
          <w:b/>
        </w:rPr>
        <w:t>內容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1"/>
        <w:gridCol w:w="13867"/>
      </w:tblGrid>
      <w:tr w:rsidR="009141EB" w:rsidRPr="00C74F13" w:rsidTr="006E59DC"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子計畫選項</w:t>
            </w:r>
          </w:p>
        </w:tc>
        <w:tc>
          <w:tcPr>
            <w:tcW w:w="13928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bookmarkStart w:id="1" w:name="OLE_LINK10"/>
            <w:bookmarkStart w:id="2" w:name="OLE_LINK11"/>
            <w:bookmarkStart w:id="3" w:name="OLE_LINK12"/>
            <w:bookmarkStart w:id="4" w:name="OLE_LINK13"/>
            <w:bookmarkStart w:id="5" w:name="OLE_LINK14"/>
            <w:bookmarkStart w:id="6" w:name="OLE_LINK15"/>
            <w:bookmarkStart w:id="7" w:name="OLE_LINK16"/>
            <w:r w:rsidRPr="006E59DC">
              <w:rPr>
                <w:rFonts w:ascii="標楷體" w:eastAsia="標楷體" w:hAnsi="標楷體" w:hint="eastAsia"/>
              </w:rPr>
              <w:t>□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="00B20C9B" w:rsidRPr="006E59DC">
              <w:rPr>
                <w:rFonts w:ascii="標楷體" w:eastAsia="標楷體" w:hAnsi="標楷體" w:hint="eastAsia"/>
              </w:rPr>
              <w:t xml:space="preserve">課程規劃 </w:t>
            </w:r>
            <w:r w:rsidRPr="006E59DC">
              <w:rPr>
                <w:rFonts w:ascii="標楷體" w:eastAsia="標楷體" w:hAnsi="標楷體" w:hint="eastAsia"/>
              </w:rPr>
              <w:t>□生態社團組訓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="00013691" w:rsidRPr="006E59DC">
              <w:rPr>
                <w:rFonts w:ascii="標楷體" w:eastAsia="標楷體" w:hAnsi="標楷體" w:hint="eastAsia"/>
              </w:rPr>
              <w:t>□教師社群</w:t>
            </w:r>
            <w:r w:rsidR="00B20C9B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□棲地營造及物種復育 □</w:t>
            </w:r>
            <w:proofErr w:type="gramStart"/>
            <w:r w:rsidRPr="006E59DC">
              <w:rPr>
                <w:rFonts w:ascii="標楷體" w:eastAsia="標楷體" w:hAnsi="標楷體" w:hint="eastAsia"/>
              </w:rPr>
              <w:t>環教推廣</w:t>
            </w:r>
            <w:proofErr w:type="gramEnd"/>
            <w:r w:rsidRPr="006E59DC">
              <w:rPr>
                <w:rFonts w:ascii="標楷體" w:eastAsia="標楷體" w:hAnsi="標楷體" w:hint="eastAsia"/>
              </w:rPr>
              <w:t>活動</w:t>
            </w:r>
            <w:r w:rsidR="00013691" w:rsidRPr="006E59DC">
              <w:rPr>
                <w:rFonts w:ascii="標楷體" w:eastAsia="標楷體" w:hAnsi="標楷體" w:hint="eastAsia"/>
              </w:rPr>
              <w:t xml:space="preserve"> </w:t>
            </w:r>
            <w:r w:rsidRPr="006E59DC">
              <w:rPr>
                <w:rFonts w:ascii="標楷體" w:eastAsia="標楷體" w:hAnsi="標楷體" w:hint="eastAsia"/>
              </w:rPr>
              <w:t>□環境保育行動</w:t>
            </w:r>
          </w:p>
        </w:tc>
      </w:tr>
      <w:tr w:rsidR="009141EB" w:rsidRPr="00C74F13" w:rsidTr="006E59DC">
        <w:trPr>
          <w:trHeight w:val="1302"/>
        </w:trPr>
        <w:tc>
          <w:tcPr>
            <w:tcW w:w="1526" w:type="dxa"/>
            <w:shd w:val="clear" w:color="auto" w:fill="auto"/>
            <w:vAlign w:val="center"/>
          </w:tcPr>
          <w:p w:rsidR="00A737EB" w:rsidRPr="006E59DC" w:rsidRDefault="00A737EB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學習目標</w:t>
            </w:r>
          </w:p>
        </w:tc>
        <w:tc>
          <w:tcPr>
            <w:tcW w:w="13928" w:type="dxa"/>
            <w:shd w:val="clear" w:color="auto" w:fill="auto"/>
          </w:tcPr>
          <w:p w:rsidR="00A737EB" w:rsidRPr="006E59DC" w:rsidRDefault="00A737EB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 w:val="restart"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成效分析</w:t>
            </w:r>
          </w:p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質性說明</w:t>
            </w:r>
            <w:r w:rsidR="00B20C9B" w:rsidRPr="006E59DC">
              <w:rPr>
                <w:rFonts w:ascii="標楷體" w:eastAsia="標楷體" w:hAnsi="標楷體" w:hint="eastAsia"/>
                <w:b/>
              </w:rPr>
              <w:t>(學生回饋)</w:t>
            </w:r>
          </w:p>
        </w:tc>
      </w:tr>
      <w:tr w:rsidR="004F4599" w:rsidRPr="00C74F13" w:rsidTr="006E59DC">
        <w:trPr>
          <w:trHeight w:val="2866"/>
        </w:trPr>
        <w:tc>
          <w:tcPr>
            <w:tcW w:w="1526" w:type="dxa"/>
            <w:vMerge/>
            <w:shd w:val="clear" w:color="auto" w:fill="auto"/>
            <w:vAlign w:val="center"/>
          </w:tcPr>
          <w:p w:rsidR="004F4599" w:rsidRPr="006E59DC" w:rsidRDefault="004F4599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928" w:type="dxa"/>
            <w:shd w:val="clear" w:color="auto" w:fill="auto"/>
          </w:tcPr>
          <w:p w:rsidR="004F4599" w:rsidRPr="006E59DC" w:rsidRDefault="004F4599" w:rsidP="006E59DC">
            <w:pPr>
              <w:spacing w:line="400" w:lineRule="exact"/>
              <w:rPr>
                <w:rFonts w:ascii="標楷體" w:eastAsia="標楷體" w:hAnsi="標楷體"/>
                <w:b/>
              </w:rPr>
            </w:pPr>
            <w:r w:rsidRPr="006E59DC">
              <w:rPr>
                <w:rFonts w:ascii="標楷體" w:eastAsia="標楷體" w:hAnsi="標楷體" w:hint="eastAsia"/>
                <w:b/>
              </w:rPr>
              <w:t>量化作說明</w:t>
            </w:r>
          </w:p>
        </w:tc>
      </w:tr>
    </w:tbl>
    <w:p w:rsidR="00497C7E" w:rsidRPr="00C74F13" w:rsidRDefault="00497C7E" w:rsidP="00465220">
      <w:pPr>
        <w:widowControl/>
        <w:spacing w:line="240" w:lineRule="auto"/>
        <w:rPr>
          <w:rFonts w:ascii="標楷體" w:eastAsia="標楷體" w:hAnsi="標楷體"/>
          <w:b/>
        </w:rPr>
      </w:pPr>
    </w:p>
    <w:p w:rsidR="00C8694C" w:rsidRDefault="00A737EB" w:rsidP="00AE5E5D">
      <w:pPr>
        <w:spacing w:line="400" w:lineRule="exact"/>
        <w:rPr>
          <w:rFonts w:ascii="標楷體" w:eastAsia="標楷體" w:hAnsi="標楷體"/>
        </w:rPr>
      </w:pPr>
      <w:r w:rsidRPr="00C74F13">
        <w:rPr>
          <w:rFonts w:ascii="標楷體" w:eastAsia="標楷體" w:hAnsi="標楷體" w:hint="eastAsia"/>
          <w:b/>
        </w:rPr>
        <w:lastRenderedPageBreak/>
        <w:t>肆、</w:t>
      </w:r>
      <w:r w:rsidR="00984C17" w:rsidRPr="00C74F13">
        <w:rPr>
          <w:rFonts w:ascii="標楷體" w:eastAsia="標楷體" w:hAnsi="標楷體" w:hint="eastAsia"/>
          <w:b/>
        </w:rPr>
        <w:t>方案</w:t>
      </w:r>
      <w:r w:rsidR="005B5E81" w:rsidRPr="00C74F13">
        <w:rPr>
          <w:rFonts w:ascii="標楷體" w:eastAsia="標楷體" w:hAnsi="標楷體" w:hint="eastAsia"/>
          <w:b/>
        </w:rPr>
        <w:t>成果</w:t>
      </w:r>
      <w:r w:rsidR="00984C17" w:rsidRPr="00C74F13">
        <w:rPr>
          <w:rFonts w:ascii="標楷體" w:eastAsia="標楷體" w:hAnsi="標楷體" w:hint="eastAsia"/>
          <w:b/>
        </w:rPr>
        <w:t>照</w:t>
      </w:r>
      <w:r w:rsidR="00D759C4" w:rsidRPr="00C74F13">
        <w:rPr>
          <w:rFonts w:ascii="標楷體" w:eastAsia="標楷體" w:hAnsi="標楷體" w:hint="eastAsia"/>
        </w:rPr>
        <w:t>（請至少附</w:t>
      </w:r>
      <w:r w:rsidR="00497C7E" w:rsidRPr="00C74F13">
        <w:rPr>
          <w:rFonts w:ascii="標楷體" w:eastAsia="標楷體" w:hAnsi="標楷體"/>
        </w:rPr>
        <w:t>6</w:t>
      </w:r>
      <w:r w:rsidR="00D759C4" w:rsidRPr="00C74F13">
        <w:rPr>
          <w:rFonts w:ascii="標楷體" w:eastAsia="標楷體" w:hAnsi="標楷體" w:hint="eastAsia"/>
        </w:rPr>
        <w:t>張照片及說明）</w:t>
      </w:r>
    </w:p>
    <w:tbl>
      <w:tblPr>
        <w:tblpPr w:leftFromText="180" w:rightFromText="180" w:vertAnchor="text" w:horzAnchor="margin" w:tblpY="246"/>
        <w:tblW w:w="14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957"/>
        <w:gridCol w:w="4957"/>
      </w:tblGrid>
      <w:tr w:rsidR="00DD4988" w:rsidRPr="00C74F13" w:rsidTr="006E59DC">
        <w:trPr>
          <w:trHeight w:val="3269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bookmarkStart w:id="8" w:name="OLE_LINK23"/>
            <w:bookmarkStart w:id="9" w:name="OLE_LINK24"/>
            <w:bookmarkStart w:id="10" w:name="OLE_LINK25"/>
            <w:bookmarkStart w:id="11" w:name="OLE_LINK21"/>
            <w:bookmarkStart w:id="12" w:name="OLE_LINK22"/>
            <w:r w:rsidRPr="006E59DC">
              <w:rPr>
                <w:rFonts w:ascii="標楷體" w:eastAsia="標楷體" w:hAnsi="標楷體" w:hint="eastAsia"/>
              </w:rPr>
              <w:t>＜照片1＞</w:t>
            </w:r>
            <w:bookmarkEnd w:id="8"/>
            <w:bookmarkEnd w:id="9"/>
            <w:bookmarkEnd w:id="10"/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＜照片2＞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＜照片3＞</w:t>
            </w:r>
          </w:p>
        </w:tc>
      </w:tr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</w:tcPr>
          <w:p w:rsidR="00DD4988" w:rsidRPr="006E59DC" w:rsidRDefault="00DD4988" w:rsidP="006E59DC">
            <w:pPr>
              <w:spacing w:line="400" w:lineRule="exact"/>
              <w:rPr>
                <w:rFonts w:ascii="標楷體" w:eastAsia="標楷體" w:hAnsi="標楷體"/>
              </w:rPr>
            </w:pPr>
            <w:bookmarkStart w:id="13" w:name="OLE_LINK20"/>
            <w:bookmarkEnd w:id="11"/>
            <w:bookmarkEnd w:id="12"/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  <w:tr w:rsidR="00DD4988" w:rsidRPr="00C74F13" w:rsidTr="006E59DC">
        <w:trPr>
          <w:trHeight w:val="321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＜照片4＞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＜照片5＞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＜照片6＞</w:t>
            </w:r>
          </w:p>
        </w:tc>
      </w:tr>
      <w:bookmarkEnd w:id="13"/>
      <w:tr w:rsidR="00DD4988" w:rsidRPr="00C74F13" w:rsidTr="006E59DC">
        <w:trPr>
          <w:trHeight w:val="254"/>
        </w:trPr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  <w:tc>
          <w:tcPr>
            <w:tcW w:w="4957" w:type="dxa"/>
            <w:shd w:val="clear" w:color="auto" w:fill="auto"/>
            <w:vAlign w:val="center"/>
          </w:tcPr>
          <w:p w:rsidR="00DD4988" w:rsidRPr="006E59DC" w:rsidRDefault="00DD4988" w:rsidP="006E59D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6E59DC">
              <w:rPr>
                <w:rFonts w:ascii="標楷體" w:eastAsia="標楷體" w:hAnsi="標楷體" w:hint="eastAsia"/>
              </w:rPr>
              <w:t>說明：</w:t>
            </w:r>
          </w:p>
        </w:tc>
      </w:tr>
    </w:tbl>
    <w:p w:rsidR="00092D21" w:rsidRPr="00B37865" w:rsidRDefault="00092D21" w:rsidP="00536120">
      <w:pPr>
        <w:widowControl/>
        <w:spacing w:line="520" w:lineRule="exact"/>
        <w:rPr>
          <w:rFonts w:ascii="標楷體" w:eastAsia="標楷體" w:hAnsi="標楷體"/>
        </w:rPr>
      </w:pPr>
    </w:p>
    <w:sectPr w:rsidR="00092D21" w:rsidRPr="00B37865" w:rsidSect="00092D21">
      <w:headerReference w:type="default" r:id="rId9"/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674B" w:rsidRDefault="00F2674B" w:rsidP="00481926">
      <w:r>
        <w:separator/>
      </w:r>
    </w:p>
  </w:endnote>
  <w:endnote w:type="continuationSeparator" w:id="0">
    <w:p w:rsidR="00F2674B" w:rsidRDefault="00F2674B" w:rsidP="00481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2A3" w:rsidRDefault="007F42A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Pr="00C640F7">
      <w:rPr>
        <w:noProof/>
        <w:lang w:val="zh-TW"/>
      </w:rPr>
      <w:t>21</w:t>
    </w:r>
    <w:r>
      <w:fldChar w:fldCharType="end"/>
    </w:r>
  </w:p>
  <w:p w:rsidR="007F42A3" w:rsidRDefault="007F42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674B" w:rsidRDefault="00F2674B" w:rsidP="00481926">
      <w:r>
        <w:separator/>
      </w:r>
    </w:p>
  </w:footnote>
  <w:footnote w:type="continuationSeparator" w:id="0">
    <w:p w:rsidR="00F2674B" w:rsidRDefault="00F2674B" w:rsidP="00481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F42A3" w:rsidRPr="00092D21" w:rsidRDefault="007F42A3" w:rsidP="00092D2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230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7D73B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" w15:restartNumberingAfterBreak="0">
    <w:nsid w:val="05EB2E86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3" w15:restartNumberingAfterBreak="0">
    <w:nsid w:val="13456C91"/>
    <w:multiLevelType w:val="hybridMultilevel"/>
    <w:tmpl w:val="AF5254EC"/>
    <w:lvl w:ilvl="0" w:tplc="1F5A490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21307F3E">
      <w:start w:val="1"/>
      <w:numFmt w:val="taiwaneseCountingThousand"/>
      <w:lvlText w:val="(%2)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02436DA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44B2907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5" w15:restartNumberingAfterBreak="0">
    <w:nsid w:val="14D30ED5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6B55CB4"/>
    <w:multiLevelType w:val="hybridMultilevel"/>
    <w:tmpl w:val="162ABAB6"/>
    <w:lvl w:ilvl="0" w:tplc="88F49F28">
      <w:start w:val="1"/>
      <w:numFmt w:val="ideographLegalTraditional"/>
      <w:lvlText w:val="%1、"/>
      <w:lvlJc w:val="left"/>
      <w:pPr>
        <w:ind w:left="3598" w:hanging="480"/>
      </w:pPr>
      <w:rPr>
        <w:rFonts w:hint="default"/>
        <w:b/>
        <w:sz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4213033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6ED1C0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9" w15:restartNumberingAfterBreak="0">
    <w:nsid w:val="28353B00"/>
    <w:multiLevelType w:val="hybridMultilevel"/>
    <w:tmpl w:val="0CB28916"/>
    <w:lvl w:ilvl="0" w:tplc="7ED6617E">
      <w:start w:val="1"/>
      <w:numFmt w:val="decimal"/>
      <w:lvlText w:val="%1."/>
      <w:lvlJc w:val="left"/>
      <w:pPr>
        <w:ind w:left="840" w:hanging="360"/>
      </w:pPr>
      <w:rPr>
        <w:rFonts w:hint="default"/>
        <w:color w:val="00000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FB8586E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1" w15:restartNumberingAfterBreak="0">
    <w:nsid w:val="33AC7C5E"/>
    <w:multiLevelType w:val="hybridMultilevel"/>
    <w:tmpl w:val="4978CD34"/>
    <w:lvl w:ilvl="0" w:tplc="0C1AC440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4A56949"/>
    <w:multiLevelType w:val="hybridMultilevel"/>
    <w:tmpl w:val="D938E6D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3" w15:restartNumberingAfterBreak="0">
    <w:nsid w:val="35F41C70"/>
    <w:multiLevelType w:val="hybridMultilevel"/>
    <w:tmpl w:val="70B66B18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14" w15:restartNumberingAfterBreak="0">
    <w:nsid w:val="3AE10E3C"/>
    <w:multiLevelType w:val="hybridMultilevel"/>
    <w:tmpl w:val="05B2F3A4"/>
    <w:lvl w:ilvl="0" w:tplc="1F5A490E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1178" w:hanging="480"/>
      </w:pPr>
    </w:lvl>
    <w:lvl w:ilvl="6" w:tplc="0409000F" w:tentative="1">
      <w:start w:val="1"/>
      <w:numFmt w:val="decimal"/>
      <w:lvlText w:val="%7."/>
      <w:lvlJc w:val="left"/>
      <w:pPr>
        <w:ind w:left="165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15" w15:restartNumberingAfterBreak="0">
    <w:nsid w:val="3D3021E6"/>
    <w:multiLevelType w:val="hybridMultilevel"/>
    <w:tmpl w:val="72B27028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16" w15:restartNumberingAfterBreak="0">
    <w:nsid w:val="3E49265E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0E833DD"/>
    <w:multiLevelType w:val="hybridMultilevel"/>
    <w:tmpl w:val="009EF330"/>
    <w:lvl w:ilvl="0" w:tplc="0FF4864A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40F3BE2"/>
    <w:multiLevelType w:val="hybridMultilevel"/>
    <w:tmpl w:val="43348F66"/>
    <w:lvl w:ilvl="0" w:tplc="76C03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5CB4CC4"/>
    <w:multiLevelType w:val="hybridMultilevel"/>
    <w:tmpl w:val="05781314"/>
    <w:lvl w:ilvl="0" w:tplc="6C78CACE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E653E78"/>
    <w:multiLevelType w:val="hybridMultilevel"/>
    <w:tmpl w:val="90A0E8F4"/>
    <w:lvl w:ilvl="0" w:tplc="334EB29C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rFonts w:hint="eastAsia"/>
        <w:dstrike w:val="0"/>
        <w:lang w:val="en-US"/>
      </w:rPr>
    </w:lvl>
    <w:lvl w:ilvl="1" w:tplc="13F617C8">
      <w:start w:val="1"/>
      <w:numFmt w:val="decimal"/>
      <w:lvlText w:val="%2."/>
      <w:lvlJc w:val="left"/>
      <w:pPr>
        <w:ind w:left="-86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-262" w:hanging="480"/>
      </w:pPr>
    </w:lvl>
    <w:lvl w:ilvl="3" w:tplc="902436DA">
      <w:start w:val="1"/>
      <w:numFmt w:val="decimal"/>
      <w:lvlText w:val="(%4)"/>
      <w:lvlJc w:val="left"/>
      <w:pPr>
        <w:ind w:left="98" w:hanging="360"/>
      </w:pPr>
      <w:rPr>
        <w:rFonts w:hint="default"/>
      </w:rPr>
    </w:lvl>
    <w:lvl w:ilvl="4" w:tplc="82AC619C">
      <w:start w:val="1"/>
      <w:numFmt w:val="taiwaneseCountingThousand"/>
      <w:lvlText w:val="(%5)"/>
      <w:lvlJc w:val="left"/>
      <w:pPr>
        <w:ind w:left="698" w:hanging="480"/>
      </w:pPr>
      <w:rPr>
        <w:rFonts w:hint="default"/>
      </w:rPr>
    </w:lvl>
    <w:lvl w:ilvl="5" w:tplc="F82A2B9A">
      <w:start w:val="20"/>
      <w:numFmt w:val="decimal"/>
      <w:lvlText w:val="%6"/>
      <w:lvlJc w:val="left"/>
      <w:pPr>
        <w:ind w:left="1058" w:hanging="360"/>
      </w:pPr>
      <w:rPr>
        <w:rFonts w:hint="default"/>
      </w:rPr>
    </w:lvl>
    <w:lvl w:ilvl="6" w:tplc="82AED2E6">
      <w:start w:val="1"/>
      <w:numFmt w:val="decimal"/>
      <w:lvlText w:val="(%7."/>
      <w:lvlJc w:val="left"/>
      <w:pPr>
        <w:ind w:left="1538" w:hanging="360"/>
      </w:pPr>
      <w:rPr>
        <w:rFonts w:hint="default"/>
        <w:color w:val="auto"/>
      </w:rPr>
    </w:lvl>
    <w:lvl w:ilvl="7" w:tplc="04090019" w:tentative="1">
      <w:start w:val="1"/>
      <w:numFmt w:val="ideographTraditional"/>
      <w:lvlText w:val="%8、"/>
      <w:lvlJc w:val="left"/>
      <w:pPr>
        <w:ind w:left="2138" w:hanging="480"/>
      </w:pPr>
    </w:lvl>
    <w:lvl w:ilvl="8" w:tplc="0409001B" w:tentative="1">
      <w:start w:val="1"/>
      <w:numFmt w:val="lowerRoman"/>
      <w:lvlText w:val="%9."/>
      <w:lvlJc w:val="right"/>
      <w:pPr>
        <w:ind w:left="2618" w:hanging="480"/>
      </w:pPr>
    </w:lvl>
  </w:abstractNum>
  <w:abstractNum w:abstractNumId="21" w15:restartNumberingAfterBreak="0">
    <w:nsid w:val="50035057"/>
    <w:multiLevelType w:val="hybridMultilevel"/>
    <w:tmpl w:val="BD0A9EC6"/>
    <w:lvl w:ilvl="0" w:tplc="481243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205132"/>
    <w:multiLevelType w:val="hybridMultilevel"/>
    <w:tmpl w:val="E7D0BE8C"/>
    <w:lvl w:ilvl="0" w:tplc="E1643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6A126D0"/>
    <w:multiLevelType w:val="hybridMultilevel"/>
    <w:tmpl w:val="D08C2262"/>
    <w:lvl w:ilvl="0" w:tplc="72C69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7727AF5"/>
    <w:multiLevelType w:val="hybridMultilevel"/>
    <w:tmpl w:val="975E6E80"/>
    <w:lvl w:ilvl="0" w:tplc="040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5" w15:restartNumberingAfterBreak="0">
    <w:nsid w:val="579C4B2E"/>
    <w:multiLevelType w:val="hybridMultilevel"/>
    <w:tmpl w:val="E1924E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9A4EF7"/>
    <w:multiLevelType w:val="hybridMultilevel"/>
    <w:tmpl w:val="7DC44A7C"/>
    <w:lvl w:ilvl="0" w:tplc="EDB24D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EEB2005"/>
    <w:multiLevelType w:val="hybridMultilevel"/>
    <w:tmpl w:val="AA7A948E"/>
    <w:lvl w:ilvl="0" w:tplc="B5621A6A">
      <w:start w:val="1"/>
      <w:numFmt w:val="taiwaneseCountingThousand"/>
      <w:lvlText w:val="%1、"/>
      <w:lvlJc w:val="left"/>
      <w:pPr>
        <w:tabs>
          <w:tab w:val="num" w:pos="2324"/>
        </w:tabs>
        <w:ind w:left="2324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35"/>
        </w:tabs>
        <w:ind w:left="13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95"/>
        </w:tabs>
        <w:ind w:left="22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75"/>
        </w:tabs>
        <w:ind w:left="27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15"/>
        </w:tabs>
        <w:ind w:left="42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95"/>
        </w:tabs>
        <w:ind w:left="4695" w:hanging="480"/>
      </w:pPr>
    </w:lvl>
  </w:abstractNum>
  <w:abstractNum w:abstractNumId="28" w15:restartNumberingAfterBreak="0">
    <w:nsid w:val="6A71441A"/>
    <w:multiLevelType w:val="hybridMultilevel"/>
    <w:tmpl w:val="3664E36E"/>
    <w:lvl w:ilvl="0" w:tplc="F48420D0">
      <w:start w:val="1"/>
      <w:numFmt w:val="taiwaneseCountingThousand"/>
      <w:lvlText w:val="%1、"/>
      <w:lvlJc w:val="left"/>
      <w:pPr>
        <w:tabs>
          <w:tab w:val="num" w:pos="1331"/>
        </w:tabs>
        <w:ind w:left="1331" w:hanging="480"/>
      </w:pPr>
      <w:rPr>
        <w:rFonts w:hint="eastAsia"/>
        <w:dstrike w:val="0"/>
        <w:color w:val="000000"/>
        <w:lang w:val="en-US"/>
      </w:rPr>
    </w:lvl>
    <w:lvl w:ilvl="1" w:tplc="13F617C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BA01DDA"/>
    <w:multiLevelType w:val="hybridMultilevel"/>
    <w:tmpl w:val="56BA7E00"/>
    <w:lvl w:ilvl="0" w:tplc="13F617C8">
      <w:start w:val="1"/>
      <w:numFmt w:val="decimal"/>
      <w:lvlText w:val="%1."/>
      <w:lvlJc w:val="left"/>
      <w:pPr>
        <w:ind w:left="-86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C0728E8"/>
    <w:multiLevelType w:val="hybridMultilevel"/>
    <w:tmpl w:val="26782BF6"/>
    <w:lvl w:ilvl="0" w:tplc="82AC619C">
      <w:start w:val="1"/>
      <w:numFmt w:val="taiwaneseCountingThousand"/>
      <w:lvlText w:val="(%1)"/>
      <w:lvlJc w:val="left"/>
      <w:pPr>
        <w:ind w:left="698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2550658"/>
    <w:multiLevelType w:val="hybridMultilevel"/>
    <w:tmpl w:val="A6E88D9A"/>
    <w:lvl w:ilvl="0" w:tplc="2DD6D1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688161A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3" w15:restartNumberingAfterBreak="0">
    <w:nsid w:val="7A2F21DB"/>
    <w:multiLevelType w:val="hybridMultilevel"/>
    <w:tmpl w:val="007E377C"/>
    <w:lvl w:ilvl="0" w:tplc="902436DA">
      <w:start w:val="1"/>
      <w:numFmt w:val="decimal"/>
      <w:lvlText w:val="(%1)"/>
      <w:lvlJc w:val="left"/>
      <w:pPr>
        <w:ind w:left="9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BC32F81"/>
    <w:multiLevelType w:val="hybridMultilevel"/>
    <w:tmpl w:val="7932F2E6"/>
    <w:lvl w:ilvl="0" w:tplc="27B6EA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D3D6AC9"/>
    <w:multiLevelType w:val="hybridMultilevel"/>
    <w:tmpl w:val="CBC2783E"/>
    <w:lvl w:ilvl="0" w:tplc="13F617C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FFC345F"/>
    <w:multiLevelType w:val="hybridMultilevel"/>
    <w:tmpl w:val="F52C2B40"/>
    <w:lvl w:ilvl="0" w:tplc="21307F3E">
      <w:start w:val="1"/>
      <w:numFmt w:val="taiwaneseCountingThousand"/>
      <w:lvlText w:val="(%1)"/>
      <w:lvlJc w:val="left"/>
      <w:pPr>
        <w:ind w:left="123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>
    <w:abstractNumId w:val="2"/>
  </w:num>
  <w:num w:numId="2">
    <w:abstractNumId w:val="14"/>
  </w:num>
  <w:num w:numId="3">
    <w:abstractNumId w:val="28"/>
  </w:num>
  <w:num w:numId="4">
    <w:abstractNumId w:val="19"/>
  </w:num>
  <w:num w:numId="5">
    <w:abstractNumId w:val="6"/>
  </w:num>
  <w:num w:numId="6">
    <w:abstractNumId w:val="27"/>
  </w:num>
  <w:num w:numId="7">
    <w:abstractNumId w:val="32"/>
  </w:num>
  <w:num w:numId="8">
    <w:abstractNumId w:val="9"/>
  </w:num>
  <w:num w:numId="9">
    <w:abstractNumId w:val="22"/>
  </w:num>
  <w:num w:numId="10">
    <w:abstractNumId w:val="18"/>
  </w:num>
  <w:num w:numId="11">
    <w:abstractNumId w:val="35"/>
  </w:num>
  <w:num w:numId="12">
    <w:abstractNumId w:val="3"/>
  </w:num>
  <w:num w:numId="13">
    <w:abstractNumId w:val="11"/>
  </w:num>
  <w:num w:numId="14">
    <w:abstractNumId w:val="16"/>
  </w:num>
  <w:num w:numId="15">
    <w:abstractNumId w:val="29"/>
  </w:num>
  <w:num w:numId="16">
    <w:abstractNumId w:val="10"/>
  </w:num>
  <w:num w:numId="17">
    <w:abstractNumId w:val="12"/>
  </w:num>
  <w:num w:numId="18">
    <w:abstractNumId w:val="24"/>
  </w:num>
  <w:num w:numId="19">
    <w:abstractNumId w:val="4"/>
  </w:num>
  <w:num w:numId="20">
    <w:abstractNumId w:val="15"/>
  </w:num>
  <w:num w:numId="21">
    <w:abstractNumId w:val="8"/>
  </w:num>
  <w:num w:numId="22">
    <w:abstractNumId w:val="20"/>
  </w:num>
  <w:num w:numId="23">
    <w:abstractNumId w:val="1"/>
  </w:num>
  <w:num w:numId="24">
    <w:abstractNumId w:val="30"/>
  </w:num>
  <w:num w:numId="25">
    <w:abstractNumId w:val="36"/>
  </w:num>
  <w:num w:numId="26">
    <w:abstractNumId w:val="7"/>
  </w:num>
  <w:num w:numId="27">
    <w:abstractNumId w:val="23"/>
  </w:num>
  <w:num w:numId="28">
    <w:abstractNumId w:val="31"/>
  </w:num>
  <w:num w:numId="29">
    <w:abstractNumId w:val="34"/>
  </w:num>
  <w:num w:numId="30">
    <w:abstractNumId w:val="13"/>
  </w:num>
  <w:num w:numId="31">
    <w:abstractNumId w:val="33"/>
  </w:num>
  <w:num w:numId="32">
    <w:abstractNumId w:val="26"/>
  </w:num>
  <w:num w:numId="33">
    <w:abstractNumId w:val="0"/>
  </w:num>
  <w:num w:numId="34">
    <w:abstractNumId w:val="21"/>
  </w:num>
  <w:num w:numId="35">
    <w:abstractNumId w:val="5"/>
  </w:num>
  <w:num w:numId="36">
    <w:abstractNumId w:val="25"/>
  </w:num>
  <w:num w:numId="37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attachedTemplate r:id="rId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746"/>
    <w:rsid w:val="000067E3"/>
    <w:rsid w:val="00006820"/>
    <w:rsid w:val="00013691"/>
    <w:rsid w:val="0001764D"/>
    <w:rsid w:val="00027E33"/>
    <w:rsid w:val="00034670"/>
    <w:rsid w:val="00041ECB"/>
    <w:rsid w:val="00046D83"/>
    <w:rsid w:val="00050E0F"/>
    <w:rsid w:val="00052260"/>
    <w:rsid w:val="00052A24"/>
    <w:rsid w:val="00057CF6"/>
    <w:rsid w:val="0006424A"/>
    <w:rsid w:val="00065368"/>
    <w:rsid w:val="00075BFC"/>
    <w:rsid w:val="00080B12"/>
    <w:rsid w:val="00083FFF"/>
    <w:rsid w:val="000921FE"/>
    <w:rsid w:val="00092D21"/>
    <w:rsid w:val="000A2296"/>
    <w:rsid w:val="000A3BD7"/>
    <w:rsid w:val="000A5E5F"/>
    <w:rsid w:val="000A7804"/>
    <w:rsid w:val="000B21B7"/>
    <w:rsid w:val="000B3358"/>
    <w:rsid w:val="000B515D"/>
    <w:rsid w:val="000C57D1"/>
    <w:rsid w:val="000C580A"/>
    <w:rsid w:val="000D2760"/>
    <w:rsid w:val="000D6B88"/>
    <w:rsid w:val="000E2588"/>
    <w:rsid w:val="000E3C2A"/>
    <w:rsid w:val="000F25DE"/>
    <w:rsid w:val="000F28A6"/>
    <w:rsid w:val="000F4999"/>
    <w:rsid w:val="00103492"/>
    <w:rsid w:val="00105E6B"/>
    <w:rsid w:val="00105F38"/>
    <w:rsid w:val="00111C6A"/>
    <w:rsid w:val="00112F4E"/>
    <w:rsid w:val="00115452"/>
    <w:rsid w:val="001156F7"/>
    <w:rsid w:val="00117644"/>
    <w:rsid w:val="00117815"/>
    <w:rsid w:val="0012352C"/>
    <w:rsid w:val="00126541"/>
    <w:rsid w:val="001310B5"/>
    <w:rsid w:val="001323AD"/>
    <w:rsid w:val="00132FAD"/>
    <w:rsid w:val="00136588"/>
    <w:rsid w:val="00152E21"/>
    <w:rsid w:val="001557C4"/>
    <w:rsid w:val="00164C7B"/>
    <w:rsid w:val="0016575F"/>
    <w:rsid w:val="00167E78"/>
    <w:rsid w:val="00174710"/>
    <w:rsid w:val="001754B4"/>
    <w:rsid w:val="0018605F"/>
    <w:rsid w:val="001936B7"/>
    <w:rsid w:val="001A5B32"/>
    <w:rsid w:val="001C113B"/>
    <w:rsid w:val="001D0E2B"/>
    <w:rsid w:val="001D2D28"/>
    <w:rsid w:val="001D5C74"/>
    <w:rsid w:val="001E5D00"/>
    <w:rsid w:val="001E6350"/>
    <w:rsid w:val="001E71F6"/>
    <w:rsid w:val="001F4F30"/>
    <w:rsid w:val="001F6C4B"/>
    <w:rsid w:val="002021D8"/>
    <w:rsid w:val="002025C2"/>
    <w:rsid w:val="002048AF"/>
    <w:rsid w:val="00207716"/>
    <w:rsid w:val="00211284"/>
    <w:rsid w:val="002145F5"/>
    <w:rsid w:val="002172DE"/>
    <w:rsid w:val="00222A0E"/>
    <w:rsid w:val="00227907"/>
    <w:rsid w:val="002351E6"/>
    <w:rsid w:val="00236057"/>
    <w:rsid w:val="002512FC"/>
    <w:rsid w:val="002514B0"/>
    <w:rsid w:val="00252C6D"/>
    <w:rsid w:val="00252E66"/>
    <w:rsid w:val="00272C93"/>
    <w:rsid w:val="00273826"/>
    <w:rsid w:val="002740C7"/>
    <w:rsid w:val="00274B89"/>
    <w:rsid w:val="0028248E"/>
    <w:rsid w:val="0028297D"/>
    <w:rsid w:val="0028360F"/>
    <w:rsid w:val="00283E42"/>
    <w:rsid w:val="002929B4"/>
    <w:rsid w:val="00294813"/>
    <w:rsid w:val="00294CD0"/>
    <w:rsid w:val="00294D67"/>
    <w:rsid w:val="00295580"/>
    <w:rsid w:val="002A45FB"/>
    <w:rsid w:val="002A4CD7"/>
    <w:rsid w:val="002A6BDA"/>
    <w:rsid w:val="002A6D3D"/>
    <w:rsid w:val="002B0301"/>
    <w:rsid w:val="002B0EDE"/>
    <w:rsid w:val="002B1A72"/>
    <w:rsid w:val="002B6587"/>
    <w:rsid w:val="002C061C"/>
    <w:rsid w:val="002C38E1"/>
    <w:rsid w:val="002C5559"/>
    <w:rsid w:val="002C6D6C"/>
    <w:rsid w:val="002D2237"/>
    <w:rsid w:val="002D2451"/>
    <w:rsid w:val="002D3C5A"/>
    <w:rsid w:val="002D64DD"/>
    <w:rsid w:val="002E0F82"/>
    <w:rsid w:val="002E3825"/>
    <w:rsid w:val="002F4423"/>
    <w:rsid w:val="00300C78"/>
    <w:rsid w:val="00300CD9"/>
    <w:rsid w:val="0030540E"/>
    <w:rsid w:val="0030558E"/>
    <w:rsid w:val="0031039A"/>
    <w:rsid w:val="003117E0"/>
    <w:rsid w:val="0031616E"/>
    <w:rsid w:val="00320FDA"/>
    <w:rsid w:val="00322314"/>
    <w:rsid w:val="00326099"/>
    <w:rsid w:val="0032748F"/>
    <w:rsid w:val="00331044"/>
    <w:rsid w:val="00332DD0"/>
    <w:rsid w:val="00335AE1"/>
    <w:rsid w:val="00336AF6"/>
    <w:rsid w:val="00340E7A"/>
    <w:rsid w:val="003435F5"/>
    <w:rsid w:val="00351C25"/>
    <w:rsid w:val="0035445E"/>
    <w:rsid w:val="003570EF"/>
    <w:rsid w:val="0036083F"/>
    <w:rsid w:val="003610F1"/>
    <w:rsid w:val="00361C51"/>
    <w:rsid w:val="003672E3"/>
    <w:rsid w:val="00370A38"/>
    <w:rsid w:val="00376C68"/>
    <w:rsid w:val="00376F20"/>
    <w:rsid w:val="003850A0"/>
    <w:rsid w:val="003865AF"/>
    <w:rsid w:val="0039161E"/>
    <w:rsid w:val="0039368A"/>
    <w:rsid w:val="00396388"/>
    <w:rsid w:val="003A0A02"/>
    <w:rsid w:val="003A302C"/>
    <w:rsid w:val="003A48B1"/>
    <w:rsid w:val="003A5869"/>
    <w:rsid w:val="003B113B"/>
    <w:rsid w:val="003C1AAB"/>
    <w:rsid w:val="003C29C8"/>
    <w:rsid w:val="003C4CC0"/>
    <w:rsid w:val="003D6118"/>
    <w:rsid w:val="003E07B7"/>
    <w:rsid w:val="003E25BE"/>
    <w:rsid w:val="003E2E76"/>
    <w:rsid w:val="003E65E1"/>
    <w:rsid w:val="003F6FE1"/>
    <w:rsid w:val="0040427F"/>
    <w:rsid w:val="00404E74"/>
    <w:rsid w:val="00406B4B"/>
    <w:rsid w:val="00412B57"/>
    <w:rsid w:val="00413F64"/>
    <w:rsid w:val="00416B4D"/>
    <w:rsid w:val="00424E8C"/>
    <w:rsid w:val="00432B0C"/>
    <w:rsid w:val="00440CB2"/>
    <w:rsid w:val="00443BD6"/>
    <w:rsid w:val="004464A8"/>
    <w:rsid w:val="004619A9"/>
    <w:rsid w:val="00464942"/>
    <w:rsid w:val="00465220"/>
    <w:rsid w:val="004653A7"/>
    <w:rsid w:val="00467696"/>
    <w:rsid w:val="00467DE0"/>
    <w:rsid w:val="00471417"/>
    <w:rsid w:val="004714F0"/>
    <w:rsid w:val="00472053"/>
    <w:rsid w:val="00481926"/>
    <w:rsid w:val="0049010A"/>
    <w:rsid w:val="0049150F"/>
    <w:rsid w:val="004977A9"/>
    <w:rsid w:val="00497C7E"/>
    <w:rsid w:val="004A0BBE"/>
    <w:rsid w:val="004A141C"/>
    <w:rsid w:val="004A5C90"/>
    <w:rsid w:val="004A5DC2"/>
    <w:rsid w:val="004A6E36"/>
    <w:rsid w:val="004A7F15"/>
    <w:rsid w:val="004B32D4"/>
    <w:rsid w:val="004C1AF7"/>
    <w:rsid w:val="004C4B9C"/>
    <w:rsid w:val="004C4E4E"/>
    <w:rsid w:val="004D35A4"/>
    <w:rsid w:val="004D36DC"/>
    <w:rsid w:val="004D50F1"/>
    <w:rsid w:val="004D7EB2"/>
    <w:rsid w:val="004E7BD2"/>
    <w:rsid w:val="004F1C63"/>
    <w:rsid w:val="004F1D12"/>
    <w:rsid w:val="004F2E1E"/>
    <w:rsid w:val="004F35ED"/>
    <w:rsid w:val="004F4197"/>
    <w:rsid w:val="004F4599"/>
    <w:rsid w:val="005033B3"/>
    <w:rsid w:val="00512706"/>
    <w:rsid w:val="005250C1"/>
    <w:rsid w:val="0052677D"/>
    <w:rsid w:val="00536120"/>
    <w:rsid w:val="00537BCA"/>
    <w:rsid w:val="00541EDD"/>
    <w:rsid w:val="0054221A"/>
    <w:rsid w:val="00543FF0"/>
    <w:rsid w:val="00546274"/>
    <w:rsid w:val="0055026B"/>
    <w:rsid w:val="005652E0"/>
    <w:rsid w:val="00566E91"/>
    <w:rsid w:val="005712F3"/>
    <w:rsid w:val="00574187"/>
    <w:rsid w:val="00574258"/>
    <w:rsid w:val="00582C91"/>
    <w:rsid w:val="00584CC2"/>
    <w:rsid w:val="00593C61"/>
    <w:rsid w:val="005A72EA"/>
    <w:rsid w:val="005B1312"/>
    <w:rsid w:val="005B20B2"/>
    <w:rsid w:val="005B38D0"/>
    <w:rsid w:val="005B3D26"/>
    <w:rsid w:val="005B5E81"/>
    <w:rsid w:val="005C19FB"/>
    <w:rsid w:val="005C4354"/>
    <w:rsid w:val="005C5BC3"/>
    <w:rsid w:val="005C616A"/>
    <w:rsid w:val="005E1AF8"/>
    <w:rsid w:val="005F339C"/>
    <w:rsid w:val="005F5738"/>
    <w:rsid w:val="005F6749"/>
    <w:rsid w:val="005F7140"/>
    <w:rsid w:val="0060095B"/>
    <w:rsid w:val="00603EA8"/>
    <w:rsid w:val="006060ED"/>
    <w:rsid w:val="00607CBF"/>
    <w:rsid w:val="00610777"/>
    <w:rsid w:val="00611423"/>
    <w:rsid w:val="006140F7"/>
    <w:rsid w:val="006163F9"/>
    <w:rsid w:val="00617CAC"/>
    <w:rsid w:val="00624171"/>
    <w:rsid w:val="00632720"/>
    <w:rsid w:val="00633308"/>
    <w:rsid w:val="0064042D"/>
    <w:rsid w:val="00642C03"/>
    <w:rsid w:val="0064534A"/>
    <w:rsid w:val="00646346"/>
    <w:rsid w:val="0065141C"/>
    <w:rsid w:val="00651627"/>
    <w:rsid w:val="00653428"/>
    <w:rsid w:val="006578C0"/>
    <w:rsid w:val="006618AD"/>
    <w:rsid w:val="0066217F"/>
    <w:rsid w:val="00666D5B"/>
    <w:rsid w:val="0067004C"/>
    <w:rsid w:val="006702AB"/>
    <w:rsid w:val="006724E9"/>
    <w:rsid w:val="00672A77"/>
    <w:rsid w:val="00672CF2"/>
    <w:rsid w:val="006750AB"/>
    <w:rsid w:val="00675FCD"/>
    <w:rsid w:val="00676A21"/>
    <w:rsid w:val="0067753E"/>
    <w:rsid w:val="00686EE0"/>
    <w:rsid w:val="00693AC6"/>
    <w:rsid w:val="006A3DF6"/>
    <w:rsid w:val="006A41AE"/>
    <w:rsid w:val="006A6191"/>
    <w:rsid w:val="006A6ABA"/>
    <w:rsid w:val="006B3A40"/>
    <w:rsid w:val="006B6401"/>
    <w:rsid w:val="006B7653"/>
    <w:rsid w:val="006C4E31"/>
    <w:rsid w:val="006C5AA4"/>
    <w:rsid w:val="006C6BA2"/>
    <w:rsid w:val="006D014D"/>
    <w:rsid w:val="006D3B48"/>
    <w:rsid w:val="006D457F"/>
    <w:rsid w:val="006D6E93"/>
    <w:rsid w:val="006D7D35"/>
    <w:rsid w:val="006E035A"/>
    <w:rsid w:val="006E59DC"/>
    <w:rsid w:val="006F34C2"/>
    <w:rsid w:val="007002C6"/>
    <w:rsid w:val="007055C8"/>
    <w:rsid w:val="00711594"/>
    <w:rsid w:val="00722086"/>
    <w:rsid w:val="00722DBE"/>
    <w:rsid w:val="00736DFF"/>
    <w:rsid w:val="007463CE"/>
    <w:rsid w:val="00746437"/>
    <w:rsid w:val="00746505"/>
    <w:rsid w:val="00750547"/>
    <w:rsid w:val="0075571F"/>
    <w:rsid w:val="00757512"/>
    <w:rsid w:val="007608B4"/>
    <w:rsid w:val="007617FC"/>
    <w:rsid w:val="00770A2C"/>
    <w:rsid w:val="00777FA8"/>
    <w:rsid w:val="0078090E"/>
    <w:rsid w:val="00782F53"/>
    <w:rsid w:val="007831C4"/>
    <w:rsid w:val="0079486E"/>
    <w:rsid w:val="00795C5C"/>
    <w:rsid w:val="007A58B9"/>
    <w:rsid w:val="007A59E9"/>
    <w:rsid w:val="007A6418"/>
    <w:rsid w:val="007B50A4"/>
    <w:rsid w:val="007C1B0E"/>
    <w:rsid w:val="007C21AB"/>
    <w:rsid w:val="007C4E77"/>
    <w:rsid w:val="007C5C8C"/>
    <w:rsid w:val="007C73D9"/>
    <w:rsid w:val="007C79FF"/>
    <w:rsid w:val="007D193E"/>
    <w:rsid w:val="007D68DA"/>
    <w:rsid w:val="007E1613"/>
    <w:rsid w:val="007E5DF4"/>
    <w:rsid w:val="007F42A3"/>
    <w:rsid w:val="007F7322"/>
    <w:rsid w:val="0080506C"/>
    <w:rsid w:val="00810AA2"/>
    <w:rsid w:val="00832B6E"/>
    <w:rsid w:val="00832C9A"/>
    <w:rsid w:val="00840F8B"/>
    <w:rsid w:val="0084355A"/>
    <w:rsid w:val="008508D0"/>
    <w:rsid w:val="0085282F"/>
    <w:rsid w:val="0085555C"/>
    <w:rsid w:val="0085623F"/>
    <w:rsid w:val="00860093"/>
    <w:rsid w:val="00860468"/>
    <w:rsid w:val="00862746"/>
    <w:rsid w:val="00863E55"/>
    <w:rsid w:val="00865C9C"/>
    <w:rsid w:val="00865E0A"/>
    <w:rsid w:val="00870913"/>
    <w:rsid w:val="008774FC"/>
    <w:rsid w:val="00881BD4"/>
    <w:rsid w:val="00884E71"/>
    <w:rsid w:val="00890CF0"/>
    <w:rsid w:val="00897D2E"/>
    <w:rsid w:val="008A172A"/>
    <w:rsid w:val="008A520F"/>
    <w:rsid w:val="008A7F28"/>
    <w:rsid w:val="008B33CA"/>
    <w:rsid w:val="008C1256"/>
    <w:rsid w:val="008C3E36"/>
    <w:rsid w:val="008D09F5"/>
    <w:rsid w:val="008D0FB8"/>
    <w:rsid w:val="008E13D0"/>
    <w:rsid w:val="008E162D"/>
    <w:rsid w:val="008E2B88"/>
    <w:rsid w:val="008E2F8C"/>
    <w:rsid w:val="008E5952"/>
    <w:rsid w:val="008F65A5"/>
    <w:rsid w:val="00900B98"/>
    <w:rsid w:val="0091013F"/>
    <w:rsid w:val="00912B6B"/>
    <w:rsid w:val="009141EB"/>
    <w:rsid w:val="00914A4D"/>
    <w:rsid w:val="00915346"/>
    <w:rsid w:val="00915E65"/>
    <w:rsid w:val="0092143D"/>
    <w:rsid w:val="00921575"/>
    <w:rsid w:val="009218D1"/>
    <w:rsid w:val="00926E79"/>
    <w:rsid w:val="00936E91"/>
    <w:rsid w:val="00936F2F"/>
    <w:rsid w:val="00941072"/>
    <w:rsid w:val="00942457"/>
    <w:rsid w:val="0094593B"/>
    <w:rsid w:val="00957B14"/>
    <w:rsid w:val="009625FC"/>
    <w:rsid w:val="00963D65"/>
    <w:rsid w:val="009711B4"/>
    <w:rsid w:val="009740E8"/>
    <w:rsid w:val="0097455E"/>
    <w:rsid w:val="00975F01"/>
    <w:rsid w:val="0097757D"/>
    <w:rsid w:val="009804C9"/>
    <w:rsid w:val="00984C17"/>
    <w:rsid w:val="00990C64"/>
    <w:rsid w:val="00991DAE"/>
    <w:rsid w:val="00991DCB"/>
    <w:rsid w:val="0099207C"/>
    <w:rsid w:val="009923EC"/>
    <w:rsid w:val="0099360B"/>
    <w:rsid w:val="00994A03"/>
    <w:rsid w:val="009969D5"/>
    <w:rsid w:val="0099723C"/>
    <w:rsid w:val="00997AD5"/>
    <w:rsid w:val="009A4C81"/>
    <w:rsid w:val="009A7F06"/>
    <w:rsid w:val="009B0E99"/>
    <w:rsid w:val="009C1506"/>
    <w:rsid w:val="009C1CF8"/>
    <w:rsid w:val="009C3413"/>
    <w:rsid w:val="009C74DA"/>
    <w:rsid w:val="009D1666"/>
    <w:rsid w:val="009D5155"/>
    <w:rsid w:val="009D60AB"/>
    <w:rsid w:val="009E1045"/>
    <w:rsid w:val="009E7410"/>
    <w:rsid w:val="009F06C3"/>
    <w:rsid w:val="009F12E3"/>
    <w:rsid w:val="009F6AA6"/>
    <w:rsid w:val="009F76F4"/>
    <w:rsid w:val="00A03704"/>
    <w:rsid w:val="00A04601"/>
    <w:rsid w:val="00A06FFD"/>
    <w:rsid w:val="00A1123E"/>
    <w:rsid w:val="00A11323"/>
    <w:rsid w:val="00A140C8"/>
    <w:rsid w:val="00A202D3"/>
    <w:rsid w:val="00A26524"/>
    <w:rsid w:val="00A26952"/>
    <w:rsid w:val="00A31102"/>
    <w:rsid w:val="00A337C3"/>
    <w:rsid w:val="00A35EF6"/>
    <w:rsid w:val="00A36811"/>
    <w:rsid w:val="00A52CAE"/>
    <w:rsid w:val="00A532ED"/>
    <w:rsid w:val="00A54037"/>
    <w:rsid w:val="00A57993"/>
    <w:rsid w:val="00A60118"/>
    <w:rsid w:val="00A658D0"/>
    <w:rsid w:val="00A6603E"/>
    <w:rsid w:val="00A66473"/>
    <w:rsid w:val="00A7108B"/>
    <w:rsid w:val="00A737EB"/>
    <w:rsid w:val="00A77164"/>
    <w:rsid w:val="00A8066A"/>
    <w:rsid w:val="00A82406"/>
    <w:rsid w:val="00A8262B"/>
    <w:rsid w:val="00A8539F"/>
    <w:rsid w:val="00A85856"/>
    <w:rsid w:val="00A903CE"/>
    <w:rsid w:val="00A93443"/>
    <w:rsid w:val="00A94C58"/>
    <w:rsid w:val="00A9500C"/>
    <w:rsid w:val="00A97052"/>
    <w:rsid w:val="00A97A5E"/>
    <w:rsid w:val="00AB5E2B"/>
    <w:rsid w:val="00AC1E97"/>
    <w:rsid w:val="00AC3E96"/>
    <w:rsid w:val="00AD4A56"/>
    <w:rsid w:val="00AE055D"/>
    <w:rsid w:val="00AE1733"/>
    <w:rsid w:val="00AE1FB3"/>
    <w:rsid w:val="00AE46C1"/>
    <w:rsid w:val="00AE5800"/>
    <w:rsid w:val="00AE5E5D"/>
    <w:rsid w:val="00AE5EFA"/>
    <w:rsid w:val="00AF462A"/>
    <w:rsid w:val="00B01F94"/>
    <w:rsid w:val="00B02BB5"/>
    <w:rsid w:val="00B04E33"/>
    <w:rsid w:val="00B061C5"/>
    <w:rsid w:val="00B06837"/>
    <w:rsid w:val="00B1012C"/>
    <w:rsid w:val="00B10A83"/>
    <w:rsid w:val="00B12868"/>
    <w:rsid w:val="00B20C9B"/>
    <w:rsid w:val="00B2291C"/>
    <w:rsid w:val="00B24D5F"/>
    <w:rsid w:val="00B32BCA"/>
    <w:rsid w:val="00B341AE"/>
    <w:rsid w:val="00B368A0"/>
    <w:rsid w:val="00B37865"/>
    <w:rsid w:val="00B4245B"/>
    <w:rsid w:val="00B428C4"/>
    <w:rsid w:val="00B44F2D"/>
    <w:rsid w:val="00B4570E"/>
    <w:rsid w:val="00B45A62"/>
    <w:rsid w:val="00B45B46"/>
    <w:rsid w:val="00B54F0F"/>
    <w:rsid w:val="00B56146"/>
    <w:rsid w:val="00B637CC"/>
    <w:rsid w:val="00B703A2"/>
    <w:rsid w:val="00B77618"/>
    <w:rsid w:val="00B80B05"/>
    <w:rsid w:val="00B80C41"/>
    <w:rsid w:val="00B8590E"/>
    <w:rsid w:val="00B85D8E"/>
    <w:rsid w:val="00B94F3B"/>
    <w:rsid w:val="00BA58A6"/>
    <w:rsid w:val="00BB01C7"/>
    <w:rsid w:val="00BB56A5"/>
    <w:rsid w:val="00BB5FEC"/>
    <w:rsid w:val="00BC1341"/>
    <w:rsid w:val="00BC3E61"/>
    <w:rsid w:val="00BC5488"/>
    <w:rsid w:val="00BD0D12"/>
    <w:rsid w:val="00BE04DB"/>
    <w:rsid w:val="00BE4730"/>
    <w:rsid w:val="00BE7CEF"/>
    <w:rsid w:val="00BF0A84"/>
    <w:rsid w:val="00BF0F8D"/>
    <w:rsid w:val="00BF2717"/>
    <w:rsid w:val="00C0098D"/>
    <w:rsid w:val="00C00DDB"/>
    <w:rsid w:val="00C01060"/>
    <w:rsid w:val="00C04C36"/>
    <w:rsid w:val="00C10B2B"/>
    <w:rsid w:val="00C14528"/>
    <w:rsid w:val="00C14999"/>
    <w:rsid w:val="00C22756"/>
    <w:rsid w:val="00C246E8"/>
    <w:rsid w:val="00C26BD5"/>
    <w:rsid w:val="00C3032F"/>
    <w:rsid w:val="00C35FB2"/>
    <w:rsid w:val="00C40B25"/>
    <w:rsid w:val="00C4219B"/>
    <w:rsid w:val="00C46655"/>
    <w:rsid w:val="00C53B74"/>
    <w:rsid w:val="00C53BCA"/>
    <w:rsid w:val="00C57261"/>
    <w:rsid w:val="00C57FDB"/>
    <w:rsid w:val="00C640F7"/>
    <w:rsid w:val="00C74F13"/>
    <w:rsid w:val="00C807A8"/>
    <w:rsid w:val="00C8694C"/>
    <w:rsid w:val="00C87F43"/>
    <w:rsid w:val="00C92064"/>
    <w:rsid w:val="00C9218C"/>
    <w:rsid w:val="00CA1C2F"/>
    <w:rsid w:val="00CA7F05"/>
    <w:rsid w:val="00CB4179"/>
    <w:rsid w:val="00CC1C14"/>
    <w:rsid w:val="00CC3B7B"/>
    <w:rsid w:val="00CC4375"/>
    <w:rsid w:val="00CD2A1B"/>
    <w:rsid w:val="00CD7E32"/>
    <w:rsid w:val="00CF2FB3"/>
    <w:rsid w:val="00CF35A9"/>
    <w:rsid w:val="00CF7D6A"/>
    <w:rsid w:val="00D03482"/>
    <w:rsid w:val="00D038A8"/>
    <w:rsid w:val="00D05D86"/>
    <w:rsid w:val="00D06906"/>
    <w:rsid w:val="00D06AC8"/>
    <w:rsid w:val="00D07CE6"/>
    <w:rsid w:val="00D11F5E"/>
    <w:rsid w:val="00D1207D"/>
    <w:rsid w:val="00D1498B"/>
    <w:rsid w:val="00D1632B"/>
    <w:rsid w:val="00D26E4F"/>
    <w:rsid w:val="00D277F3"/>
    <w:rsid w:val="00D30795"/>
    <w:rsid w:val="00D31BD2"/>
    <w:rsid w:val="00D3304C"/>
    <w:rsid w:val="00D33F84"/>
    <w:rsid w:val="00D36166"/>
    <w:rsid w:val="00D36EDE"/>
    <w:rsid w:val="00D42175"/>
    <w:rsid w:val="00D44596"/>
    <w:rsid w:val="00D5227C"/>
    <w:rsid w:val="00D610A2"/>
    <w:rsid w:val="00D610F3"/>
    <w:rsid w:val="00D62D22"/>
    <w:rsid w:val="00D62DE5"/>
    <w:rsid w:val="00D64016"/>
    <w:rsid w:val="00D759C4"/>
    <w:rsid w:val="00D76890"/>
    <w:rsid w:val="00D77889"/>
    <w:rsid w:val="00D82AAD"/>
    <w:rsid w:val="00D836B4"/>
    <w:rsid w:val="00D868BC"/>
    <w:rsid w:val="00D87292"/>
    <w:rsid w:val="00D93E46"/>
    <w:rsid w:val="00D956F1"/>
    <w:rsid w:val="00D97BE9"/>
    <w:rsid w:val="00DA1CF9"/>
    <w:rsid w:val="00DA5FD7"/>
    <w:rsid w:val="00DB36D4"/>
    <w:rsid w:val="00DB58A6"/>
    <w:rsid w:val="00DC15F3"/>
    <w:rsid w:val="00DC1FE3"/>
    <w:rsid w:val="00DC2079"/>
    <w:rsid w:val="00DC2377"/>
    <w:rsid w:val="00DC50E4"/>
    <w:rsid w:val="00DD4988"/>
    <w:rsid w:val="00DD79A1"/>
    <w:rsid w:val="00DE267C"/>
    <w:rsid w:val="00DE2EB0"/>
    <w:rsid w:val="00DE3F6F"/>
    <w:rsid w:val="00DE4F5F"/>
    <w:rsid w:val="00DE6129"/>
    <w:rsid w:val="00DE6C4D"/>
    <w:rsid w:val="00E02D26"/>
    <w:rsid w:val="00E03599"/>
    <w:rsid w:val="00E03C1F"/>
    <w:rsid w:val="00E10C5D"/>
    <w:rsid w:val="00E140D7"/>
    <w:rsid w:val="00E16930"/>
    <w:rsid w:val="00E16A1B"/>
    <w:rsid w:val="00E2241B"/>
    <w:rsid w:val="00E25052"/>
    <w:rsid w:val="00E2662B"/>
    <w:rsid w:val="00E2793B"/>
    <w:rsid w:val="00E30879"/>
    <w:rsid w:val="00E313B0"/>
    <w:rsid w:val="00E313E2"/>
    <w:rsid w:val="00E401A1"/>
    <w:rsid w:val="00E52C7B"/>
    <w:rsid w:val="00E5399D"/>
    <w:rsid w:val="00E54D01"/>
    <w:rsid w:val="00E61F08"/>
    <w:rsid w:val="00E62DAE"/>
    <w:rsid w:val="00E7582E"/>
    <w:rsid w:val="00E76FEE"/>
    <w:rsid w:val="00E8362C"/>
    <w:rsid w:val="00E90F87"/>
    <w:rsid w:val="00E96C2B"/>
    <w:rsid w:val="00EA0A61"/>
    <w:rsid w:val="00EA2BB9"/>
    <w:rsid w:val="00EA4212"/>
    <w:rsid w:val="00EA42C2"/>
    <w:rsid w:val="00EA5CC0"/>
    <w:rsid w:val="00EB0EB5"/>
    <w:rsid w:val="00EC2C8E"/>
    <w:rsid w:val="00EC770C"/>
    <w:rsid w:val="00EE072B"/>
    <w:rsid w:val="00EE1F7D"/>
    <w:rsid w:val="00EE2EC6"/>
    <w:rsid w:val="00EF05EE"/>
    <w:rsid w:val="00EF6A63"/>
    <w:rsid w:val="00F00364"/>
    <w:rsid w:val="00F11079"/>
    <w:rsid w:val="00F1158A"/>
    <w:rsid w:val="00F15438"/>
    <w:rsid w:val="00F246CC"/>
    <w:rsid w:val="00F24F66"/>
    <w:rsid w:val="00F2674B"/>
    <w:rsid w:val="00F27DA9"/>
    <w:rsid w:val="00F33FFC"/>
    <w:rsid w:val="00F42550"/>
    <w:rsid w:val="00F42B81"/>
    <w:rsid w:val="00F6202B"/>
    <w:rsid w:val="00F62065"/>
    <w:rsid w:val="00F65C50"/>
    <w:rsid w:val="00F71A0E"/>
    <w:rsid w:val="00F74A36"/>
    <w:rsid w:val="00F87E42"/>
    <w:rsid w:val="00F92503"/>
    <w:rsid w:val="00F945CF"/>
    <w:rsid w:val="00FA2236"/>
    <w:rsid w:val="00FA31C0"/>
    <w:rsid w:val="00FA7305"/>
    <w:rsid w:val="00FB5C47"/>
    <w:rsid w:val="00FC3B94"/>
    <w:rsid w:val="00FC4026"/>
    <w:rsid w:val="00FC5A2C"/>
    <w:rsid w:val="00FD29E2"/>
    <w:rsid w:val="00FF00CC"/>
    <w:rsid w:val="00FF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D8421"/>
  <w15:docId w15:val="{1F8CF51A-FA8E-442B-BB31-6279EBBA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1060"/>
    <w:pPr>
      <w:widowControl w:val="0"/>
      <w:spacing w:line="500" w:lineRule="exact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2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72CF2"/>
    <w:pPr>
      <w:ind w:leftChars="200" w:left="480"/>
    </w:pPr>
  </w:style>
  <w:style w:type="paragraph" w:styleId="Web">
    <w:name w:val="Normal (Web)"/>
    <w:basedOn w:val="a"/>
    <w:semiHidden/>
    <w:rsid w:val="0099207C"/>
    <w:pPr>
      <w:widowControl/>
      <w:spacing w:before="100" w:beforeAutospacing="1" w:after="100" w:afterAutospacing="1"/>
    </w:pPr>
    <w:rPr>
      <w:rFonts w:ascii="Arial Unicode MS" w:eastAsia="Arial Unicode MS" w:hAnsi="Arial Unicode MS" w:hint="eastAsia"/>
      <w:kern w:val="0"/>
    </w:rPr>
  </w:style>
  <w:style w:type="paragraph" w:styleId="a5">
    <w:name w:val="header"/>
    <w:basedOn w:val="a"/>
    <w:link w:val="a6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819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481926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C5559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uiPriority w:val="99"/>
    <w:semiHidden/>
    <w:rsid w:val="002C5559"/>
    <w:rPr>
      <w:rFonts w:ascii="Cambria" w:eastAsia="新細明體" w:hAnsi="Cambria" w:cs="Times New Roman"/>
      <w:sz w:val="18"/>
      <w:szCs w:val="18"/>
    </w:rPr>
  </w:style>
  <w:style w:type="character" w:styleId="ab">
    <w:name w:val="annotation reference"/>
    <w:uiPriority w:val="99"/>
    <w:semiHidden/>
    <w:unhideWhenUsed/>
    <w:rsid w:val="008E13D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E13D0"/>
  </w:style>
  <w:style w:type="character" w:customStyle="1" w:styleId="ad">
    <w:name w:val="註解文字 字元"/>
    <w:link w:val="ac"/>
    <w:uiPriority w:val="99"/>
    <w:semiHidden/>
    <w:rsid w:val="008E13D0"/>
    <w:rPr>
      <w:rFonts w:ascii="Times New Roman" w:eastAsia="新細明體" w:hAnsi="Times New Roman" w:cs="Times New Roman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13D0"/>
    <w:rPr>
      <w:b/>
      <w:bCs/>
    </w:rPr>
  </w:style>
  <w:style w:type="character" w:customStyle="1" w:styleId="af">
    <w:name w:val="註解主旨 字元"/>
    <w:link w:val="ae"/>
    <w:uiPriority w:val="99"/>
    <w:semiHidden/>
    <w:rsid w:val="008E13D0"/>
    <w:rPr>
      <w:rFonts w:ascii="Times New Roman" w:eastAsia="新細明體" w:hAnsi="Times New Roman" w:cs="Times New Roman"/>
      <w:b/>
      <w:bCs/>
      <w:szCs w:val="24"/>
    </w:rPr>
  </w:style>
  <w:style w:type="character" w:styleId="af0">
    <w:name w:val="Placeholder Text"/>
    <w:uiPriority w:val="99"/>
    <w:semiHidden/>
    <w:rsid w:val="00075BFC"/>
    <w:rPr>
      <w:color w:val="808080"/>
    </w:rPr>
  </w:style>
  <w:style w:type="character" w:styleId="af1">
    <w:name w:val="Hyperlink"/>
    <w:uiPriority w:val="99"/>
    <w:unhideWhenUsed/>
    <w:rsid w:val="00CA7F05"/>
    <w:rPr>
      <w:color w:val="0000FF"/>
      <w:u w:val="single"/>
    </w:rPr>
  </w:style>
  <w:style w:type="table" w:customStyle="1" w:styleId="1">
    <w:name w:val="表格格線1"/>
    <w:basedOn w:val="a1"/>
    <w:next w:val="a3"/>
    <w:uiPriority w:val="59"/>
    <w:rsid w:val="0022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Revision"/>
    <w:hidden/>
    <w:uiPriority w:val="99"/>
    <w:semiHidden/>
    <w:rsid w:val="00092D21"/>
    <w:rPr>
      <w:rFonts w:ascii="Times New Roman" w:hAnsi="Times New Roman"/>
      <w:kern w:val="2"/>
      <w:sz w:val="24"/>
      <w:szCs w:val="24"/>
    </w:rPr>
  </w:style>
  <w:style w:type="character" w:styleId="af3">
    <w:name w:val="Unresolved Mention"/>
    <w:basedOn w:val="a0"/>
    <w:uiPriority w:val="99"/>
    <w:semiHidden/>
    <w:unhideWhenUsed/>
    <w:rsid w:val="002E38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9872;&#22659;&#25945;&#32946;\06&#29872;&#25945;&#26041;&#26696;\111\&#38468;&#20214;3-&#26032;&#21271;&#24066;111&#24180;&#24230;&#29872;&#22659;&#25945;&#32946;&#26041;&#26696;2.0&#24029;&#23665;&#23478;&#35336;&#30059;&#33609;&#26696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28974-D57A-430F-8E03-19309C2E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附件3-新北市111年度環境教育方案2.0川山家計畫草案.dot</Template>
  <TotalTime>324</TotalTime>
  <Pages>24</Pages>
  <Words>1465</Words>
  <Characters>8355</Characters>
  <Application>Microsoft Office Word</Application>
  <DocSecurity>0</DocSecurity>
  <Lines>69</Lines>
  <Paragraphs>19</Paragraphs>
  <ScaleCrop>false</ScaleCrop>
  <Company/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張珊珊</dc:creator>
  <cp:keywords/>
  <cp:lastModifiedBy>梁雅群</cp:lastModifiedBy>
  <cp:revision>79</cp:revision>
  <cp:lastPrinted>2022-06-28T08:03:00Z</cp:lastPrinted>
  <dcterms:created xsi:type="dcterms:W3CDTF">2022-06-17T06:56:00Z</dcterms:created>
  <dcterms:modified xsi:type="dcterms:W3CDTF">2024-06-03T05:45:00Z</dcterms:modified>
</cp:coreProperties>
</file>